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AF" w:rsidRPr="003769C6" w:rsidRDefault="001966AF" w:rsidP="003769C6">
      <w:pPr>
        <w:jc w:val="center"/>
      </w:pPr>
      <w:r w:rsidRPr="003769C6">
        <w:t>АДМИНИСТРАЦИЯ</w:t>
      </w:r>
    </w:p>
    <w:p w:rsidR="001966AF" w:rsidRPr="003769C6" w:rsidRDefault="001966AF" w:rsidP="00F269DC">
      <w:pPr>
        <w:jc w:val="center"/>
      </w:pPr>
      <w:r w:rsidRPr="003769C6">
        <w:t xml:space="preserve">КОЧНЕВСКОГО  </w:t>
      </w:r>
      <w:r>
        <w:t xml:space="preserve"> </w:t>
      </w:r>
      <w:r w:rsidRPr="003769C6">
        <w:t>СЕЛЬСОВЕТА</w:t>
      </w:r>
      <w:r>
        <w:t xml:space="preserve"> </w:t>
      </w:r>
      <w:r w:rsidRPr="003769C6">
        <w:t xml:space="preserve"> ТАТАРСКОГО   РАЙОНА</w:t>
      </w:r>
    </w:p>
    <w:p w:rsidR="001966AF" w:rsidRDefault="001966AF" w:rsidP="00F269DC">
      <w:pPr>
        <w:jc w:val="center"/>
      </w:pPr>
      <w:r w:rsidRPr="003769C6">
        <w:t>НОВОСИБИРСКОЙ  ОБЛАСТИ</w:t>
      </w:r>
    </w:p>
    <w:p w:rsidR="001966AF" w:rsidRPr="003769C6" w:rsidRDefault="001966AF" w:rsidP="00F269DC">
      <w:pPr>
        <w:jc w:val="center"/>
      </w:pPr>
    </w:p>
    <w:p w:rsidR="001966AF" w:rsidRPr="003769C6" w:rsidRDefault="001966AF" w:rsidP="00F269DC">
      <w:pPr>
        <w:jc w:val="center"/>
      </w:pPr>
    </w:p>
    <w:p w:rsidR="001966AF" w:rsidRPr="003769C6" w:rsidRDefault="001966AF" w:rsidP="00F269DC">
      <w:pPr>
        <w:jc w:val="center"/>
      </w:pPr>
      <w:r w:rsidRPr="003769C6">
        <w:t>ПОСТАНОВЛЕНИЕ</w:t>
      </w:r>
    </w:p>
    <w:p w:rsidR="001966AF" w:rsidRDefault="001966AF" w:rsidP="00F269DC">
      <w:pPr>
        <w:jc w:val="center"/>
        <w:rPr>
          <w:b/>
          <w:bCs/>
        </w:rPr>
      </w:pPr>
    </w:p>
    <w:p w:rsidR="001966AF" w:rsidRPr="00046463" w:rsidRDefault="001966AF" w:rsidP="00F269DC">
      <w:pPr>
        <w:jc w:val="center"/>
        <w:rPr>
          <w:b/>
          <w:bCs/>
        </w:rPr>
      </w:pPr>
    </w:p>
    <w:p w:rsidR="001966AF" w:rsidRPr="00046463" w:rsidRDefault="001966AF" w:rsidP="00D76BA0">
      <w:r>
        <w:t xml:space="preserve">                       </w:t>
      </w:r>
      <w:r w:rsidRPr="00046463">
        <w:t>1</w:t>
      </w:r>
      <w:r>
        <w:t>4</w:t>
      </w:r>
      <w:r w:rsidRPr="00046463">
        <w:t>.</w:t>
      </w:r>
      <w:r>
        <w:t xml:space="preserve"> </w:t>
      </w:r>
      <w:r w:rsidRPr="00046463">
        <w:t xml:space="preserve">03. </w:t>
      </w:r>
      <w:r>
        <w:t xml:space="preserve"> </w:t>
      </w:r>
      <w:r w:rsidRPr="00046463">
        <w:t>2013</w:t>
      </w:r>
      <w:r>
        <w:t xml:space="preserve"> </w:t>
      </w:r>
      <w:r w:rsidRPr="00046463">
        <w:t xml:space="preserve">г.            </w:t>
      </w:r>
      <w:r>
        <w:t xml:space="preserve">                                                                                     №   27</w:t>
      </w:r>
    </w:p>
    <w:p w:rsidR="001966AF" w:rsidRPr="00046463" w:rsidRDefault="001966AF" w:rsidP="00F269DC">
      <w:pPr>
        <w:jc w:val="center"/>
      </w:pPr>
    </w:p>
    <w:p w:rsidR="001966AF" w:rsidRPr="00046463" w:rsidRDefault="001966AF" w:rsidP="00F269DC">
      <w:pPr>
        <w:jc w:val="center"/>
      </w:pPr>
    </w:p>
    <w:p w:rsidR="001966AF" w:rsidRPr="00046463" w:rsidRDefault="001966AF" w:rsidP="00F269DC">
      <w:pPr>
        <w:jc w:val="center"/>
      </w:pPr>
      <w:r w:rsidRPr="00046463">
        <w:t xml:space="preserve">Об утверждении Плана обеспечения безопасности людей на водных объектах </w:t>
      </w:r>
    </w:p>
    <w:p w:rsidR="001966AF" w:rsidRPr="00046463" w:rsidRDefault="001966AF" w:rsidP="00F269DC">
      <w:pPr>
        <w:jc w:val="center"/>
      </w:pPr>
      <w:r w:rsidRPr="00046463">
        <w:t xml:space="preserve">  </w:t>
      </w:r>
      <w:r>
        <w:t xml:space="preserve">Кочневского  сельсовета  </w:t>
      </w:r>
      <w:r w:rsidRPr="00046463">
        <w:t xml:space="preserve"> в 2013 году</w:t>
      </w:r>
    </w:p>
    <w:p w:rsidR="001966AF" w:rsidRPr="00046463" w:rsidRDefault="001966AF" w:rsidP="00F269DC">
      <w:pPr>
        <w:jc w:val="center"/>
      </w:pPr>
    </w:p>
    <w:p w:rsidR="001966AF" w:rsidRDefault="001966AF" w:rsidP="003769C6">
      <w:pPr>
        <w:ind w:firstLine="426"/>
        <w:jc w:val="both"/>
      </w:pPr>
      <w:r>
        <w:t xml:space="preserve">   </w:t>
      </w:r>
      <w:r w:rsidRPr="00046463">
        <w:t xml:space="preserve">Во исполнение Постановления Правительства  Новосибирской области </w:t>
      </w:r>
      <w:r>
        <w:t xml:space="preserve"> </w:t>
      </w:r>
      <w:r w:rsidRPr="00046463">
        <w:t xml:space="preserve">от 04.03.2013 № 82-п «Об утверждении Плана обеспечения безопасности людей на водных объектах в Новосибирской области в 2013 году»  в целях улучшения профилактической и организационной работы по обеспечению безопасности </w:t>
      </w:r>
      <w:r>
        <w:t xml:space="preserve"> </w:t>
      </w:r>
      <w:r w:rsidRPr="00046463">
        <w:t>жизни</w:t>
      </w:r>
      <w:r>
        <w:t xml:space="preserve"> </w:t>
      </w:r>
      <w:r w:rsidRPr="00046463">
        <w:t xml:space="preserve"> людей </w:t>
      </w:r>
      <w:r>
        <w:t xml:space="preserve"> </w:t>
      </w:r>
      <w:r w:rsidRPr="00046463">
        <w:t xml:space="preserve">на </w:t>
      </w:r>
      <w:r>
        <w:t xml:space="preserve"> </w:t>
      </w:r>
      <w:r w:rsidRPr="00046463">
        <w:t>водных объектах</w:t>
      </w:r>
      <w:r>
        <w:t xml:space="preserve">  на  территории  поселения  </w:t>
      </w:r>
      <w:r w:rsidRPr="00046463">
        <w:t xml:space="preserve">в </w:t>
      </w:r>
      <w:r>
        <w:t xml:space="preserve"> </w:t>
      </w:r>
      <w:r w:rsidRPr="00046463">
        <w:t xml:space="preserve">2013 году </w:t>
      </w:r>
    </w:p>
    <w:p w:rsidR="001966AF" w:rsidRPr="00046463" w:rsidRDefault="001966AF" w:rsidP="003769C6">
      <w:pPr>
        <w:ind w:firstLine="426"/>
        <w:jc w:val="both"/>
      </w:pPr>
      <w:r w:rsidRPr="00046463">
        <w:t>ПОСТАНОВЛЯЕТ:</w:t>
      </w:r>
    </w:p>
    <w:p w:rsidR="001966AF" w:rsidRDefault="001966AF" w:rsidP="003769C6">
      <w:pPr>
        <w:pStyle w:val="ListParagraph"/>
        <w:numPr>
          <w:ilvl w:val="0"/>
          <w:numId w:val="1"/>
        </w:numPr>
        <w:ind w:left="0" w:firstLine="426"/>
        <w:jc w:val="both"/>
      </w:pPr>
      <w:r w:rsidRPr="00046463">
        <w:t xml:space="preserve">Утвердить прилагаемый План мероприятий по обеспечению безопасности жизни людей на водных объектах </w:t>
      </w:r>
      <w:r>
        <w:t xml:space="preserve"> </w:t>
      </w:r>
      <w:r w:rsidRPr="00046463">
        <w:t>в 2</w:t>
      </w:r>
      <w:r>
        <w:t>013 году, согласно  приложения.</w:t>
      </w:r>
    </w:p>
    <w:p w:rsidR="001966AF" w:rsidRPr="00046463" w:rsidRDefault="001966AF" w:rsidP="003769C6">
      <w:pPr>
        <w:pStyle w:val="ListParagraph"/>
        <w:ind w:left="0"/>
        <w:jc w:val="both"/>
      </w:pPr>
      <w:r>
        <w:t xml:space="preserve">         РЕКОМЕНДОВАТЬ:</w:t>
      </w:r>
    </w:p>
    <w:p w:rsidR="001966AF" w:rsidRDefault="001966AF" w:rsidP="003769C6">
      <w:pPr>
        <w:pStyle w:val="ListParagraph"/>
        <w:tabs>
          <w:tab w:val="left" w:pos="851"/>
        </w:tabs>
        <w:ind w:left="0"/>
        <w:jc w:val="both"/>
      </w:pPr>
      <w:r>
        <w:t xml:space="preserve">        2.  Организациям  и  предприятиям</w:t>
      </w:r>
    </w:p>
    <w:p w:rsidR="001966AF" w:rsidRPr="00046463" w:rsidRDefault="001966AF" w:rsidP="003769C6">
      <w:pPr>
        <w:pStyle w:val="ListParagraph"/>
        <w:tabs>
          <w:tab w:val="left" w:pos="851"/>
        </w:tabs>
        <w:ind w:left="0"/>
        <w:jc w:val="both"/>
      </w:pPr>
      <w:r>
        <w:t xml:space="preserve">        2.1. ак</w:t>
      </w:r>
      <w:r w:rsidRPr="00046463">
        <w:t>тивизировать работу общественности в плане обеспечения безопасности жизни людей на водных объектах, охране их жизни и здоровья, недопущению гибели и травматизма</w:t>
      </w:r>
      <w:r>
        <w:t xml:space="preserve"> на водных объектах в 2013 году;</w:t>
      </w:r>
    </w:p>
    <w:p w:rsidR="001966AF" w:rsidRPr="00046463" w:rsidRDefault="001966AF" w:rsidP="003769C6">
      <w:pPr>
        <w:pStyle w:val="ListParagraph"/>
        <w:tabs>
          <w:tab w:val="left" w:pos="851"/>
        </w:tabs>
        <w:ind w:left="0"/>
        <w:jc w:val="both"/>
      </w:pPr>
      <w:r>
        <w:t xml:space="preserve">        2.2.  пр</w:t>
      </w:r>
      <w:r w:rsidRPr="00046463">
        <w:t>оводить постоянные профилактические мероприятия по предупреждению гибели людей на водных объектах, изготовление и распространение плакатов, публикация статей в СМИ, проводить разъяснительную работу среди взросло</w:t>
      </w:r>
      <w:r>
        <w:t>го населения и учащихся школ;</w:t>
      </w:r>
    </w:p>
    <w:p w:rsidR="001966AF" w:rsidRPr="00046463" w:rsidRDefault="001966AF" w:rsidP="003769C6">
      <w:pPr>
        <w:pStyle w:val="ListParagraph"/>
        <w:tabs>
          <w:tab w:val="left" w:pos="851"/>
        </w:tabs>
        <w:ind w:left="0"/>
        <w:jc w:val="both"/>
      </w:pPr>
      <w:r>
        <w:t xml:space="preserve">        2.3. п</w:t>
      </w:r>
      <w:r w:rsidRPr="00046463">
        <w:t>ринять необходимые меры по обеспечению безопасности населения в местах неорганизованного отдыха на воде, установка предупреждающих (запрещающих) знаков, щитов.</w:t>
      </w:r>
    </w:p>
    <w:p w:rsidR="001966AF" w:rsidRDefault="001966AF" w:rsidP="00474CC0">
      <w:pPr>
        <w:pStyle w:val="ListParagraph"/>
        <w:tabs>
          <w:tab w:val="left" w:pos="709"/>
        </w:tabs>
        <w:ind w:left="0"/>
        <w:jc w:val="both"/>
      </w:pPr>
      <w:r>
        <w:t xml:space="preserve">         3.   </w:t>
      </w:r>
      <w:r w:rsidRPr="00046463">
        <w:t>Контроль</w:t>
      </w:r>
      <w:r>
        <w:t xml:space="preserve">  </w:t>
      </w:r>
      <w:r w:rsidRPr="00046463">
        <w:t xml:space="preserve"> </w:t>
      </w:r>
      <w:r>
        <w:t xml:space="preserve"> </w:t>
      </w:r>
      <w:r w:rsidRPr="00046463">
        <w:t>исполнени</w:t>
      </w:r>
      <w:r>
        <w:t xml:space="preserve">я </w:t>
      </w:r>
      <w:r w:rsidRPr="00046463">
        <w:t xml:space="preserve"> данного </w:t>
      </w:r>
      <w:r>
        <w:t xml:space="preserve"> </w:t>
      </w:r>
      <w:r w:rsidRPr="00046463">
        <w:t>постановления</w:t>
      </w:r>
      <w:r>
        <w:t xml:space="preserve"> </w:t>
      </w:r>
      <w:r w:rsidRPr="00046463">
        <w:t xml:space="preserve"> </w:t>
      </w:r>
      <w:r>
        <w:t xml:space="preserve"> оставляю  за  собой.</w:t>
      </w:r>
    </w:p>
    <w:p w:rsidR="001966AF" w:rsidRDefault="001966AF" w:rsidP="00474CC0">
      <w:pPr>
        <w:pStyle w:val="ListParagraph"/>
        <w:tabs>
          <w:tab w:val="left" w:pos="709"/>
        </w:tabs>
        <w:ind w:left="0"/>
        <w:jc w:val="both"/>
      </w:pPr>
    </w:p>
    <w:p w:rsidR="001966AF" w:rsidRDefault="001966AF" w:rsidP="00474CC0">
      <w:pPr>
        <w:pStyle w:val="ListParagraph"/>
        <w:tabs>
          <w:tab w:val="left" w:pos="709"/>
        </w:tabs>
        <w:ind w:left="0"/>
        <w:jc w:val="both"/>
      </w:pPr>
    </w:p>
    <w:p w:rsidR="001966AF" w:rsidRDefault="001966AF" w:rsidP="00474CC0">
      <w:pPr>
        <w:pStyle w:val="ListParagraph"/>
        <w:tabs>
          <w:tab w:val="left" w:pos="709"/>
        </w:tabs>
        <w:ind w:left="0"/>
        <w:jc w:val="both"/>
      </w:pPr>
      <w:r>
        <w:t xml:space="preserve">         Глава </w:t>
      </w:r>
    </w:p>
    <w:p w:rsidR="001966AF" w:rsidRPr="00046463" w:rsidRDefault="001966AF" w:rsidP="00474CC0">
      <w:pPr>
        <w:pStyle w:val="ListParagraph"/>
        <w:tabs>
          <w:tab w:val="left" w:pos="709"/>
        </w:tabs>
        <w:ind w:left="0"/>
        <w:jc w:val="both"/>
      </w:pPr>
      <w:r>
        <w:t xml:space="preserve">         Кочневского  сельсовета                 </w:t>
      </w:r>
      <w:r w:rsidRPr="00046463">
        <w:t xml:space="preserve">                                                    </w:t>
      </w:r>
      <w:r>
        <w:t>А.  И.  Голубев</w:t>
      </w: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Default="001966AF" w:rsidP="00F269DC">
      <w:pPr>
        <w:jc w:val="both"/>
      </w:pPr>
    </w:p>
    <w:p w:rsidR="001966AF" w:rsidRPr="00046463" w:rsidRDefault="001966AF" w:rsidP="00F269DC">
      <w:pPr>
        <w:jc w:val="both"/>
      </w:pPr>
    </w:p>
    <w:tbl>
      <w:tblPr>
        <w:tblW w:w="3809" w:type="dxa"/>
        <w:tblInd w:w="6813" w:type="dxa"/>
        <w:tblLook w:val="0000"/>
      </w:tblPr>
      <w:tblGrid>
        <w:gridCol w:w="3809"/>
      </w:tblGrid>
      <w:tr w:rsidR="001966AF" w:rsidRPr="00046463" w:rsidTr="003C63D1">
        <w:trPr>
          <w:trHeight w:val="1456"/>
        </w:trPr>
        <w:tc>
          <w:tcPr>
            <w:tcW w:w="3809" w:type="dxa"/>
          </w:tcPr>
          <w:p w:rsidR="001966AF" w:rsidRPr="00046463" w:rsidRDefault="001966AF" w:rsidP="00474CC0">
            <w:pPr>
              <w:jc w:val="right"/>
            </w:pPr>
            <w:r w:rsidRPr="00046463">
              <w:t xml:space="preserve">                     УТВЕРЖДЕН</w:t>
            </w:r>
          </w:p>
          <w:p w:rsidR="001966AF" w:rsidRPr="00046463" w:rsidRDefault="001966AF" w:rsidP="00474CC0">
            <w:pPr>
              <w:jc w:val="right"/>
            </w:pPr>
            <w:r>
              <w:t xml:space="preserve"> </w:t>
            </w:r>
            <w:r w:rsidRPr="00046463">
              <w:t xml:space="preserve">Постановлением администрации </w:t>
            </w:r>
          </w:p>
          <w:p w:rsidR="001966AF" w:rsidRPr="00046463" w:rsidRDefault="001966AF" w:rsidP="00474CC0">
            <w:pPr>
              <w:jc w:val="right"/>
            </w:pPr>
            <w:r>
              <w:t>о</w:t>
            </w:r>
            <w:r w:rsidRPr="00046463">
              <w:t>т 1</w:t>
            </w:r>
            <w:r>
              <w:t>4.03.2013  №  27</w:t>
            </w:r>
          </w:p>
        </w:tc>
      </w:tr>
    </w:tbl>
    <w:p w:rsidR="001966AF" w:rsidRPr="00046463" w:rsidRDefault="001966AF" w:rsidP="00F269DC">
      <w:pPr>
        <w:jc w:val="center"/>
      </w:pPr>
      <w:r w:rsidRPr="00046463">
        <w:t xml:space="preserve">ПЛАН </w:t>
      </w:r>
    </w:p>
    <w:p w:rsidR="001966AF" w:rsidRDefault="001966AF" w:rsidP="00F269DC">
      <w:pPr>
        <w:jc w:val="center"/>
      </w:pPr>
      <w:r w:rsidRPr="00046463">
        <w:t>мероприятий по обеспечению безопасности жизни людей на водных объектах</w:t>
      </w:r>
    </w:p>
    <w:p w:rsidR="001966AF" w:rsidRPr="00046463" w:rsidRDefault="001966AF" w:rsidP="00F269DC">
      <w:pPr>
        <w:jc w:val="center"/>
      </w:pPr>
      <w:r>
        <w:t xml:space="preserve"> поселения  </w:t>
      </w:r>
      <w:r w:rsidRPr="00046463">
        <w:t xml:space="preserve"> в </w:t>
      </w:r>
      <w:r>
        <w:t xml:space="preserve"> </w:t>
      </w:r>
      <w:r w:rsidRPr="00046463">
        <w:t>2013 году</w:t>
      </w:r>
    </w:p>
    <w:p w:rsidR="001966AF" w:rsidRPr="00046463" w:rsidRDefault="001966AF" w:rsidP="00F269DC">
      <w:pPr>
        <w:jc w:val="center"/>
      </w:pPr>
    </w:p>
    <w:tbl>
      <w:tblPr>
        <w:tblW w:w="105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5274"/>
        <w:gridCol w:w="1620"/>
        <w:gridCol w:w="3060"/>
      </w:tblGrid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№</w:t>
            </w:r>
          </w:p>
          <w:p w:rsidR="001966AF" w:rsidRPr="00046463" w:rsidRDefault="001966AF" w:rsidP="00111BFB">
            <w:pPr>
              <w:jc w:val="center"/>
            </w:pPr>
            <w:r w:rsidRPr="00046463">
              <w:t>п/п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Наименование проводимых мероприятий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Сроки исполнения</w:t>
            </w:r>
          </w:p>
        </w:tc>
        <w:tc>
          <w:tcPr>
            <w:tcW w:w="306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Исполнители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1.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 xml:space="preserve">Организация информирования населения на подведомственных территориях о метеоусловиях, о состоянии льда на водных объектах 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апрель,</w:t>
            </w:r>
          </w:p>
          <w:p w:rsidR="001966AF" w:rsidRPr="00046463" w:rsidRDefault="001966AF" w:rsidP="00111BFB">
            <w:pPr>
              <w:jc w:val="center"/>
            </w:pPr>
            <w:r w:rsidRPr="00046463">
              <w:t>ноябрь-декабрь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111BFB">
            <w:pPr>
              <w:jc w:val="center"/>
            </w:pPr>
            <w:r>
              <w:t xml:space="preserve">специалист </w:t>
            </w:r>
          </w:p>
          <w:p w:rsidR="001966AF" w:rsidRPr="00046463" w:rsidRDefault="001966AF" w:rsidP="00111BFB">
            <w:pPr>
              <w:jc w:val="center"/>
            </w:pPr>
            <w:r>
              <w:t>Харитонова   Е. А.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2.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 xml:space="preserve">Осуществление комплекса мероприятий, направленных на недопущение выхода людей и выезда автомобильного транспорта на лед  на водных объектах (установка запрещающих знаков и информационных щитов о запрещении выхода (выезда) на лед, обваловка снегом береговой </w:t>
            </w:r>
            <w:r>
              <w:t xml:space="preserve"> </w:t>
            </w:r>
            <w:r w:rsidRPr="00046463">
              <w:t>полосы)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апрель,</w:t>
            </w:r>
          </w:p>
          <w:p w:rsidR="001966AF" w:rsidRPr="00046463" w:rsidRDefault="001966AF" w:rsidP="00111BFB">
            <w:pPr>
              <w:jc w:val="center"/>
            </w:pPr>
            <w:r w:rsidRPr="00046463">
              <w:t>ноябрь-декабрь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474CC0">
            <w:pPr>
              <w:jc w:val="center"/>
            </w:pPr>
            <w:r>
              <w:t>Глава  поселения,</w:t>
            </w:r>
            <w:r w:rsidRPr="00046463">
              <w:t xml:space="preserve"> </w:t>
            </w:r>
            <w:r>
              <w:t xml:space="preserve">специалист  Харитонова </w:t>
            </w:r>
          </w:p>
          <w:p w:rsidR="001966AF" w:rsidRPr="00046463" w:rsidRDefault="001966AF" w:rsidP="00474CC0">
            <w:pPr>
              <w:jc w:val="center"/>
            </w:pPr>
            <w:r>
              <w:t>Е. А.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3.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>Организация и проведение комплекса необходимых профилактических мероприятий, направленных на обеспечение безопасности людей на подведомственных территориях на водных объектах во время прохождения весеннего паводка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апрель-май</w:t>
            </w:r>
          </w:p>
          <w:p w:rsidR="001966AF" w:rsidRPr="00046463" w:rsidRDefault="001966AF" w:rsidP="00111BFB">
            <w:pPr>
              <w:jc w:val="center"/>
            </w:pPr>
          </w:p>
        </w:tc>
        <w:tc>
          <w:tcPr>
            <w:tcW w:w="3060" w:type="dxa"/>
            <w:shd w:val="clear" w:color="000000" w:fill="FFFFFF"/>
          </w:tcPr>
          <w:p w:rsidR="001966AF" w:rsidRDefault="001966AF" w:rsidP="00111BFB">
            <w:pPr>
              <w:jc w:val="center"/>
            </w:pPr>
            <w:r>
              <w:t>Глава   поселения,</w:t>
            </w:r>
          </w:p>
          <w:p w:rsidR="001966AF" w:rsidRDefault="001966AF" w:rsidP="00111BFB">
            <w:pPr>
              <w:jc w:val="center"/>
            </w:pPr>
            <w:r>
              <w:t xml:space="preserve">специалист  Харитонова </w:t>
            </w:r>
          </w:p>
          <w:p w:rsidR="001966AF" w:rsidRPr="00046463" w:rsidRDefault="001966AF" w:rsidP="00111BFB">
            <w:pPr>
              <w:jc w:val="center"/>
            </w:pPr>
            <w:r>
              <w:t>Е. А.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4.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>Организация и осуществление контроля за принятием необходимых мер по обеспечению безопасности людей в местах массового (неорганизованного) отдыха на водных объектах (выставление предупреждающих (запрещающих) знаков безопасности и информационных щитов о запрещении купания)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до 3 июня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A651BD">
            <w:pPr>
              <w:jc w:val="center"/>
            </w:pPr>
            <w:r>
              <w:t>Глава   поселения,</w:t>
            </w:r>
          </w:p>
          <w:p w:rsidR="001966AF" w:rsidRDefault="001966AF" w:rsidP="00A651BD">
            <w:pPr>
              <w:jc w:val="center"/>
            </w:pPr>
            <w:r>
              <w:t xml:space="preserve">специалист  Харитонова </w:t>
            </w:r>
          </w:p>
          <w:p w:rsidR="001966AF" w:rsidRPr="00046463" w:rsidRDefault="001966AF" w:rsidP="00A651BD">
            <w:pPr>
              <w:jc w:val="center"/>
            </w:pPr>
            <w:r>
              <w:t>Е. А.</w:t>
            </w:r>
            <w:r w:rsidRPr="00046463">
              <w:t xml:space="preserve"> 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5.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 xml:space="preserve">Осуществление контроля за  размещением «Уголков безопасности на воде» </w:t>
            </w:r>
            <w:r>
              <w:t>в</w:t>
            </w:r>
          </w:p>
          <w:p w:rsidR="001966AF" w:rsidRPr="00046463" w:rsidRDefault="001966AF" w:rsidP="00111BFB">
            <w:pPr>
              <w:jc w:val="both"/>
            </w:pPr>
            <w:r w:rsidRPr="00046463">
              <w:t xml:space="preserve">детских оздоровительных (спортивных) лагерей и </w:t>
            </w:r>
            <w:r>
              <w:t xml:space="preserve">  в </w:t>
            </w:r>
            <w:r w:rsidRPr="00046463">
              <w:t xml:space="preserve"> учебных заведениях 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до 28 июня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A651BD">
            <w:pPr>
              <w:jc w:val="center"/>
            </w:pPr>
            <w:r>
              <w:t>Глава   поселения,</w:t>
            </w:r>
          </w:p>
          <w:p w:rsidR="001966AF" w:rsidRDefault="001966AF" w:rsidP="00A651BD">
            <w:pPr>
              <w:jc w:val="center"/>
            </w:pPr>
            <w:r>
              <w:t>директор школы Юрьева</w:t>
            </w:r>
          </w:p>
          <w:p w:rsidR="001966AF" w:rsidRPr="00046463" w:rsidRDefault="001966AF" w:rsidP="00A651BD">
            <w:pPr>
              <w:jc w:val="center"/>
            </w:pPr>
            <w:r>
              <w:t xml:space="preserve"> Р. Р.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6.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>Проведение профилактических мероприятий по предупреждению гибели и травматизма людей на водных объектах, охране их жизни и здоровья (подготовка и распространение плакатов, па</w:t>
            </w:r>
            <w:r>
              <w:t xml:space="preserve">мяток, листовок, </w:t>
            </w:r>
            <w:r w:rsidRPr="00046463">
              <w:t>подготовка статей в  местной СМИ)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в течение года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A651BD">
            <w:pPr>
              <w:jc w:val="center"/>
            </w:pPr>
            <w:r>
              <w:t xml:space="preserve">специалист  Харитонова </w:t>
            </w:r>
          </w:p>
          <w:p w:rsidR="001966AF" w:rsidRPr="00046463" w:rsidRDefault="001966AF" w:rsidP="00A651BD">
            <w:pPr>
              <w:jc w:val="center"/>
            </w:pPr>
            <w:r>
              <w:t>Е. А.</w:t>
            </w:r>
          </w:p>
        </w:tc>
      </w:tr>
      <w:tr w:rsidR="001966AF" w:rsidRPr="00046463">
        <w:tc>
          <w:tcPr>
            <w:tcW w:w="594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>
              <w:t>7.</w:t>
            </w:r>
          </w:p>
        </w:tc>
        <w:tc>
          <w:tcPr>
            <w:tcW w:w="5274" w:type="dxa"/>
            <w:shd w:val="clear" w:color="000000" w:fill="FFFFFF"/>
          </w:tcPr>
          <w:p w:rsidR="001966AF" w:rsidRPr="00046463" w:rsidRDefault="001966AF" w:rsidP="00111BFB">
            <w:pPr>
              <w:jc w:val="both"/>
            </w:pPr>
            <w:r w:rsidRPr="00046463">
              <w:t>Анализ происшествий и несчастных случаев на водных объектах и принятие оперативных мер по их предупреждению</w:t>
            </w:r>
          </w:p>
        </w:tc>
        <w:tc>
          <w:tcPr>
            <w:tcW w:w="1620" w:type="dxa"/>
            <w:shd w:val="clear" w:color="000000" w:fill="FFFFFF"/>
          </w:tcPr>
          <w:p w:rsidR="001966AF" w:rsidRPr="00046463" w:rsidRDefault="001966AF" w:rsidP="00111BFB">
            <w:pPr>
              <w:jc w:val="center"/>
            </w:pPr>
            <w:r w:rsidRPr="00046463">
              <w:t>апрель, сентябрь</w:t>
            </w:r>
          </w:p>
        </w:tc>
        <w:tc>
          <w:tcPr>
            <w:tcW w:w="3060" w:type="dxa"/>
            <w:shd w:val="clear" w:color="000000" w:fill="FFFFFF"/>
          </w:tcPr>
          <w:p w:rsidR="001966AF" w:rsidRDefault="001966AF" w:rsidP="00F866DF">
            <w:pPr>
              <w:jc w:val="center"/>
            </w:pPr>
            <w:r>
              <w:t>Глава   поселения,</w:t>
            </w:r>
          </w:p>
          <w:p w:rsidR="001966AF" w:rsidRDefault="001966AF" w:rsidP="00F866DF">
            <w:pPr>
              <w:jc w:val="center"/>
            </w:pPr>
            <w:r>
              <w:t xml:space="preserve">специалист  Харитонова </w:t>
            </w:r>
          </w:p>
          <w:p w:rsidR="001966AF" w:rsidRPr="00046463" w:rsidRDefault="001966AF" w:rsidP="00F866DF">
            <w:pPr>
              <w:jc w:val="center"/>
            </w:pPr>
            <w:r>
              <w:t>Е. А.</w:t>
            </w:r>
            <w:r w:rsidRPr="00046463">
              <w:t xml:space="preserve"> </w:t>
            </w:r>
          </w:p>
        </w:tc>
      </w:tr>
    </w:tbl>
    <w:p w:rsidR="001966AF" w:rsidRPr="00046463" w:rsidRDefault="001966AF" w:rsidP="00F269DC"/>
    <w:sectPr w:rsidR="001966AF" w:rsidRPr="00046463" w:rsidSect="00046463">
      <w:pgSz w:w="11906" w:h="16838"/>
      <w:pgMar w:top="567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2587C"/>
    <w:multiLevelType w:val="multilevel"/>
    <w:tmpl w:val="6742E0A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9DC"/>
    <w:rsid w:val="000009B0"/>
    <w:rsid w:val="00000BF9"/>
    <w:rsid w:val="00001C8F"/>
    <w:rsid w:val="00002D0D"/>
    <w:rsid w:val="00003D9A"/>
    <w:rsid w:val="000056C7"/>
    <w:rsid w:val="0000728B"/>
    <w:rsid w:val="00007D2D"/>
    <w:rsid w:val="00007E63"/>
    <w:rsid w:val="00011650"/>
    <w:rsid w:val="0001238B"/>
    <w:rsid w:val="000144CB"/>
    <w:rsid w:val="00014A47"/>
    <w:rsid w:val="00016A9C"/>
    <w:rsid w:val="00017470"/>
    <w:rsid w:val="00017961"/>
    <w:rsid w:val="0002021C"/>
    <w:rsid w:val="000225FD"/>
    <w:rsid w:val="000249B3"/>
    <w:rsid w:val="00025162"/>
    <w:rsid w:val="00025998"/>
    <w:rsid w:val="00026C4E"/>
    <w:rsid w:val="0002747D"/>
    <w:rsid w:val="0003023C"/>
    <w:rsid w:val="000302FA"/>
    <w:rsid w:val="00030909"/>
    <w:rsid w:val="00030BDE"/>
    <w:rsid w:val="000314CF"/>
    <w:rsid w:val="00031608"/>
    <w:rsid w:val="00032EC6"/>
    <w:rsid w:val="00033E96"/>
    <w:rsid w:val="00036168"/>
    <w:rsid w:val="00037F5D"/>
    <w:rsid w:val="00040D34"/>
    <w:rsid w:val="000413C6"/>
    <w:rsid w:val="00041A24"/>
    <w:rsid w:val="000428A6"/>
    <w:rsid w:val="00042CFF"/>
    <w:rsid w:val="0004509C"/>
    <w:rsid w:val="00045DBC"/>
    <w:rsid w:val="0004638A"/>
    <w:rsid w:val="00046463"/>
    <w:rsid w:val="00046985"/>
    <w:rsid w:val="000519D3"/>
    <w:rsid w:val="00053279"/>
    <w:rsid w:val="00053867"/>
    <w:rsid w:val="00053F4D"/>
    <w:rsid w:val="000543F8"/>
    <w:rsid w:val="00054AB1"/>
    <w:rsid w:val="00060717"/>
    <w:rsid w:val="000610EF"/>
    <w:rsid w:val="000652B8"/>
    <w:rsid w:val="00065473"/>
    <w:rsid w:val="00067D64"/>
    <w:rsid w:val="0007040C"/>
    <w:rsid w:val="00070754"/>
    <w:rsid w:val="000709E1"/>
    <w:rsid w:val="00071DDA"/>
    <w:rsid w:val="00074FDA"/>
    <w:rsid w:val="00076C6E"/>
    <w:rsid w:val="0008013C"/>
    <w:rsid w:val="00080483"/>
    <w:rsid w:val="00081200"/>
    <w:rsid w:val="000838B9"/>
    <w:rsid w:val="000843DA"/>
    <w:rsid w:val="00084D77"/>
    <w:rsid w:val="00086A15"/>
    <w:rsid w:val="000874A7"/>
    <w:rsid w:val="00093F7E"/>
    <w:rsid w:val="00095CC2"/>
    <w:rsid w:val="00096B57"/>
    <w:rsid w:val="00097B4E"/>
    <w:rsid w:val="000A0396"/>
    <w:rsid w:val="000A0A82"/>
    <w:rsid w:val="000A1324"/>
    <w:rsid w:val="000A1DD6"/>
    <w:rsid w:val="000A207A"/>
    <w:rsid w:val="000A3A7E"/>
    <w:rsid w:val="000A42E7"/>
    <w:rsid w:val="000A5BB1"/>
    <w:rsid w:val="000A796E"/>
    <w:rsid w:val="000B0B4A"/>
    <w:rsid w:val="000B0BC2"/>
    <w:rsid w:val="000B1402"/>
    <w:rsid w:val="000B17BE"/>
    <w:rsid w:val="000B1E13"/>
    <w:rsid w:val="000B28AC"/>
    <w:rsid w:val="000B4687"/>
    <w:rsid w:val="000B75F4"/>
    <w:rsid w:val="000C0823"/>
    <w:rsid w:val="000C0D7D"/>
    <w:rsid w:val="000C0E13"/>
    <w:rsid w:val="000C1031"/>
    <w:rsid w:val="000C33C4"/>
    <w:rsid w:val="000C3CEB"/>
    <w:rsid w:val="000C451B"/>
    <w:rsid w:val="000C5504"/>
    <w:rsid w:val="000C6C9E"/>
    <w:rsid w:val="000D0E24"/>
    <w:rsid w:val="000D108A"/>
    <w:rsid w:val="000D169B"/>
    <w:rsid w:val="000D18C7"/>
    <w:rsid w:val="000D29F8"/>
    <w:rsid w:val="000D2E74"/>
    <w:rsid w:val="000D4538"/>
    <w:rsid w:val="000D5C48"/>
    <w:rsid w:val="000E23E8"/>
    <w:rsid w:val="000E29E7"/>
    <w:rsid w:val="000E2A27"/>
    <w:rsid w:val="000E3697"/>
    <w:rsid w:val="000F0FFE"/>
    <w:rsid w:val="000F1B2F"/>
    <w:rsid w:val="000F2087"/>
    <w:rsid w:val="000F2630"/>
    <w:rsid w:val="000F29F5"/>
    <w:rsid w:val="000F6054"/>
    <w:rsid w:val="000F67D3"/>
    <w:rsid w:val="000F7127"/>
    <w:rsid w:val="000F7B27"/>
    <w:rsid w:val="0010098E"/>
    <w:rsid w:val="00101C33"/>
    <w:rsid w:val="00103993"/>
    <w:rsid w:val="001048FC"/>
    <w:rsid w:val="00105EE4"/>
    <w:rsid w:val="00110C63"/>
    <w:rsid w:val="00111BFB"/>
    <w:rsid w:val="001121E6"/>
    <w:rsid w:val="00112579"/>
    <w:rsid w:val="00113230"/>
    <w:rsid w:val="001141F7"/>
    <w:rsid w:val="0011434D"/>
    <w:rsid w:val="001146B8"/>
    <w:rsid w:val="001161CA"/>
    <w:rsid w:val="00116C39"/>
    <w:rsid w:val="00117473"/>
    <w:rsid w:val="00124067"/>
    <w:rsid w:val="00127374"/>
    <w:rsid w:val="001329E9"/>
    <w:rsid w:val="00133803"/>
    <w:rsid w:val="00134691"/>
    <w:rsid w:val="00135591"/>
    <w:rsid w:val="00135959"/>
    <w:rsid w:val="00137980"/>
    <w:rsid w:val="00137C60"/>
    <w:rsid w:val="001405BE"/>
    <w:rsid w:val="00140CE8"/>
    <w:rsid w:val="00151D13"/>
    <w:rsid w:val="00152146"/>
    <w:rsid w:val="001523BF"/>
    <w:rsid w:val="001533A9"/>
    <w:rsid w:val="00153BA8"/>
    <w:rsid w:val="0015436B"/>
    <w:rsid w:val="00155101"/>
    <w:rsid w:val="001553DF"/>
    <w:rsid w:val="00156E4B"/>
    <w:rsid w:val="00157C78"/>
    <w:rsid w:val="001602F9"/>
    <w:rsid w:val="001639AF"/>
    <w:rsid w:val="001650DD"/>
    <w:rsid w:val="00165395"/>
    <w:rsid w:val="00166C2A"/>
    <w:rsid w:val="001672CD"/>
    <w:rsid w:val="00171F6C"/>
    <w:rsid w:val="001720AD"/>
    <w:rsid w:val="00172BB7"/>
    <w:rsid w:val="00173399"/>
    <w:rsid w:val="00173AB8"/>
    <w:rsid w:val="0017485A"/>
    <w:rsid w:val="00174933"/>
    <w:rsid w:val="00174B85"/>
    <w:rsid w:val="00181460"/>
    <w:rsid w:val="00181BEC"/>
    <w:rsid w:val="00181E1F"/>
    <w:rsid w:val="00183263"/>
    <w:rsid w:val="00184B23"/>
    <w:rsid w:val="001859B9"/>
    <w:rsid w:val="00190DAB"/>
    <w:rsid w:val="00191200"/>
    <w:rsid w:val="00191591"/>
    <w:rsid w:val="001915D0"/>
    <w:rsid w:val="00192236"/>
    <w:rsid w:val="001942F6"/>
    <w:rsid w:val="00195224"/>
    <w:rsid w:val="001955D5"/>
    <w:rsid w:val="00196182"/>
    <w:rsid w:val="001966AF"/>
    <w:rsid w:val="00196D80"/>
    <w:rsid w:val="001971CA"/>
    <w:rsid w:val="001A06C5"/>
    <w:rsid w:val="001A0D8E"/>
    <w:rsid w:val="001A5051"/>
    <w:rsid w:val="001A51C4"/>
    <w:rsid w:val="001A6028"/>
    <w:rsid w:val="001B079C"/>
    <w:rsid w:val="001B1743"/>
    <w:rsid w:val="001B1AC5"/>
    <w:rsid w:val="001B21FD"/>
    <w:rsid w:val="001B282C"/>
    <w:rsid w:val="001B3658"/>
    <w:rsid w:val="001B5B7B"/>
    <w:rsid w:val="001B6A05"/>
    <w:rsid w:val="001C19B3"/>
    <w:rsid w:val="001C2DCC"/>
    <w:rsid w:val="001C76D1"/>
    <w:rsid w:val="001C7ACB"/>
    <w:rsid w:val="001D53C9"/>
    <w:rsid w:val="001D66E6"/>
    <w:rsid w:val="001D6E36"/>
    <w:rsid w:val="001D731A"/>
    <w:rsid w:val="001D732B"/>
    <w:rsid w:val="001E224B"/>
    <w:rsid w:val="001E2D0F"/>
    <w:rsid w:val="001E4405"/>
    <w:rsid w:val="001E4B64"/>
    <w:rsid w:val="001E525E"/>
    <w:rsid w:val="001E5CE3"/>
    <w:rsid w:val="001E641F"/>
    <w:rsid w:val="001E6C29"/>
    <w:rsid w:val="001F0303"/>
    <w:rsid w:val="001F1E30"/>
    <w:rsid w:val="001F1F7F"/>
    <w:rsid w:val="001F5C2F"/>
    <w:rsid w:val="001F5CC2"/>
    <w:rsid w:val="001F6D64"/>
    <w:rsid w:val="001F7859"/>
    <w:rsid w:val="001F78AA"/>
    <w:rsid w:val="00200C80"/>
    <w:rsid w:val="00200CA6"/>
    <w:rsid w:val="002023BA"/>
    <w:rsid w:val="0020398B"/>
    <w:rsid w:val="00207517"/>
    <w:rsid w:val="002077B1"/>
    <w:rsid w:val="0021023F"/>
    <w:rsid w:val="002105A2"/>
    <w:rsid w:val="00210FDE"/>
    <w:rsid w:val="002118BB"/>
    <w:rsid w:val="00212978"/>
    <w:rsid w:val="00213B6E"/>
    <w:rsid w:val="00215306"/>
    <w:rsid w:val="00216368"/>
    <w:rsid w:val="00216B61"/>
    <w:rsid w:val="002205AB"/>
    <w:rsid w:val="00220AAE"/>
    <w:rsid w:val="00220AEE"/>
    <w:rsid w:val="00220ED8"/>
    <w:rsid w:val="00225D7D"/>
    <w:rsid w:val="002261F8"/>
    <w:rsid w:val="00226866"/>
    <w:rsid w:val="00227248"/>
    <w:rsid w:val="0023158E"/>
    <w:rsid w:val="0023164D"/>
    <w:rsid w:val="00232030"/>
    <w:rsid w:val="0023338B"/>
    <w:rsid w:val="0023376F"/>
    <w:rsid w:val="00234061"/>
    <w:rsid w:val="002341AA"/>
    <w:rsid w:val="00235BB5"/>
    <w:rsid w:val="00237445"/>
    <w:rsid w:val="00237E3E"/>
    <w:rsid w:val="00237ED2"/>
    <w:rsid w:val="00240B08"/>
    <w:rsid w:val="00240FE4"/>
    <w:rsid w:val="0024131E"/>
    <w:rsid w:val="00242100"/>
    <w:rsid w:val="00244938"/>
    <w:rsid w:val="00246612"/>
    <w:rsid w:val="00246D6A"/>
    <w:rsid w:val="00247693"/>
    <w:rsid w:val="002506C6"/>
    <w:rsid w:val="002507A5"/>
    <w:rsid w:val="00250DC9"/>
    <w:rsid w:val="00252F84"/>
    <w:rsid w:val="00253580"/>
    <w:rsid w:val="002542B2"/>
    <w:rsid w:val="00256675"/>
    <w:rsid w:val="00260778"/>
    <w:rsid w:val="002627A7"/>
    <w:rsid w:val="002643E6"/>
    <w:rsid w:val="00264CCA"/>
    <w:rsid w:val="00264E88"/>
    <w:rsid w:val="00265F92"/>
    <w:rsid w:val="00270EB1"/>
    <w:rsid w:val="0027582E"/>
    <w:rsid w:val="00276C49"/>
    <w:rsid w:val="00282A06"/>
    <w:rsid w:val="00283565"/>
    <w:rsid w:val="002849CC"/>
    <w:rsid w:val="00286252"/>
    <w:rsid w:val="00286948"/>
    <w:rsid w:val="00286A0A"/>
    <w:rsid w:val="0028710D"/>
    <w:rsid w:val="00287B35"/>
    <w:rsid w:val="002917B1"/>
    <w:rsid w:val="00293E19"/>
    <w:rsid w:val="00294332"/>
    <w:rsid w:val="0029456D"/>
    <w:rsid w:val="00295BFC"/>
    <w:rsid w:val="00297090"/>
    <w:rsid w:val="002976C3"/>
    <w:rsid w:val="00297720"/>
    <w:rsid w:val="002A05E9"/>
    <w:rsid w:val="002A12AD"/>
    <w:rsid w:val="002A17AD"/>
    <w:rsid w:val="002A1851"/>
    <w:rsid w:val="002A2350"/>
    <w:rsid w:val="002A3B6D"/>
    <w:rsid w:val="002A503C"/>
    <w:rsid w:val="002A62B3"/>
    <w:rsid w:val="002B0AE7"/>
    <w:rsid w:val="002B0B7F"/>
    <w:rsid w:val="002B1327"/>
    <w:rsid w:val="002B16C4"/>
    <w:rsid w:val="002B1C02"/>
    <w:rsid w:val="002B1CB8"/>
    <w:rsid w:val="002B2820"/>
    <w:rsid w:val="002B2897"/>
    <w:rsid w:val="002B2BC3"/>
    <w:rsid w:val="002B3580"/>
    <w:rsid w:val="002B5D5B"/>
    <w:rsid w:val="002B6241"/>
    <w:rsid w:val="002B7C48"/>
    <w:rsid w:val="002C01A6"/>
    <w:rsid w:val="002C0A28"/>
    <w:rsid w:val="002C1485"/>
    <w:rsid w:val="002C1F88"/>
    <w:rsid w:val="002C5B87"/>
    <w:rsid w:val="002C5C08"/>
    <w:rsid w:val="002C5FAD"/>
    <w:rsid w:val="002C6236"/>
    <w:rsid w:val="002D13F8"/>
    <w:rsid w:val="002D1B34"/>
    <w:rsid w:val="002D1F29"/>
    <w:rsid w:val="002D228B"/>
    <w:rsid w:val="002D3E8F"/>
    <w:rsid w:val="002D459F"/>
    <w:rsid w:val="002D4FBB"/>
    <w:rsid w:val="002D52EF"/>
    <w:rsid w:val="002D6CC9"/>
    <w:rsid w:val="002D6FCC"/>
    <w:rsid w:val="002D7DB8"/>
    <w:rsid w:val="002E0749"/>
    <w:rsid w:val="002E0810"/>
    <w:rsid w:val="002E0852"/>
    <w:rsid w:val="002E093B"/>
    <w:rsid w:val="002E142E"/>
    <w:rsid w:val="002E3C80"/>
    <w:rsid w:val="002E46B1"/>
    <w:rsid w:val="002E5062"/>
    <w:rsid w:val="002F099E"/>
    <w:rsid w:val="002F0B7D"/>
    <w:rsid w:val="002F1537"/>
    <w:rsid w:val="002F23A9"/>
    <w:rsid w:val="002F26DF"/>
    <w:rsid w:val="002F2B88"/>
    <w:rsid w:val="002F2D08"/>
    <w:rsid w:val="002F2F54"/>
    <w:rsid w:val="002F32B1"/>
    <w:rsid w:val="002F3CEE"/>
    <w:rsid w:val="002F3DCE"/>
    <w:rsid w:val="002F4A96"/>
    <w:rsid w:val="002F6768"/>
    <w:rsid w:val="003002E6"/>
    <w:rsid w:val="00300E4A"/>
    <w:rsid w:val="0030144D"/>
    <w:rsid w:val="00302868"/>
    <w:rsid w:val="00303949"/>
    <w:rsid w:val="0030399A"/>
    <w:rsid w:val="00306464"/>
    <w:rsid w:val="00307ACA"/>
    <w:rsid w:val="003125EA"/>
    <w:rsid w:val="003134E1"/>
    <w:rsid w:val="00313855"/>
    <w:rsid w:val="003157E5"/>
    <w:rsid w:val="00316043"/>
    <w:rsid w:val="00316077"/>
    <w:rsid w:val="00317C97"/>
    <w:rsid w:val="00320A43"/>
    <w:rsid w:val="0032138D"/>
    <w:rsid w:val="0032174A"/>
    <w:rsid w:val="00322051"/>
    <w:rsid w:val="00323B64"/>
    <w:rsid w:val="0032479F"/>
    <w:rsid w:val="003251CB"/>
    <w:rsid w:val="00325A32"/>
    <w:rsid w:val="00331339"/>
    <w:rsid w:val="00332DEC"/>
    <w:rsid w:val="00332FBF"/>
    <w:rsid w:val="00334037"/>
    <w:rsid w:val="003343B7"/>
    <w:rsid w:val="00334428"/>
    <w:rsid w:val="00334CCF"/>
    <w:rsid w:val="003354B2"/>
    <w:rsid w:val="00336469"/>
    <w:rsid w:val="003365A1"/>
    <w:rsid w:val="0033676F"/>
    <w:rsid w:val="00336B9A"/>
    <w:rsid w:val="003370E1"/>
    <w:rsid w:val="00337717"/>
    <w:rsid w:val="00337C95"/>
    <w:rsid w:val="00340535"/>
    <w:rsid w:val="00340B10"/>
    <w:rsid w:val="00343B34"/>
    <w:rsid w:val="00343E0A"/>
    <w:rsid w:val="003446A3"/>
    <w:rsid w:val="00345168"/>
    <w:rsid w:val="00345EC9"/>
    <w:rsid w:val="003468EB"/>
    <w:rsid w:val="00346A0E"/>
    <w:rsid w:val="00350C25"/>
    <w:rsid w:val="00350CE8"/>
    <w:rsid w:val="003512E9"/>
    <w:rsid w:val="00351B82"/>
    <w:rsid w:val="00351DFA"/>
    <w:rsid w:val="003560F2"/>
    <w:rsid w:val="00356BB9"/>
    <w:rsid w:val="00363BC6"/>
    <w:rsid w:val="00363CFC"/>
    <w:rsid w:val="00364551"/>
    <w:rsid w:val="00364578"/>
    <w:rsid w:val="003659CA"/>
    <w:rsid w:val="00366164"/>
    <w:rsid w:val="003709AC"/>
    <w:rsid w:val="0037188E"/>
    <w:rsid w:val="00371A3D"/>
    <w:rsid w:val="00372983"/>
    <w:rsid w:val="003738FC"/>
    <w:rsid w:val="003769C6"/>
    <w:rsid w:val="00377017"/>
    <w:rsid w:val="003776DF"/>
    <w:rsid w:val="00380414"/>
    <w:rsid w:val="00380F3A"/>
    <w:rsid w:val="0038180D"/>
    <w:rsid w:val="00382572"/>
    <w:rsid w:val="003834B9"/>
    <w:rsid w:val="00383B9B"/>
    <w:rsid w:val="003847C5"/>
    <w:rsid w:val="00387A6A"/>
    <w:rsid w:val="00390B61"/>
    <w:rsid w:val="00390F58"/>
    <w:rsid w:val="00392132"/>
    <w:rsid w:val="00392D45"/>
    <w:rsid w:val="00395258"/>
    <w:rsid w:val="00395C3C"/>
    <w:rsid w:val="003960A9"/>
    <w:rsid w:val="003961F3"/>
    <w:rsid w:val="003966EF"/>
    <w:rsid w:val="00397308"/>
    <w:rsid w:val="00397EDA"/>
    <w:rsid w:val="003A0B7A"/>
    <w:rsid w:val="003A1A46"/>
    <w:rsid w:val="003A2230"/>
    <w:rsid w:val="003A340C"/>
    <w:rsid w:val="003A51AD"/>
    <w:rsid w:val="003A5DE7"/>
    <w:rsid w:val="003B26DA"/>
    <w:rsid w:val="003B2B1B"/>
    <w:rsid w:val="003B2E3D"/>
    <w:rsid w:val="003B57DB"/>
    <w:rsid w:val="003C1A2E"/>
    <w:rsid w:val="003C3F8E"/>
    <w:rsid w:val="003C412B"/>
    <w:rsid w:val="003C4698"/>
    <w:rsid w:val="003C4E34"/>
    <w:rsid w:val="003C51CA"/>
    <w:rsid w:val="003C55D9"/>
    <w:rsid w:val="003C63D1"/>
    <w:rsid w:val="003D1B86"/>
    <w:rsid w:val="003D2077"/>
    <w:rsid w:val="003D2713"/>
    <w:rsid w:val="003D27C0"/>
    <w:rsid w:val="003D384A"/>
    <w:rsid w:val="003D6650"/>
    <w:rsid w:val="003D6990"/>
    <w:rsid w:val="003E0440"/>
    <w:rsid w:val="003E32E8"/>
    <w:rsid w:val="003E3F15"/>
    <w:rsid w:val="003E451F"/>
    <w:rsid w:val="003E63C5"/>
    <w:rsid w:val="003E6C20"/>
    <w:rsid w:val="003E74CB"/>
    <w:rsid w:val="003F1840"/>
    <w:rsid w:val="003F1AF8"/>
    <w:rsid w:val="003F3EA0"/>
    <w:rsid w:val="003F5314"/>
    <w:rsid w:val="003F56C9"/>
    <w:rsid w:val="003F6BF6"/>
    <w:rsid w:val="003F7840"/>
    <w:rsid w:val="0040107E"/>
    <w:rsid w:val="00401E62"/>
    <w:rsid w:val="00403033"/>
    <w:rsid w:val="00404127"/>
    <w:rsid w:val="0040467E"/>
    <w:rsid w:val="0040468C"/>
    <w:rsid w:val="00404CBD"/>
    <w:rsid w:val="00404F91"/>
    <w:rsid w:val="00405636"/>
    <w:rsid w:val="00406AE6"/>
    <w:rsid w:val="00410953"/>
    <w:rsid w:val="00411645"/>
    <w:rsid w:val="004116AD"/>
    <w:rsid w:val="004127A8"/>
    <w:rsid w:val="004135A2"/>
    <w:rsid w:val="00413821"/>
    <w:rsid w:val="00413FCB"/>
    <w:rsid w:val="004149CF"/>
    <w:rsid w:val="0041591B"/>
    <w:rsid w:val="00415A5E"/>
    <w:rsid w:val="00415E10"/>
    <w:rsid w:val="00416062"/>
    <w:rsid w:val="00416AF1"/>
    <w:rsid w:val="00417A69"/>
    <w:rsid w:val="0042105F"/>
    <w:rsid w:val="00422037"/>
    <w:rsid w:val="0042548C"/>
    <w:rsid w:val="00427576"/>
    <w:rsid w:val="00434580"/>
    <w:rsid w:val="004349F9"/>
    <w:rsid w:val="00435398"/>
    <w:rsid w:val="00435B15"/>
    <w:rsid w:val="004366DF"/>
    <w:rsid w:val="00441293"/>
    <w:rsid w:val="00443FAD"/>
    <w:rsid w:val="00444156"/>
    <w:rsid w:val="004468E2"/>
    <w:rsid w:val="004470D5"/>
    <w:rsid w:val="004473AA"/>
    <w:rsid w:val="0045115B"/>
    <w:rsid w:val="00451419"/>
    <w:rsid w:val="00451CF0"/>
    <w:rsid w:val="0045358B"/>
    <w:rsid w:val="00454FA1"/>
    <w:rsid w:val="00456689"/>
    <w:rsid w:val="004568B9"/>
    <w:rsid w:val="00457671"/>
    <w:rsid w:val="00462449"/>
    <w:rsid w:val="00462FA2"/>
    <w:rsid w:val="00466B79"/>
    <w:rsid w:val="00467CE1"/>
    <w:rsid w:val="0047172C"/>
    <w:rsid w:val="00471E9F"/>
    <w:rsid w:val="0047256B"/>
    <w:rsid w:val="00472F74"/>
    <w:rsid w:val="00474A8C"/>
    <w:rsid w:val="00474CC0"/>
    <w:rsid w:val="00475858"/>
    <w:rsid w:val="00475E8F"/>
    <w:rsid w:val="00480AB9"/>
    <w:rsid w:val="004810C3"/>
    <w:rsid w:val="00481C99"/>
    <w:rsid w:val="00481CB6"/>
    <w:rsid w:val="004829D4"/>
    <w:rsid w:val="0048303E"/>
    <w:rsid w:val="0048339C"/>
    <w:rsid w:val="00485AFB"/>
    <w:rsid w:val="00485F91"/>
    <w:rsid w:val="00487C3F"/>
    <w:rsid w:val="0049134B"/>
    <w:rsid w:val="00491689"/>
    <w:rsid w:val="00495FA0"/>
    <w:rsid w:val="004A00BD"/>
    <w:rsid w:val="004A0AD7"/>
    <w:rsid w:val="004A0DC9"/>
    <w:rsid w:val="004A21FC"/>
    <w:rsid w:val="004A228C"/>
    <w:rsid w:val="004A384B"/>
    <w:rsid w:val="004A389F"/>
    <w:rsid w:val="004A3E42"/>
    <w:rsid w:val="004A47BC"/>
    <w:rsid w:val="004A57F9"/>
    <w:rsid w:val="004A7C78"/>
    <w:rsid w:val="004A7E74"/>
    <w:rsid w:val="004B1B08"/>
    <w:rsid w:val="004B2212"/>
    <w:rsid w:val="004B27D4"/>
    <w:rsid w:val="004B4B07"/>
    <w:rsid w:val="004B5428"/>
    <w:rsid w:val="004B6B19"/>
    <w:rsid w:val="004B7101"/>
    <w:rsid w:val="004B7CF3"/>
    <w:rsid w:val="004C0281"/>
    <w:rsid w:val="004C17F0"/>
    <w:rsid w:val="004C1D68"/>
    <w:rsid w:val="004C2096"/>
    <w:rsid w:val="004C2645"/>
    <w:rsid w:val="004C26D4"/>
    <w:rsid w:val="004C310B"/>
    <w:rsid w:val="004C5801"/>
    <w:rsid w:val="004C59B1"/>
    <w:rsid w:val="004C670C"/>
    <w:rsid w:val="004D00A7"/>
    <w:rsid w:val="004D0916"/>
    <w:rsid w:val="004D0938"/>
    <w:rsid w:val="004D0FF4"/>
    <w:rsid w:val="004D1B35"/>
    <w:rsid w:val="004D1F9F"/>
    <w:rsid w:val="004D26C3"/>
    <w:rsid w:val="004D3BF8"/>
    <w:rsid w:val="004D5046"/>
    <w:rsid w:val="004D5829"/>
    <w:rsid w:val="004D641F"/>
    <w:rsid w:val="004D7B44"/>
    <w:rsid w:val="004D7FCA"/>
    <w:rsid w:val="004E0158"/>
    <w:rsid w:val="004E0D8C"/>
    <w:rsid w:val="004E1315"/>
    <w:rsid w:val="004E19AA"/>
    <w:rsid w:val="004E4A48"/>
    <w:rsid w:val="004E4D0D"/>
    <w:rsid w:val="004E5A32"/>
    <w:rsid w:val="004E6956"/>
    <w:rsid w:val="004E6E23"/>
    <w:rsid w:val="004E72C9"/>
    <w:rsid w:val="004E7C59"/>
    <w:rsid w:val="004F04BE"/>
    <w:rsid w:val="004F11C2"/>
    <w:rsid w:val="004F1B40"/>
    <w:rsid w:val="004F395A"/>
    <w:rsid w:val="004F39C4"/>
    <w:rsid w:val="004F4D40"/>
    <w:rsid w:val="004F7C17"/>
    <w:rsid w:val="00500C91"/>
    <w:rsid w:val="00501F1F"/>
    <w:rsid w:val="0050387F"/>
    <w:rsid w:val="00503E1F"/>
    <w:rsid w:val="005047A5"/>
    <w:rsid w:val="005049BC"/>
    <w:rsid w:val="00505FBA"/>
    <w:rsid w:val="00506A44"/>
    <w:rsid w:val="00506E02"/>
    <w:rsid w:val="00507973"/>
    <w:rsid w:val="005079B9"/>
    <w:rsid w:val="00507C86"/>
    <w:rsid w:val="00510208"/>
    <w:rsid w:val="00510621"/>
    <w:rsid w:val="005107C7"/>
    <w:rsid w:val="00511669"/>
    <w:rsid w:val="00512182"/>
    <w:rsid w:val="005124B1"/>
    <w:rsid w:val="00512656"/>
    <w:rsid w:val="00512AF3"/>
    <w:rsid w:val="00512C88"/>
    <w:rsid w:val="005132C5"/>
    <w:rsid w:val="005144FA"/>
    <w:rsid w:val="005146E6"/>
    <w:rsid w:val="0051559E"/>
    <w:rsid w:val="0051630F"/>
    <w:rsid w:val="00516B29"/>
    <w:rsid w:val="00516C17"/>
    <w:rsid w:val="00516FF8"/>
    <w:rsid w:val="00517DDE"/>
    <w:rsid w:val="005226F9"/>
    <w:rsid w:val="00522AE1"/>
    <w:rsid w:val="00523952"/>
    <w:rsid w:val="0052462E"/>
    <w:rsid w:val="005252D9"/>
    <w:rsid w:val="00530B53"/>
    <w:rsid w:val="00531DD7"/>
    <w:rsid w:val="00533CA8"/>
    <w:rsid w:val="005343D1"/>
    <w:rsid w:val="005404FB"/>
    <w:rsid w:val="00540D19"/>
    <w:rsid w:val="00542540"/>
    <w:rsid w:val="005425B4"/>
    <w:rsid w:val="005446BB"/>
    <w:rsid w:val="005456C4"/>
    <w:rsid w:val="00546CEB"/>
    <w:rsid w:val="00547476"/>
    <w:rsid w:val="00547EB9"/>
    <w:rsid w:val="00550DAE"/>
    <w:rsid w:val="00550ED6"/>
    <w:rsid w:val="00552145"/>
    <w:rsid w:val="0055277B"/>
    <w:rsid w:val="005535A8"/>
    <w:rsid w:val="00557607"/>
    <w:rsid w:val="00557A62"/>
    <w:rsid w:val="00557EAD"/>
    <w:rsid w:val="005605D4"/>
    <w:rsid w:val="005627D5"/>
    <w:rsid w:val="005637C8"/>
    <w:rsid w:val="005651D3"/>
    <w:rsid w:val="005653B1"/>
    <w:rsid w:val="00565A59"/>
    <w:rsid w:val="0056699A"/>
    <w:rsid w:val="00566E9C"/>
    <w:rsid w:val="005700B2"/>
    <w:rsid w:val="00570732"/>
    <w:rsid w:val="005710E8"/>
    <w:rsid w:val="00572F20"/>
    <w:rsid w:val="00573873"/>
    <w:rsid w:val="0057490D"/>
    <w:rsid w:val="00574B83"/>
    <w:rsid w:val="00574FAA"/>
    <w:rsid w:val="00575575"/>
    <w:rsid w:val="00575D1F"/>
    <w:rsid w:val="00575E1F"/>
    <w:rsid w:val="00576370"/>
    <w:rsid w:val="0057789E"/>
    <w:rsid w:val="00580021"/>
    <w:rsid w:val="005807AF"/>
    <w:rsid w:val="00580AFA"/>
    <w:rsid w:val="005818D6"/>
    <w:rsid w:val="00581A93"/>
    <w:rsid w:val="00582199"/>
    <w:rsid w:val="00582757"/>
    <w:rsid w:val="00584FBE"/>
    <w:rsid w:val="00586180"/>
    <w:rsid w:val="00597B90"/>
    <w:rsid w:val="005A1601"/>
    <w:rsid w:val="005A25D7"/>
    <w:rsid w:val="005A3E92"/>
    <w:rsid w:val="005A416A"/>
    <w:rsid w:val="005A5686"/>
    <w:rsid w:val="005A5A79"/>
    <w:rsid w:val="005A655E"/>
    <w:rsid w:val="005A6613"/>
    <w:rsid w:val="005A6B64"/>
    <w:rsid w:val="005A76C4"/>
    <w:rsid w:val="005B1859"/>
    <w:rsid w:val="005B252C"/>
    <w:rsid w:val="005B2735"/>
    <w:rsid w:val="005B2D34"/>
    <w:rsid w:val="005B3DE6"/>
    <w:rsid w:val="005B3DFF"/>
    <w:rsid w:val="005B4E10"/>
    <w:rsid w:val="005B512C"/>
    <w:rsid w:val="005B7E6D"/>
    <w:rsid w:val="005C0EEB"/>
    <w:rsid w:val="005C22DB"/>
    <w:rsid w:val="005C3A1E"/>
    <w:rsid w:val="005C4BF0"/>
    <w:rsid w:val="005C5C8D"/>
    <w:rsid w:val="005C701C"/>
    <w:rsid w:val="005D09C8"/>
    <w:rsid w:val="005D12FC"/>
    <w:rsid w:val="005D1B64"/>
    <w:rsid w:val="005D27C7"/>
    <w:rsid w:val="005D35B6"/>
    <w:rsid w:val="005D3ED9"/>
    <w:rsid w:val="005D5065"/>
    <w:rsid w:val="005D5108"/>
    <w:rsid w:val="005D5359"/>
    <w:rsid w:val="005D5953"/>
    <w:rsid w:val="005D7ECC"/>
    <w:rsid w:val="005E017C"/>
    <w:rsid w:val="005E0306"/>
    <w:rsid w:val="005E06A2"/>
    <w:rsid w:val="005E0AA4"/>
    <w:rsid w:val="005E10EC"/>
    <w:rsid w:val="005E5AA9"/>
    <w:rsid w:val="005E7885"/>
    <w:rsid w:val="005E7ADA"/>
    <w:rsid w:val="005F021C"/>
    <w:rsid w:val="005F02A5"/>
    <w:rsid w:val="005F03DC"/>
    <w:rsid w:val="005F16BC"/>
    <w:rsid w:val="005F1ABE"/>
    <w:rsid w:val="005F2C9A"/>
    <w:rsid w:val="005F2EE4"/>
    <w:rsid w:val="005F313C"/>
    <w:rsid w:val="005F3DA9"/>
    <w:rsid w:val="005F3E68"/>
    <w:rsid w:val="005F4000"/>
    <w:rsid w:val="005F4AC4"/>
    <w:rsid w:val="005F639C"/>
    <w:rsid w:val="0060028A"/>
    <w:rsid w:val="00602307"/>
    <w:rsid w:val="00603BC5"/>
    <w:rsid w:val="00604FB4"/>
    <w:rsid w:val="0060529A"/>
    <w:rsid w:val="0060559A"/>
    <w:rsid w:val="00606C5A"/>
    <w:rsid w:val="00610111"/>
    <w:rsid w:val="00611200"/>
    <w:rsid w:val="0061469E"/>
    <w:rsid w:val="0061695E"/>
    <w:rsid w:val="006200D7"/>
    <w:rsid w:val="0062038C"/>
    <w:rsid w:val="00620740"/>
    <w:rsid w:val="00621A20"/>
    <w:rsid w:val="00621C85"/>
    <w:rsid w:val="0062488C"/>
    <w:rsid w:val="006248B5"/>
    <w:rsid w:val="00624DEB"/>
    <w:rsid w:val="00625714"/>
    <w:rsid w:val="006262AD"/>
    <w:rsid w:val="00627C84"/>
    <w:rsid w:val="0063000C"/>
    <w:rsid w:val="006306EE"/>
    <w:rsid w:val="006357BA"/>
    <w:rsid w:val="00636084"/>
    <w:rsid w:val="006363FA"/>
    <w:rsid w:val="00636C35"/>
    <w:rsid w:val="00641CEC"/>
    <w:rsid w:val="00641F54"/>
    <w:rsid w:val="0064354E"/>
    <w:rsid w:val="00643EA9"/>
    <w:rsid w:val="006449EF"/>
    <w:rsid w:val="00645820"/>
    <w:rsid w:val="00645A0B"/>
    <w:rsid w:val="00646BDC"/>
    <w:rsid w:val="00646E86"/>
    <w:rsid w:val="00647101"/>
    <w:rsid w:val="00647B88"/>
    <w:rsid w:val="00651663"/>
    <w:rsid w:val="00654027"/>
    <w:rsid w:val="00655733"/>
    <w:rsid w:val="00655C87"/>
    <w:rsid w:val="006578EB"/>
    <w:rsid w:val="006604C9"/>
    <w:rsid w:val="00660E05"/>
    <w:rsid w:val="006646B0"/>
    <w:rsid w:val="00665E7A"/>
    <w:rsid w:val="0066600F"/>
    <w:rsid w:val="006710B7"/>
    <w:rsid w:val="006712EB"/>
    <w:rsid w:val="00672020"/>
    <w:rsid w:val="00673852"/>
    <w:rsid w:val="006744FB"/>
    <w:rsid w:val="006745C6"/>
    <w:rsid w:val="006763E1"/>
    <w:rsid w:val="00676945"/>
    <w:rsid w:val="00677A72"/>
    <w:rsid w:val="00680B66"/>
    <w:rsid w:val="00680EE9"/>
    <w:rsid w:val="006810B8"/>
    <w:rsid w:val="006817B3"/>
    <w:rsid w:val="0068233C"/>
    <w:rsid w:val="00684D97"/>
    <w:rsid w:val="00685039"/>
    <w:rsid w:val="00687072"/>
    <w:rsid w:val="00687B07"/>
    <w:rsid w:val="00687B17"/>
    <w:rsid w:val="00687E3E"/>
    <w:rsid w:val="006922BE"/>
    <w:rsid w:val="006927FE"/>
    <w:rsid w:val="0069307C"/>
    <w:rsid w:val="0069380D"/>
    <w:rsid w:val="0069720A"/>
    <w:rsid w:val="00697BD1"/>
    <w:rsid w:val="006A08A4"/>
    <w:rsid w:val="006A2092"/>
    <w:rsid w:val="006A36DA"/>
    <w:rsid w:val="006B013B"/>
    <w:rsid w:val="006B0AD8"/>
    <w:rsid w:val="006B2F8D"/>
    <w:rsid w:val="006B587F"/>
    <w:rsid w:val="006B79F1"/>
    <w:rsid w:val="006C0C0D"/>
    <w:rsid w:val="006C201D"/>
    <w:rsid w:val="006C20FC"/>
    <w:rsid w:val="006C296E"/>
    <w:rsid w:val="006C4224"/>
    <w:rsid w:val="006C580D"/>
    <w:rsid w:val="006C6DAF"/>
    <w:rsid w:val="006C7256"/>
    <w:rsid w:val="006D0544"/>
    <w:rsid w:val="006D2EBE"/>
    <w:rsid w:val="006D3433"/>
    <w:rsid w:val="006D3890"/>
    <w:rsid w:val="006D4722"/>
    <w:rsid w:val="006D6088"/>
    <w:rsid w:val="006D60B0"/>
    <w:rsid w:val="006D6ADE"/>
    <w:rsid w:val="006D6E41"/>
    <w:rsid w:val="006E0033"/>
    <w:rsid w:val="006E2A2F"/>
    <w:rsid w:val="006E2E41"/>
    <w:rsid w:val="006E6198"/>
    <w:rsid w:val="006E6C51"/>
    <w:rsid w:val="006F0190"/>
    <w:rsid w:val="006F01E7"/>
    <w:rsid w:val="006F046B"/>
    <w:rsid w:val="006F069A"/>
    <w:rsid w:val="006F071C"/>
    <w:rsid w:val="006F0A6D"/>
    <w:rsid w:val="006F3295"/>
    <w:rsid w:val="006F3429"/>
    <w:rsid w:val="006F3828"/>
    <w:rsid w:val="006F4948"/>
    <w:rsid w:val="006F573F"/>
    <w:rsid w:val="006F779F"/>
    <w:rsid w:val="007002CC"/>
    <w:rsid w:val="00701431"/>
    <w:rsid w:val="0070166B"/>
    <w:rsid w:val="00701E2D"/>
    <w:rsid w:val="007022EE"/>
    <w:rsid w:val="00703E54"/>
    <w:rsid w:val="0070404D"/>
    <w:rsid w:val="00704B81"/>
    <w:rsid w:val="00705306"/>
    <w:rsid w:val="007062DC"/>
    <w:rsid w:val="00706C58"/>
    <w:rsid w:val="00707A06"/>
    <w:rsid w:val="00707E79"/>
    <w:rsid w:val="0071094E"/>
    <w:rsid w:val="007116C8"/>
    <w:rsid w:val="00712322"/>
    <w:rsid w:val="00713254"/>
    <w:rsid w:val="0071519D"/>
    <w:rsid w:val="00716112"/>
    <w:rsid w:val="00720309"/>
    <w:rsid w:val="007224C5"/>
    <w:rsid w:val="007225F9"/>
    <w:rsid w:val="00723D8D"/>
    <w:rsid w:val="00724C06"/>
    <w:rsid w:val="00727D20"/>
    <w:rsid w:val="00731262"/>
    <w:rsid w:val="007327E0"/>
    <w:rsid w:val="00734714"/>
    <w:rsid w:val="00735662"/>
    <w:rsid w:val="00736D49"/>
    <w:rsid w:val="00740A8C"/>
    <w:rsid w:val="00740C77"/>
    <w:rsid w:val="00741BD3"/>
    <w:rsid w:val="00742C51"/>
    <w:rsid w:val="00743F91"/>
    <w:rsid w:val="00744956"/>
    <w:rsid w:val="00746121"/>
    <w:rsid w:val="00750128"/>
    <w:rsid w:val="007514EA"/>
    <w:rsid w:val="0075157D"/>
    <w:rsid w:val="007519CC"/>
    <w:rsid w:val="00755685"/>
    <w:rsid w:val="00757758"/>
    <w:rsid w:val="00757B50"/>
    <w:rsid w:val="0076015D"/>
    <w:rsid w:val="00761D89"/>
    <w:rsid w:val="00762234"/>
    <w:rsid w:val="00762EDD"/>
    <w:rsid w:val="007635C2"/>
    <w:rsid w:val="00763646"/>
    <w:rsid w:val="00763B96"/>
    <w:rsid w:val="00765141"/>
    <w:rsid w:val="00766D48"/>
    <w:rsid w:val="00766DAA"/>
    <w:rsid w:val="00771035"/>
    <w:rsid w:val="007720B0"/>
    <w:rsid w:val="007744A3"/>
    <w:rsid w:val="0077760F"/>
    <w:rsid w:val="0078086B"/>
    <w:rsid w:val="00780E2B"/>
    <w:rsid w:val="00782543"/>
    <w:rsid w:val="00782A79"/>
    <w:rsid w:val="0078342C"/>
    <w:rsid w:val="00783D25"/>
    <w:rsid w:val="0078568B"/>
    <w:rsid w:val="00786D96"/>
    <w:rsid w:val="00791F45"/>
    <w:rsid w:val="00793D11"/>
    <w:rsid w:val="00793ED5"/>
    <w:rsid w:val="00794853"/>
    <w:rsid w:val="00794EDA"/>
    <w:rsid w:val="0079675C"/>
    <w:rsid w:val="007A0B5B"/>
    <w:rsid w:val="007A14CE"/>
    <w:rsid w:val="007A3122"/>
    <w:rsid w:val="007A4B0A"/>
    <w:rsid w:val="007A54DF"/>
    <w:rsid w:val="007A60CA"/>
    <w:rsid w:val="007A62FD"/>
    <w:rsid w:val="007A7167"/>
    <w:rsid w:val="007A7816"/>
    <w:rsid w:val="007B08BD"/>
    <w:rsid w:val="007B1108"/>
    <w:rsid w:val="007B1E08"/>
    <w:rsid w:val="007B26E5"/>
    <w:rsid w:val="007B3349"/>
    <w:rsid w:val="007B3623"/>
    <w:rsid w:val="007B3ABB"/>
    <w:rsid w:val="007B437B"/>
    <w:rsid w:val="007B4A09"/>
    <w:rsid w:val="007B55C2"/>
    <w:rsid w:val="007C02D2"/>
    <w:rsid w:val="007C03EC"/>
    <w:rsid w:val="007C1E45"/>
    <w:rsid w:val="007C42D4"/>
    <w:rsid w:val="007C4880"/>
    <w:rsid w:val="007C526D"/>
    <w:rsid w:val="007D02A1"/>
    <w:rsid w:val="007D20C4"/>
    <w:rsid w:val="007D23D3"/>
    <w:rsid w:val="007D24A7"/>
    <w:rsid w:val="007D40BE"/>
    <w:rsid w:val="007D4426"/>
    <w:rsid w:val="007D588D"/>
    <w:rsid w:val="007D609F"/>
    <w:rsid w:val="007D7A67"/>
    <w:rsid w:val="007E0E64"/>
    <w:rsid w:val="007E72F6"/>
    <w:rsid w:val="007F3959"/>
    <w:rsid w:val="007F3A1D"/>
    <w:rsid w:val="007F5E79"/>
    <w:rsid w:val="007F7527"/>
    <w:rsid w:val="008023C0"/>
    <w:rsid w:val="00802791"/>
    <w:rsid w:val="00805B2D"/>
    <w:rsid w:val="008061FA"/>
    <w:rsid w:val="00806DB2"/>
    <w:rsid w:val="008071C3"/>
    <w:rsid w:val="008074EC"/>
    <w:rsid w:val="0080764D"/>
    <w:rsid w:val="008078F2"/>
    <w:rsid w:val="00807D89"/>
    <w:rsid w:val="00814019"/>
    <w:rsid w:val="00814420"/>
    <w:rsid w:val="00815C77"/>
    <w:rsid w:val="008160E3"/>
    <w:rsid w:val="00817FCF"/>
    <w:rsid w:val="008208B9"/>
    <w:rsid w:val="00820EE8"/>
    <w:rsid w:val="0082118F"/>
    <w:rsid w:val="00821930"/>
    <w:rsid w:val="0082247D"/>
    <w:rsid w:val="00824AD8"/>
    <w:rsid w:val="00825610"/>
    <w:rsid w:val="008269D9"/>
    <w:rsid w:val="0083076B"/>
    <w:rsid w:val="00830C60"/>
    <w:rsid w:val="008318D5"/>
    <w:rsid w:val="00831A90"/>
    <w:rsid w:val="00832262"/>
    <w:rsid w:val="008369CA"/>
    <w:rsid w:val="00840184"/>
    <w:rsid w:val="00842C90"/>
    <w:rsid w:val="0084439E"/>
    <w:rsid w:val="00844702"/>
    <w:rsid w:val="008452B3"/>
    <w:rsid w:val="008468F2"/>
    <w:rsid w:val="00846D3B"/>
    <w:rsid w:val="00847280"/>
    <w:rsid w:val="00847FE6"/>
    <w:rsid w:val="00851829"/>
    <w:rsid w:val="00852B8C"/>
    <w:rsid w:val="00852CCD"/>
    <w:rsid w:val="0085552C"/>
    <w:rsid w:val="00855551"/>
    <w:rsid w:val="00856B73"/>
    <w:rsid w:val="00862AEA"/>
    <w:rsid w:val="00862B2B"/>
    <w:rsid w:val="00862D9F"/>
    <w:rsid w:val="00862E50"/>
    <w:rsid w:val="00863530"/>
    <w:rsid w:val="00863E33"/>
    <w:rsid w:val="00863F1C"/>
    <w:rsid w:val="008641EA"/>
    <w:rsid w:val="00867904"/>
    <w:rsid w:val="00867B8F"/>
    <w:rsid w:val="00867E98"/>
    <w:rsid w:val="008708C2"/>
    <w:rsid w:val="00870A4E"/>
    <w:rsid w:val="00872224"/>
    <w:rsid w:val="00875A98"/>
    <w:rsid w:val="00881861"/>
    <w:rsid w:val="00881A1E"/>
    <w:rsid w:val="00882540"/>
    <w:rsid w:val="008826CE"/>
    <w:rsid w:val="00883E5B"/>
    <w:rsid w:val="0088508B"/>
    <w:rsid w:val="00886AE0"/>
    <w:rsid w:val="008872D7"/>
    <w:rsid w:val="008904D7"/>
    <w:rsid w:val="00890D01"/>
    <w:rsid w:val="00891406"/>
    <w:rsid w:val="008916C8"/>
    <w:rsid w:val="00892B84"/>
    <w:rsid w:val="0089308D"/>
    <w:rsid w:val="00894A0B"/>
    <w:rsid w:val="00894DF8"/>
    <w:rsid w:val="00895491"/>
    <w:rsid w:val="0089573C"/>
    <w:rsid w:val="00895778"/>
    <w:rsid w:val="008961AB"/>
    <w:rsid w:val="008A0676"/>
    <w:rsid w:val="008A1DD9"/>
    <w:rsid w:val="008A3080"/>
    <w:rsid w:val="008A384D"/>
    <w:rsid w:val="008A3E04"/>
    <w:rsid w:val="008A459B"/>
    <w:rsid w:val="008A7E93"/>
    <w:rsid w:val="008B08EC"/>
    <w:rsid w:val="008B1689"/>
    <w:rsid w:val="008B293E"/>
    <w:rsid w:val="008B2D6A"/>
    <w:rsid w:val="008B30BA"/>
    <w:rsid w:val="008B33AE"/>
    <w:rsid w:val="008B45D5"/>
    <w:rsid w:val="008B4F30"/>
    <w:rsid w:val="008B6E68"/>
    <w:rsid w:val="008C0539"/>
    <w:rsid w:val="008C3825"/>
    <w:rsid w:val="008C4970"/>
    <w:rsid w:val="008C63A0"/>
    <w:rsid w:val="008C772A"/>
    <w:rsid w:val="008C7F98"/>
    <w:rsid w:val="008D1BAF"/>
    <w:rsid w:val="008D2B7C"/>
    <w:rsid w:val="008D68D3"/>
    <w:rsid w:val="008D7044"/>
    <w:rsid w:val="008E0927"/>
    <w:rsid w:val="008E3F3D"/>
    <w:rsid w:val="008E4497"/>
    <w:rsid w:val="008E74B4"/>
    <w:rsid w:val="008F0DE1"/>
    <w:rsid w:val="008F1A0F"/>
    <w:rsid w:val="008F1E6E"/>
    <w:rsid w:val="008F211A"/>
    <w:rsid w:val="008F2DB9"/>
    <w:rsid w:val="008F45E1"/>
    <w:rsid w:val="00900110"/>
    <w:rsid w:val="009004C0"/>
    <w:rsid w:val="0090350E"/>
    <w:rsid w:val="00903F53"/>
    <w:rsid w:val="009054CF"/>
    <w:rsid w:val="0090632D"/>
    <w:rsid w:val="009064D8"/>
    <w:rsid w:val="00907877"/>
    <w:rsid w:val="00910AD7"/>
    <w:rsid w:val="00913A85"/>
    <w:rsid w:val="00914673"/>
    <w:rsid w:val="00916A0F"/>
    <w:rsid w:val="00923F3E"/>
    <w:rsid w:val="00924033"/>
    <w:rsid w:val="009249BA"/>
    <w:rsid w:val="009252A9"/>
    <w:rsid w:val="0092578D"/>
    <w:rsid w:val="0092693E"/>
    <w:rsid w:val="00927701"/>
    <w:rsid w:val="00927A2C"/>
    <w:rsid w:val="009308DF"/>
    <w:rsid w:val="00931F7E"/>
    <w:rsid w:val="009322B0"/>
    <w:rsid w:val="0093517C"/>
    <w:rsid w:val="009360A6"/>
    <w:rsid w:val="00937EBD"/>
    <w:rsid w:val="00941891"/>
    <w:rsid w:val="00941B26"/>
    <w:rsid w:val="009427A4"/>
    <w:rsid w:val="00943D70"/>
    <w:rsid w:val="00944C98"/>
    <w:rsid w:val="00946587"/>
    <w:rsid w:val="00947386"/>
    <w:rsid w:val="00951259"/>
    <w:rsid w:val="009512E7"/>
    <w:rsid w:val="009514D2"/>
    <w:rsid w:val="00953267"/>
    <w:rsid w:val="00954166"/>
    <w:rsid w:val="00955BFE"/>
    <w:rsid w:val="00956107"/>
    <w:rsid w:val="00957228"/>
    <w:rsid w:val="00957F3F"/>
    <w:rsid w:val="0096002F"/>
    <w:rsid w:val="00963332"/>
    <w:rsid w:val="00963EA7"/>
    <w:rsid w:val="009641CE"/>
    <w:rsid w:val="00964B9D"/>
    <w:rsid w:val="0096595A"/>
    <w:rsid w:val="009705F8"/>
    <w:rsid w:val="00971E2B"/>
    <w:rsid w:val="009802E1"/>
    <w:rsid w:val="009806EC"/>
    <w:rsid w:val="00986976"/>
    <w:rsid w:val="00986C76"/>
    <w:rsid w:val="0098712B"/>
    <w:rsid w:val="00987754"/>
    <w:rsid w:val="009903BF"/>
    <w:rsid w:val="00991625"/>
    <w:rsid w:val="00992BC2"/>
    <w:rsid w:val="009949A6"/>
    <w:rsid w:val="00995941"/>
    <w:rsid w:val="00996446"/>
    <w:rsid w:val="00997BAD"/>
    <w:rsid w:val="009A5B40"/>
    <w:rsid w:val="009B0281"/>
    <w:rsid w:val="009B0C41"/>
    <w:rsid w:val="009B37E4"/>
    <w:rsid w:val="009B3A20"/>
    <w:rsid w:val="009B458E"/>
    <w:rsid w:val="009B55F2"/>
    <w:rsid w:val="009B5BAA"/>
    <w:rsid w:val="009B78A1"/>
    <w:rsid w:val="009C023D"/>
    <w:rsid w:val="009C0A22"/>
    <w:rsid w:val="009C41FF"/>
    <w:rsid w:val="009C5A65"/>
    <w:rsid w:val="009C5F13"/>
    <w:rsid w:val="009C61FF"/>
    <w:rsid w:val="009D0C3B"/>
    <w:rsid w:val="009D2843"/>
    <w:rsid w:val="009D3568"/>
    <w:rsid w:val="009D3F02"/>
    <w:rsid w:val="009D4281"/>
    <w:rsid w:val="009D68B8"/>
    <w:rsid w:val="009D68E7"/>
    <w:rsid w:val="009D6EB9"/>
    <w:rsid w:val="009E105D"/>
    <w:rsid w:val="009E2622"/>
    <w:rsid w:val="009E287E"/>
    <w:rsid w:val="009E4D5A"/>
    <w:rsid w:val="009E694E"/>
    <w:rsid w:val="009E6D5F"/>
    <w:rsid w:val="009F02B2"/>
    <w:rsid w:val="009F0539"/>
    <w:rsid w:val="009F060D"/>
    <w:rsid w:val="009F0623"/>
    <w:rsid w:val="009F0938"/>
    <w:rsid w:val="009F1513"/>
    <w:rsid w:val="009F352A"/>
    <w:rsid w:val="009F4BAB"/>
    <w:rsid w:val="009F5A70"/>
    <w:rsid w:val="009F67B6"/>
    <w:rsid w:val="009F6FD5"/>
    <w:rsid w:val="009F7952"/>
    <w:rsid w:val="00A00CB6"/>
    <w:rsid w:val="00A00D64"/>
    <w:rsid w:val="00A01CE7"/>
    <w:rsid w:val="00A01ED6"/>
    <w:rsid w:val="00A0236A"/>
    <w:rsid w:val="00A032DB"/>
    <w:rsid w:val="00A03C03"/>
    <w:rsid w:val="00A05B4F"/>
    <w:rsid w:val="00A064F9"/>
    <w:rsid w:val="00A10873"/>
    <w:rsid w:val="00A11960"/>
    <w:rsid w:val="00A122C8"/>
    <w:rsid w:val="00A126A9"/>
    <w:rsid w:val="00A151BC"/>
    <w:rsid w:val="00A15320"/>
    <w:rsid w:val="00A15755"/>
    <w:rsid w:val="00A15B1B"/>
    <w:rsid w:val="00A15F5F"/>
    <w:rsid w:val="00A16FB8"/>
    <w:rsid w:val="00A20036"/>
    <w:rsid w:val="00A20700"/>
    <w:rsid w:val="00A23725"/>
    <w:rsid w:val="00A25CEE"/>
    <w:rsid w:val="00A26166"/>
    <w:rsid w:val="00A2628A"/>
    <w:rsid w:val="00A26D96"/>
    <w:rsid w:val="00A3227F"/>
    <w:rsid w:val="00A323D9"/>
    <w:rsid w:val="00A32602"/>
    <w:rsid w:val="00A33EE9"/>
    <w:rsid w:val="00A3416B"/>
    <w:rsid w:val="00A34C49"/>
    <w:rsid w:val="00A3571D"/>
    <w:rsid w:val="00A35C7E"/>
    <w:rsid w:val="00A41359"/>
    <w:rsid w:val="00A42960"/>
    <w:rsid w:val="00A42FD0"/>
    <w:rsid w:val="00A458E4"/>
    <w:rsid w:val="00A45ADC"/>
    <w:rsid w:val="00A4627B"/>
    <w:rsid w:val="00A47B58"/>
    <w:rsid w:val="00A47E9E"/>
    <w:rsid w:val="00A50EE9"/>
    <w:rsid w:val="00A526E4"/>
    <w:rsid w:val="00A52AD5"/>
    <w:rsid w:val="00A5649B"/>
    <w:rsid w:val="00A567A6"/>
    <w:rsid w:val="00A572F9"/>
    <w:rsid w:val="00A576E1"/>
    <w:rsid w:val="00A618DF"/>
    <w:rsid w:val="00A61968"/>
    <w:rsid w:val="00A62B04"/>
    <w:rsid w:val="00A630DB"/>
    <w:rsid w:val="00A6320F"/>
    <w:rsid w:val="00A651BD"/>
    <w:rsid w:val="00A67443"/>
    <w:rsid w:val="00A67E57"/>
    <w:rsid w:val="00A71AC4"/>
    <w:rsid w:val="00A72BB8"/>
    <w:rsid w:val="00A73683"/>
    <w:rsid w:val="00A74117"/>
    <w:rsid w:val="00A75A14"/>
    <w:rsid w:val="00A77809"/>
    <w:rsid w:val="00A77A2F"/>
    <w:rsid w:val="00A80310"/>
    <w:rsid w:val="00A808D6"/>
    <w:rsid w:val="00A81E8F"/>
    <w:rsid w:val="00A821E1"/>
    <w:rsid w:val="00A82D45"/>
    <w:rsid w:val="00A835B0"/>
    <w:rsid w:val="00A8445B"/>
    <w:rsid w:val="00A84B22"/>
    <w:rsid w:val="00A85F4A"/>
    <w:rsid w:val="00A86AD3"/>
    <w:rsid w:val="00A86D90"/>
    <w:rsid w:val="00A87505"/>
    <w:rsid w:val="00A87BF2"/>
    <w:rsid w:val="00A9433D"/>
    <w:rsid w:val="00A9442D"/>
    <w:rsid w:val="00A95D08"/>
    <w:rsid w:val="00AA1650"/>
    <w:rsid w:val="00AA2460"/>
    <w:rsid w:val="00AA2B62"/>
    <w:rsid w:val="00AA49D9"/>
    <w:rsid w:val="00AA4B5C"/>
    <w:rsid w:val="00AA5074"/>
    <w:rsid w:val="00AA59D8"/>
    <w:rsid w:val="00AA5B7E"/>
    <w:rsid w:val="00AA5BF2"/>
    <w:rsid w:val="00AA5E5F"/>
    <w:rsid w:val="00AA625B"/>
    <w:rsid w:val="00AA74AB"/>
    <w:rsid w:val="00AB06C7"/>
    <w:rsid w:val="00AB0BFF"/>
    <w:rsid w:val="00AB2389"/>
    <w:rsid w:val="00AB3EDA"/>
    <w:rsid w:val="00AB3FE7"/>
    <w:rsid w:val="00AB498E"/>
    <w:rsid w:val="00AB5227"/>
    <w:rsid w:val="00AB5BF3"/>
    <w:rsid w:val="00AB6038"/>
    <w:rsid w:val="00AB7608"/>
    <w:rsid w:val="00AC2068"/>
    <w:rsid w:val="00AC48DF"/>
    <w:rsid w:val="00AC4B7D"/>
    <w:rsid w:val="00AC5178"/>
    <w:rsid w:val="00AC58AB"/>
    <w:rsid w:val="00AD19DB"/>
    <w:rsid w:val="00AD26F8"/>
    <w:rsid w:val="00AD37A4"/>
    <w:rsid w:val="00AD38EC"/>
    <w:rsid w:val="00AD443E"/>
    <w:rsid w:val="00AD5414"/>
    <w:rsid w:val="00AE0038"/>
    <w:rsid w:val="00AE0289"/>
    <w:rsid w:val="00AE07EA"/>
    <w:rsid w:val="00AE3661"/>
    <w:rsid w:val="00AE3DFE"/>
    <w:rsid w:val="00AE46FA"/>
    <w:rsid w:val="00AE548A"/>
    <w:rsid w:val="00AE639A"/>
    <w:rsid w:val="00AF0CF5"/>
    <w:rsid w:val="00AF22B8"/>
    <w:rsid w:val="00AF2487"/>
    <w:rsid w:val="00AF3FC0"/>
    <w:rsid w:val="00AF448A"/>
    <w:rsid w:val="00AF5548"/>
    <w:rsid w:val="00AF6908"/>
    <w:rsid w:val="00AF7832"/>
    <w:rsid w:val="00AF7A10"/>
    <w:rsid w:val="00AF7FD4"/>
    <w:rsid w:val="00B022EF"/>
    <w:rsid w:val="00B02489"/>
    <w:rsid w:val="00B067B8"/>
    <w:rsid w:val="00B06BEB"/>
    <w:rsid w:val="00B07770"/>
    <w:rsid w:val="00B10096"/>
    <w:rsid w:val="00B11DFC"/>
    <w:rsid w:val="00B1249F"/>
    <w:rsid w:val="00B14234"/>
    <w:rsid w:val="00B145CD"/>
    <w:rsid w:val="00B16FE3"/>
    <w:rsid w:val="00B22AF2"/>
    <w:rsid w:val="00B22E13"/>
    <w:rsid w:val="00B23991"/>
    <w:rsid w:val="00B249DF"/>
    <w:rsid w:val="00B3048B"/>
    <w:rsid w:val="00B326A5"/>
    <w:rsid w:val="00B33E3E"/>
    <w:rsid w:val="00B34971"/>
    <w:rsid w:val="00B369DC"/>
    <w:rsid w:val="00B37DC1"/>
    <w:rsid w:val="00B442CD"/>
    <w:rsid w:val="00B46230"/>
    <w:rsid w:val="00B463B1"/>
    <w:rsid w:val="00B46813"/>
    <w:rsid w:val="00B471AD"/>
    <w:rsid w:val="00B47945"/>
    <w:rsid w:val="00B47C44"/>
    <w:rsid w:val="00B5068A"/>
    <w:rsid w:val="00B50FF9"/>
    <w:rsid w:val="00B513D6"/>
    <w:rsid w:val="00B52401"/>
    <w:rsid w:val="00B54300"/>
    <w:rsid w:val="00B54421"/>
    <w:rsid w:val="00B54E9A"/>
    <w:rsid w:val="00B555E6"/>
    <w:rsid w:val="00B568A0"/>
    <w:rsid w:val="00B56C16"/>
    <w:rsid w:val="00B57702"/>
    <w:rsid w:val="00B6075B"/>
    <w:rsid w:val="00B61816"/>
    <w:rsid w:val="00B64011"/>
    <w:rsid w:val="00B67404"/>
    <w:rsid w:val="00B674A3"/>
    <w:rsid w:val="00B675FA"/>
    <w:rsid w:val="00B67E2F"/>
    <w:rsid w:val="00B7014A"/>
    <w:rsid w:val="00B7027D"/>
    <w:rsid w:val="00B710B8"/>
    <w:rsid w:val="00B72604"/>
    <w:rsid w:val="00B73072"/>
    <w:rsid w:val="00B73375"/>
    <w:rsid w:val="00B820B4"/>
    <w:rsid w:val="00B8278B"/>
    <w:rsid w:val="00B84A44"/>
    <w:rsid w:val="00B84A97"/>
    <w:rsid w:val="00B85E5B"/>
    <w:rsid w:val="00B86306"/>
    <w:rsid w:val="00B8680F"/>
    <w:rsid w:val="00B87806"/>
    <w:rsid w:val="00B87F0C"/>
    <w:rsid w:val="00B9202E"/>
    <w:rsid w:val="00B950B3"/>
    <w:rsid w:val="00B951C2"/>
    <w:rsid w:val="00BA17B7"/>
    <w:rsid w:val="00BA21A6"/>
    <w:rsid w:val="00BA25D0"/>
    <w:rsid w:val="00BA32ED"/>
    <w:rsid w:val="00BA3B70"/>
    <w:rsid w:val="00BA51BF"/>
    <w:rsid w:val="00BA6BD6"/>
    <w:rsid w:val="00BA7AA0"/>
    <w:rsid w:val="00BB1A97"/>
    <w:rsid w:val="00BB1DFC"/>
    <w:rsid w:val="00BB2A01"/>
    <w:rsid w:val="00BB4D96"/>
    <w:rsid w:val="00BB667B"/>
    <w:rsid w:val="00BC0177"/>
    <w:rsid w:val="00BC0464"/>
    <w:rsid w:val="00BC0532"/>
    <w:rsid w:val="00BC148B"/>
    <w:rsid w:val="00BC1E3D"/>
    <w:rsid w:val="00BC2139"/>
    <w:rsid w:val="00BC267A"/>
    <w:rsid w:val="00BC4E80"/>
    <w:rsid w:val="00BC5FBB"/>
    <w:rsid w:val="00BD0183"/>
    <w:rsid w:val="00BD11CA"/>
    <w:rsid w:val="00BD2690"/>
    <w:rsid w:val="00BD2735"/>
    <w:rsid w:val="00BD4A71"/>
    <w:rsid w:val="00BD5237"/>
    <w:rsid w:val="00BD53D0"/>
    <w:rsid w:val="00BD75A7"/>
    <w:rsid w:val="00BE232A"/>
    <w:rsid w:val="00BE2A4C"/>
    <w:rsid w:val="00BE36C7"/>
    <w:rsid w:val="00BE3754"/>
    <w:rsid w:val="00BE3810"/>
    <w:rsid w:val="00BE41C3"/>
    <w:rsid w:val="00BE6A08"/>
    <w:rsid w:val="00BE7784"/>
    <w:rsid w:val="00BE77AF"/>
    <w:rsid w:val="00BE7CEF"/>
    <w:rsid w:val="00BF1774"/>
    <w:rsid w:val="00BF35D6"/>
    <w:rsid w:val="00BF4652"/>
    <w:rsid w:val="00BF5E53"/>
    <w:rsid w:val="00C005AF"/>
    <w:rsid w:val="00C01B3B"/>
    <w:rsid w:val="00C02AF8"/>
    <w:rsid w:val="00C039BF"/>
    <w:rsid w:val="00C03A08"/>
    <w:rsid w:val="00C04036"/>
    <w:rsid w:val="00C04717"/>
    <w:rsid w:val="00C04EF5"/>
    <w:rsid w:val="00C064D6"/>
    <w:rsid w:val="00C07829"/>
    <w:rsid w:val="00C07D2A"/>
    <w:rsid w:val="00C10D5D"/>
    <w:rsid w:val="00C11155"/>
    <w:rsid w:val="00C12EBD"/>
    <w:rsid w:val="00C15032"/>
    <w:rsid w:val="00C15597"/>
    <w:rsid w:val="00C15919"/>
    <w:rsid w:val="00C16B46"/>
    <w:rsid w:val="00C17580"/>
    <w:rsid w:val="00C17B3F"/>
    <w:rsid w:val="00C208EC"/>
    <w:rsid w:val="00C221AF"/>
    <w:rsid w:val="00C22474"/>
    <w:rsid w:val="00C2291A"/>
    <w:rsid w:val="00C2318E"/>
    <w:rsid w:val="00C2697E"/>
    <w:rsid w:val="00C26F89"/>
    <w:rsid w:val="00C30222"/>
    <w:rsid w:val="00C32B48"/>
    <w:rsid w:val="00C3795D"/>
    <w:rsid w:val="00C37CBE"/>
    <w:rsid w:val="00C4207A"/>
    <w:rsid w:val="00C43673"/>
    <w:rsid w:val="00C4448F"/>
    <w:rsid w:val="00C446BA"/>
    <w:rsid w:val="00C45C9A"/>
    <w:rsid w:val="00C463DC"/>
    <w:rsid w:val="00C46ACE"/>
    <w:rsid w:val="00C5380F"/>
    <w:rsid w:val="00C53E2F"/>
    <w:rsid w:val="00C5614C"/>
    <w:rsid w:val="00C56250"/>
    <w:rsid w:val="00C56974"/>
    <w:rsid w:val="00C61564"/>
    <w:rsid w:val="00C618B9"/>
    <w:rsid w:val="00C62687"/>
    <w:rsid w:val="00C637CC"/>
    <w:rsid w:val="00C64FCD"/>
    <w:rsid w:val="00C67389"/>
    <w:rsid w:val="00C674B5"/>
    <w:rsid w:val="00C6782A"/>
    <w:rsid w:val="00C67C35"/>
    <w:rsid w:val="00C71CF9"/>
    <w:rsid w:val="00C72392"/>
    <w:rsid w:val="00C73882"/>
    <w:rsid w:val="00C74E5A"/>
    <w:rsid w:val="00C76BD5"/>
    <w:rsid w:val="00C77243"/>
    <w:rsid w:val="00C77689"/>
    <w:rsid w:val="00C80A3F"/>
    <w:rsid w:val="00C82BEF"/>
    <w:rsid w:val="00C83B72"/>
    <w:rsid w:val="00C860C1"/>
    <w:rsid w:val="00C87444"/>
    <w:rsid w:val="00C87659"/>
    <w:rsid w:val="00C87697"/>
    <w:rsid w:val="00C87850"/>
    <w:rsid w:val="00C87F6F"/>
    <w:rsid w:val="00C90F8F"/>
    <w:rsid w:val="00C925B2"/>
    <w:rsid w:val="00C93462"/>
    <w:rsid w:val="00C94D53"/>
    <w:rsid w:val="00C9525F"/>
    <w:rsid w:val="00C96712"/>
    <w:rsid w:val="00C96E00"/>
    <w:rsid w:val="00C974D0"/>
    <w:rsid w:val="00C9794E"/>
    <w:rsid w:val="00CA07A0"/>
    <w:rsid w:val="00CA2712"/>
    <w:rsid w:val="00CA2F17"/>
    <w:rsid w:val="00CA39DA"/>
    <w:rsid w:val="00CA4197"/>
    <w:rsid w:val="00CA5F52"/>
    <w:rsid w:val="00CA5F6D"/>
    <w:rsid w:val="00CB1362"/>
    <w:rsid w:val="00CB178E"/>
    <w:rsid w:val="00CB21CD"/>
    <w:rsid w:val="00CB401C"/>
    <w:rsid w:val="00CB6356"/>
    <w:rsid w:val="00CB64D0"/>
    <w:rsid w:val="00CC0785"/>
    <w:rsid w:val="00CC1659"/>
    <w:rsid w:val="00CC1C8E"/>
    <w:rsid w:val="00CC239F"/>
    <w:rsid w:val="00CC3604"/>
    <w:rsid w:val="00CC3834"/>
    <w:rsid w:val="00CC418D"/>
    <w:rsid w:val="00CC4B8C"/>
    <w:rsid w:val="00CC5208"/>
    <w:rsid w:val="00CC52A2"/>
    <w:rsid w:val="00CC7602"/>
    <w:rsid w:val="00CD05D6"/>
    <w:rsid w:val="00CD0649"/>
    <w:rsid w:val="00CD09E0"/>
    <w:rsid w:val="00CD136D"/>
    <w:rsid w:val="00CD2591"/>
    <w:rsid w:val="00CD3E41"/>
    <w:rsid w:val="00CD515A"/>
    <w:rsid w:val="00CD52F5"/>
    <w:rsid w:val="00CD6DDA"/>
    <w:rsid w:val="00CD72A4"/>
    <w:rsid w:val="00CD7364"/>
    <w:rsid w:val="00CD7745"/>
    <w:rsid w:val="00CE012D"/>
    <w:rsid w:val="00CE2E97"/>
    <w:rsid w:val="00CE3A22"/>
    <w:rsid w:val="00CE45F4"/>
    <w:rsid w:val="00CE5898"/>
    <w:rsid w:val="00CE6150"/>
    <w:rsid w:val="00CE6ECC"/>
    <w:rsid w:val="00CE70CE"/>
    <w:rsid w:val="00CF1FB6"/>
    <w:rsid w:val="00CF1FC3"/>
    <w:rsid w:val="00CF31CB"/>
    <w:rsid w:val="00CF527D"/>
    <w:rsid w:val="00CF6062"/>
    <w:rsid w:val="00CF64DA"/>
    <w:rsid w:val="00CF6DE6"/>
    <w:rsid w:val="00CF7314"/>
    <w:rsid w:val="00CF78BE"/>
    <w:rsid w:val="00D006E7"/>
    <w:rsid w:val="00D018B7"/>
    <w:rsid w:val="00D01F2F"/>
    <w:rsid w:val="00D027D1"/>
    <w:rsid w:val="00D02B69"/>
    <w:rsid w:val="00D03760"/>
    <w:rsid w:val="00D03860"/>
    <w:rsid w:val="00D04629"/>
    <w:rsid w:val="00D05CDA"/>
    <w:rsid w:val="00D062BF"/>
    <w:rsid w:val="00D064A7"/>
    <w:rsid w:val="00D07603"/>
    <w:rsid w:val="00D102D1"/>
    <w:rsid w:val="00D10605"/>
    <w:rsid w:val="00D120A5"/>
    <w:rsid w:val="00D13CFD"/>
    <w:rsid w:val="00D16A3D"/>
    <w:rsid w:val="00D177B0"/>
    <w:rsid w:val="00D17E5A"/>
    <w:rsid w:val="00D219FB"/>
    <w:rsid w:val="00D23586"/>
    <w:rsid w:val="00D2558E"/>
    <w:rsid w:val="00D32BDA"/>
    <w:rsid w:val="00D34454"/>
    <w:rsid w:val="00D34776"/>
    <w:rsid w:val="00D34E0A"/>
    <w:rsid w:val="00D359B3"/>
    <w:rsid w:val="00D369CD"/>
    <w:rsid w:val="00D421E3"/>
    <w:rsid w:val="00D4374A"/>
    <w:rsid w:val="00D47EE4"/>
    <w:rsid w:val="00D5166E"/>
    <w:rsid w:val="00D53F45"/>
    <w:rsid w:val="00D55497"/>
    <w:rsid w:val="00D55A1C"/>
    <w:rsid w:val="00D55B93"/>
    <w:rsid w:val="00D55E53"/>
    <w:rsid w:val="00D6064D"/>
    <w:rsid w:val="00D60AB4"/>
    <w:rsid w:val="00D60F63"/>
    <w:rsid w:val="00D613A5"/>
    <w:rsid w:val="00D6168D"/>
    <w:rsid w:val="00D61C9F"/>
    <w:rsid w:val="00D6389F"/>
    <w:rsid w:val="00D63F79"/>
    <w:rsid w:val="00D64412"/>
    <w:rsid w:val="00D652A3"/>
    <w:rsid w:val="00D656F9"/>
    <w:rsid w:val="00D658FC"/>
    <w:rsid w:val="00D66572"/>
    <w:rsid w:val="00D66765"/>
    <w:rsid w:val="00D66CB2"/>
    <w:rsid w:val="00D67918"/>
    <w:rsid w:val="00D679CB"/>
    <w:rsid w:val="00D67CE6"/>
    <w:rsid w:val="00D71D87"/>
    <w:rsid w:val="00D725E0"/>
    <w:rsid w:val="00D72C92"/>
    <w:rsid w:val="00D73992"/>
    <w:rsid w:val="00D7442C"/>
    <w:rsid w:val="00D7455E"/>
    <w:rsid w:val="00D753A8"/>
    <w:rsid w:val="00D757D2"/>
    <w:rsid w:val="00D760EF"/>
    <w:rsid w:val="00D76BA0"/>
    <w:rsid w:val="00D82482"/>
    <w:rsid w:val="00D8573F"/>
    <w:rsid w:val="00D87050"/>
    <w:rsid w:val="00D87A73"/>
    <w:rsid w:val="00D87B26"/>
    <w:rsid w:val="00D916A3"/>
    <w:rsid w:val="00D91C3E"/>
    <w:rsid w:val="00D9357F"/>
    <w:rsid w:val="00D93B30"/>
    <w:rsid w:val="00D93BCA"/>
    <w:rsid w:val="00D94110"/>
    <w:rsid w:val="00D96206"/>
    <w:rsid w:val="00DA1683"/>
    <w:rsid w:val="00DA19EA"/>
    <w:rsid w:val="00DA1C1C"/>
    <w:rsid w:val="00DA1DA7"/>
    <w:rsid w:val="00DA2F72"/>
    <w:rsid w:val="00DA347D"/>
    <w:rsid w:val="00DA360B"/>
    <w:rsid w:val="00DA3AAC"/>
    <w:rsid w:val="00DA3FE4"/>
    <w:rsid w:val="00DB0251"/>
    <w:rsid w:val="00DB1378"/>
    <w:rsid w:val="00DB1D47"/>
    <w:rsid w:val="00DB2E61"/>
    <w:rsid w:val="00DB46A7"/>
    <w:rsid w:val="00DB7230"/>
    <w:rsid w:val="00DB7AB9"/>
    <w:rsid w:val="00DC045E"/>
    <w:rsid w:val="00DC0A90"/>
    <w:rsid w:val="00DC0F9E"/>
    <w:rsid w:val="00DC150E"/>
    <w:rsid w:val="00DC1A79"/>
    <w:rsid w:val="00DC2809"/>
    <w:rsid w:val="00DC4888"/>
    <w:rsid w:val="00DC5BC8"/>
    <w:rsid w:val="00DD18F2"/>
    <w:rsid w:val="00DD2CA5"/>
    <w:rsid w:val="00DD30FA"/>
    <w:rsid w:val="00DD35E5"/>
    <w:rsid w:val="00DD396B"/>
    <w:rsid w:val="00DD421C"/>
    <w:rsid w:val="00DD4682"/>
    <w:rsid w:val="00DD4EBA"/>
    <w:rsid w:val="00DD66C1"/>
    <w:rsid w:val="00DD7426"/>
    <w:rsid w:val="00DE07AB"/>
    <w:rsid w:val="00DE137E"/>
    <w:rsid w:val="00DE2E75"/>
    <w:rsid w:val="00DE3740"/>
    <w:rsid w:val="00DE47E9"/>
    <w:rsid w:val="00DE51F9"/>
    <w:rsid w:val="00DE67C0"/>
    <w:rsid w:val="00DE6A06"/>
    <w:rsid w:val="00DF0B3F"/>
    <w:rsid w:val="00DF14E0"/>
    <w:rsid w:val="00DF4821"/>
    <w:rsid w:val="00DF748B"/>
    <w:rsid w:val="00E00968"/>
    <w:rsid w:val="00E01A28"/>
    <w:rsid w:val="00E039CF"/>
    <w:rsid w:val="00E0506B"/>
    <w:rsid w:val="00E055A1"/>
    <w:rsid w:val="00E058C1"/>
    <w:rsid w:val="00E063DD"/>
    <w:rsid w:val="00E07727"/>
    <w:rsid w:val="00E16FDD"/>
    <w:rsid w:val="00E20442"/>
    <w:rsid w:val="00E20514"/>
    <w:rsid w:val="00E20CCF"/>
    <w:rsid w:val="00E210E6"/>
    <w:rsid w:val="00E21243"/>
    <w:rsid w:val="00E213DE"/>
    <w:rsid w:val="00E22036"/>
    <w:rsid w:val="00E233D6"/>
    <w:rsid w:val="00E23E44"/>
    <w:rsid w:val="00E242AA"/>
    <w:rsid w:val="00E2451C"/>
    <w:rsid w:val="00E255C1"/>
    <w:rsid w:val="00E30F21"/>
    <w:rsid w:val="00E35E50"/>
    <w:rsid w:val="00E36C92"/>
    <w:rsid w:val="00E36FB8"/>
    <w:rsid w:val="00E373C8"/>
    <w:rsid w:val="00E4017C"/>
    <w:rsid w:val="00E417CB"/>
    <w:rsid w:val="00E41A1C"/>
    <w:rsid w:val="00E426AF"/>
    <w:rsid w:val="00E43DA3"/>
    <w:rsid w:val="00E46CB2"/>
    <w:rsid w:val="00E51267"/>
    <w:rsid w:val="00E52753"/>
    <w:rsid w:val="00E52A34"/>
    <w:rsid w:val="00E53AE8"/>
    <w:rsid w:val="00E551BC"/>
    <w:rsid w:val="00E557F4"/>
    <w:rsid w:val="00E55890"/>
    <w:rsid w:val="00E56A34"/>
    <w:rsid w:val="00E56F42"/>
    <w:rsid w:val="00E574ED"/>
    <w:rsid w:val="00E6058B"/>
    <w:rsid w:val="00E639F6"/>
    <w:rsid w:val="00E645D9"/>
    <w:rsid w:val="00E648FC"/>
    <w:rsid w:val="00E65494"/>
    <w:rsid w:val="00E66368"/>
    <w:rsid w:val="00E7355B"/>
    <w:rsid w:val="00E739AB"/>
    <w:rsid w:val="00E73A9C"/>
    <w:rsid w:val="00E744EE"/>
    <w:rsid w:val="00E74581"/>
    <w:rsid w:val="00E75569"/>
    <w:rsid w:val="00E8022D"/>
    <w:rsid w:val="00E80855"/>
    <w:rsid w:val="00E810EC"/>
    <w:rsid w:val="00E81193"/>
    <w:rsid w:val="00E814A3"/>
    <w:rsid w:val="00E82E63"/>
    <w:rsid w:val="00E843ED"/>
    <w:rsid w:val="00E84577"/>
    <w:rsid w:val="00E8487D"/>
    <w:rsid w:val="00E85246"/>
    <w:rsid w:val="00E857D3"/>
    <w:rsid w:val="00E90667"/>
    <w:rsid w:val="00E9226E"/>
    <w:rsid w:val="00E922F7"/>
    <w:rsid w:val="00E92E4D"/>
    <w:rsid w:val="00E93679"/>
    <w:rsid w:val="00E938B7"/>
    <w:rsid w:val="00E95B15"/>
    <w:rsid w:val="00E96057"/>
    <w:rsid w:val="00E96233"/>
    <w:rsid w:val="00EA119C"/>
    <w:rsid w:val="00EA2355"/>
    <w:rsid w:val="00EA3C17"/>
    <w:rsid w:val="00EA5AB2"/>
    <w:rsid w:val="00EA6BC5"/>
    <w:rsid w:val="00EA6BF2"/>
    <w:rsid w:val="00EA70D1"/>
    <w:rsid w:val="00EB01FC"/>
    <w:rsid w:val="00EB22B2"/>
    <w:rsid w:val="00EB38E2"/>
    <w:rsid w:val="00EB4CDC"/>
    <w:rsid w:val="00EB5271"/>
    <w:rsid w:val="00EB7CF5"/>
    <w:rsid w:val="00EC02F3"/>
    <w:rsid w:val="00EC09A9"/>
    <w:rsid w:val="00EC2FD3"/>
    <w:rsid w:val="00EC3FF8"/>
    <w:rsid w:val="00EC4C04"/>
    <w:rsid w:val="00EC58F0"/>
    <w:rsid w:val="00EC6DEC"/>
    <w:rsid w:val="00EC7458"/>
    <w:rsid w:val="00EC75F6"/>
    <w:rsid w:val="00ED05F3"/>
    <w:rsid w:val="00ED27E1"/>
    <w:rsid w:val="00ED5C65"/>
    <w:rsid w:val="00ED7F23"/>
    <w:rsid w:val="00EE0505"/>
    <w:rsid w:val="00EE0B69"/>
    <w:rsid w:val="00EE6BCD"/>
    <w:rsid w:val="00EE77B7"/>
    <w:rsid w:val="00EF0139"/>
    <w:rsid w:val="00EF0767"/>
    <w:rsid w:val="00EF1504"/>
    <w:rsid w:val="00EF1D7D"/>
    <w:rsid w:val="00EF2087"/>
    <w:rsid w:val="00EF244C"/>
    <w:rsid w:val="00EF7FC4"/>
    <w:rsid w:val="00F00FFF"/>
    <w:rsid w:val="00F0104D"/>
    <w:rsid w:val="00F028AD"/>
    <w:rsid w:val="00F04284"/>
    <w:rsid w:val="00F06178"/>
    <w:rsid w:val="00F063D3"/>
    <w:rsid w:val="00F06D3B"/>
    <w:rsid w:val="00F10F60"/>
    <w:rsid w:val="00F12088"/>
    <w:rsid w:val="00F12A8E"/>
    <w:rsid w:val="00F1669E"/>
    <w:rsid w:val="00F170D1"/>
    <w:rsid w:val="00F1797A"/>
    <w:rsid w:val="00F21CCB"/>
    <w:rsid w:val="00F233B8"/>
    <w:rsid w:val="00F25221"/>
    <w:rsid w:val="00F269DC"/>
    <w:rsid w:val="00F30EE5"/>
    <w:rsid w:val="00F3117E"/>
    <w:rsid w:val="00F31F30"/>
    <w:rsid w:val="00F32365"/>
    <w:rsid w:val="00F328DB"/>
    <w:rsid w:val="00F33C1D"/>
    <w:rsid w:val="00F34EAD"/>
    <w:rsid w:val="00F3514A"/>
    <w:rsid w:val="00F35F79"/>
    <w:rsid w:val="00F36792"/>
    <w:rsid w:val="00F368BF"/>
    <w:rsid w:val="00F36ADC"/>
    <w:rsid w:val="00F36E1A"/>
    <w:rsid w:val="00F3758A"/>
    <w:rsid w:val="00F37BAA"/>
    <w:rsid w:val="00F4089B"/>
    <w:rsid w:val="00F40FAE"/>
    <w:rsid w:val="00F42EEA"/>
    <w:rsid w:val="00F44AC3"/>
    <w:rsid w:val="00F44FE9"/>
    <w:rsid w:val="00F50422"/>
    <w:rsid w:val="00F52E9A"/>
    <w:rsid w:val="00F56264"/>
    <w:rsid w:val="00F562D7"/>
    <w:rsid w:val="00F57D0E"/>
    <w:rsid w:val="00F60331"/>
    <w:rsid w:val="00F6038D"/>
    <w:rsid w:val="00F61F6E"/>
    <w:rsid w:val="00F626DB"/>
    <w:rsid w:val="00F62A42"/>
    <w:rsid w:val="00F62E8D"/>
    <w:rsid w:val="00F64880"/>
    <w:rsid w:val="00F6636E"/>
    <w:rsid w:val="00F676BF"/>
    <w:rsid w:val="00F72409"/>
    <w:rsid w:val="00F73C1C"/>
    <w:rsid w:val="00F7771A"/>
    <w:rsid w:val="00F813D1"/>
    <w:rsid w:val="00F82366"/>
    <w:rsid w:val="00F826D3"/>
    <w:rsid w:val="00F82710"/>
    <w:rsid w:val="00F82A93"/>
    <w:rsid w:val="00F84233"/>
    <w:rsid w:val="00F866DF"/>
    <w:rsid w:val="00F86CBA"/>
    <w:rsid w:val="00F86F1A"/>
    <w:rsid w:val="00F900A5"/>
    <w:rsid w:val="00F90559"/>
    <w:rsid w:val="00F9064F"/>
    <w:rsid w:val="00F91AB6"/>
    <w:rsid w:val="00F91B85"/>
    <w:rsid w:val="00F92C06"/>
    <w:rsid w:val="00F94DD2"/>
    <w:rsid w:val="00F95A9B"/>
    <w:rsid w:val="00F95C65"/>
    <w:rsid w:val="00F96B8E"/>
    <w:rsid w:val="00F97072"/>
    <w:rsid w:val="00FA3479"/>
    <w:rsid w:val="00FA3AFA"/>
    <w:rsid w:val="00FA548F"/>
    <w:rsid w:val="00FA7D06"/>
    <w:rsid w:val="00FB0EA2"/>
    <w:rsid w:val="00FB1859"/>
    <w:rsid w:val="00FB20CD"/>
    <w:rsid w:val="00FB241B"/>
    <w:rsid w:val="00FB4129"/>
    <w:rsid w:val="00FB448F"/>
    <w:rsid w:val="00FB6D3E"/>
    <w:rsid w:val="00FB74D6"/>
    <w:rsid w:val="00FB7ECF"/>
    <w:rsid w:val="00FC1649"/>
    <w:rsid w:val="00FC216B"/>
    <w:rsid w:val="00FC23AE"/>
    <w:rsid w:val="00FC262B"/>
    <w:rsid w:val="00FC3218"/>
    <w:rsid w:val="00FC41ED"/>
    <w:rsid w:val="00FC43C5"/>
    <w:rsid w:val="00FC4760"/>
    <w:rsid w:val="00FC55EC"/>
    <w:rsid w:val="00FD0974"/>
    <w:rsid w:val="00FD09F4"/>
    <w:rsid w:val="00FD1274"/>
    <w:rsid w:val="00FD320F"/>
    <w:rsid w:val="00FD6B5E"/>
    <w:rsid w:val="00FD7582"/>
    <w:rsid w:val="00FE0213"/>
    <w:rsid w:val="00FE232C"/>
    <w:rsid w:val="00FE23A4"/>
    <w:rsid w:val="00FE247D"/>
    <w:rsid w:val="00FE2BF0"/>
    <w:rsid w:val="00FE355E"/>
    <w:rsid w:val="00FE5249"/>
    <w:rsid w:val="00FE5FFD"/>
    <w:rsid w:val="00FE76BD"/>
    <w:rsid w:val="00FF1B0D"/>
    <w:rsid w:val="00FF44F6"/>
    <w:rsid w:val="00FF5917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D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69DC"/>
    <w:pPr>
      <w:ind w:left="720"/>
    </w:pPr>
  </w:style>
  <w:style w:type="table" w:styleId="TableGrid">
    <w:name w:val="Table Grid"/>
    <w:basedOn w:val="TableNormal"/>
    <w:uiPriority w:val="99"/>
    <w:rsid w:val="00F269D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2</Pages>
  <Words>578</Words>
  <Characters>3295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2013-03-25T03:45:00Z</cp:lastPrinted>
  <dcterms:created xsi:type="dcterms:W3CDTF">2012-07-02T04:43:00Z</dcterms:created>
  <dcterms:modified xsi:type="dcterms:W3CDTF">2013-06-25T10:08:00Z</dcterms:modified>
</cp:coreProperties>
</file>