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854" w:rsidRDefault="00293854" w:rsidP="00E95150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000192">
        <w:rPr>
          <w:sz w:val="24"/>
          <w:szCs w:val="24"/>
        </w:rPr>
        <w:t>АДМИНИСТРАЦИЯ</w:t>
      </w:r>
      <w:r>
        <w:rPr>
          <w:sz w:val="24"/>
          <w:szCs w:val="24"/>
        </w:rPr>
        <w:t xml:space="preserve">                                                                                                                 КОЧНЕВСКОГО  СЕЛЬСОВЕТА ТАТАРСКОГО РАЙОНА                                           НОВОСИБИРСКОЙ ОБЛАСТИ</w:t>
      </w:r>
    </w:p>
    <w:p w:rsidR="00293854" w:rsidRDefault="00293854" w:rsidP="00E95150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293854" w:rsidRPr="00000192" w:rsidRDefault="00293854" w:rsidP="00E9515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293854" w:rsidRPr="00000192" w:rsidRDefault="00293854" w:rsidP="007B46F2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03.09.2012 г.</w:t>
      </w:r>
      <w:r w:rsidRPr="00000192">
        <w:rPr>
          <w:b w:val="0"/>
          <w:bCs w:val="0"/>
          <w:sz w:val="24"/>
          <w:szCs w:val="24"/>
        </w:rPr>
        <w:t xml:space="preserve">                                                  </w:t>
      </w:r>
      <w:r>
        <w:rPr>
          <w:b w:val="0"/>
          <w:bCs w:val="0"/>
          <w:sz w:val="24"/>
          <w:szCs w:val="24"/>
        </w:rPr>
        <w:t xml:space="preserve">                                                     №   52</w:t>
      </w: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outlineLvl w:val="1"/>
        <w:rPr>
          <w:sz w:val="24"/>
          <w:szCs w:val="24"/>
        </w:rPr>
      </w:pP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bCs/>
          <w:sz w:val="24"/>
          <w:szCs w:val="24"/>
          <w:lang w:eastAsia="ru-RU"/>
        </w:rPr>
      </w:pPr>
      <w:r w:rsidRPr="007B46F2">
        <w:rPr>
          <w:b/>
          <w:bCs/>
          <w:sz w:val="24"/>
          <w:szCs w:val="24"/>
        </w:rPr>
        <w:t xml:space="preserve">Об </w:t>
      </w:r>
      <w:r>
        <w:rPr>
          <w:b/>
          <w:bCs/>
          <w:sz w:val="24"/>
          <w:szCs w:val="24"/>
        </w:rPr>
        <w:t xml:space="preserve">   </w:t>
      </w:r>
      <w:r w:rsidRPr="007B46F2">
        <w:rPr>
          <w:b/>
          <w:bCs/>
          <w:sz w:val="24"/>
          <w:szCs w:val="24"/>
        </w:rPr>
        <w:t xml:space="preserve">утверждении </w:t>
      </w:r>
      <w:r>
        <w:rPr>
          <w:b/>
          <w:bCs/>
          <w:sz w:val="24"/>
          <w:szCs w:val="24"/>
        </w:rPr>
        <w:t xml:space="preserve">  </w:t>
      </w:r>
      <w:r w:rsidRPr="007B46F2">
        <w:rPr>
          <w:b/>
          <w:bCs/>
          <w:sz w:val="24"/>
          <w:szCs w:val="24"/>
          <w:lang w:eastAsia="ru-RU"/>
        </w:rPr>
        <w:t xml:space="preserve">квалификационных </w:t>
      </w:r>
      <w:r>
        <w:rPr>
          <w:b/>
          <w:bCs/>
          <w:sz w:val="24"/>
          <w:szCs w:val="24"/>
          <w:lang w:eastAsia="ru-RU"/>
        </w:rPr>
        <w:t xml:space="preserve"> </w:t>
      </w:r>
      <w:r w:rsidRPr="007B46F2">
        <w:rPr>
          <w:b/>
          <w:bCs/>
          <w:sz w:val="24"/>
          <w:szCs w:val="24"/>
          <w:lang w:eastAsia="ru-RU"/>
        </w:rPr>
        <w:t xml:space="preserve">требований </w:t>
      </w: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bCs/>
          <w:sz w:val="24"/>
          <w:szCs w:val="24"/>
          <w:lang w:eastAsia="ru-RU"/>
        </w:rPr>
      </w:pPr>
      <w:r w:rsidRPr="007B46F2">
        <w:rPr>
          <w:b/>
          <w:bCs/>
          <w:sz w:val="24"/>
          <w:szCs w:val="24"/>
          <w:lang w:eastAsia="ru-RU"/>
        </w:rPr>
        <w:t xml:space="preserve">для </w:t>
      </w:r>
      <w:r>
        <w:rPr>
          <w:b/>
          <w:bCs/>
          <w:sz w:val="24"/>
          <w:szCs w:val="24"/>
          <w:lang w:eastAsia="ru-RU"/>
        </w:rPr>
        <w:t xml:space="preserve">   </w:t>
      </w:r>
      <w:r w:rsidRPr="007B46F2">
        <w:rPr>
          <w:b/>
          <w:bCs/>
          <w:sz w:val="24"/>
          <w:szCs w:val="24"/>
          <w:lang w:eastAsia="ru-RU"/>
        </w:rPr>
        <w:t xml:space="preserve">замещения </w:t>
      </w:r>
      <w:r>
        <w:rPr>
          <w:b/>
          <w:bCs/>
          <w:sz w:val="24"/>
          <w:szCs w:val="24"/>
          <w:lang w:eastAsia="ru-RU"/>
        </w:rPr>
        <w:t xml:space="preserve">  </w:t>
      </w:r>
      <w:r w:rsidRPr="007B46F2">
        <w:rPr>
          <w:b/>
          <w:bCs/>
          <w:sz w:val="24"/>
          <w:szCs w:val="24"/>
          <w:lang w:eastAsia="ru-RU"/>
        </w:rPr>
        <w:t xml:space="preserve">должностей </w:t>
      </w:r>
      <w:r>
        <w:rPr>
          <w:b/>
          <w:bCs/>
          <w:sz w:val="24"/>
          <w:szCs w:val="24"/>
          <w:lang w:eastAsia="ru-RU"/>
        </w:rPr>
        <w:t xml:space="preserve">  </w:t>
      </w:r>
      <w:r w:rsidRPr="007B46F2">
        <w:rPr>
          <w:b/>
          <w:bCs/>
          <w:sz w:val="24"/>
          <w:szCs w:val="24"/>
          <w:lang w:eastAsia="ru-RU"/>
        </w:rPr>
        <w:t xml:space="preserve">муниципальной </w:t>
      </w:r>
      <w:r>
        <w:rPr>
          <w:b/>
          <w:bCs/>
          <w:sz w:val="24"/>
          <w:szCs w:val="24"/>
          <w:lang w:eastAsia="ru-RU"/>
        </w:rPr>
        <w:t xml:space="preserve">  </w:t>
      </w:r>
      <w:r w:rsidRPr="007B46F2">
        <w:rPr>
          <w:b/>
          <w:bCs/>
          <w:sz w:val="24"/>
          <w:szCs w:val="24"/>
          <w:lang w:eastAsia="ru-RU"/>
        </w:rPr>
        <w:t>службы</w:t>
      </w:r>
      <w:r>
        <w:rPr>
          <w:b/>
          <w:bCs/>
          <w:sz w:val="24"/>
          <w:szCs w:val="24"/>
          <w:lang w:eastAsia="ru-RU"/>
        </w:rPr>
        <w:t xml:space="preserve">  </w:t>
      </w:r>
      <w:r w:rsidRPr="007B46F2">
        <w:rPr>
          <w:b/>
          <w:bCs/>
          <w:sz w:val="24"/>
          <w:szCs w:val="24"/>
          <w:lang w:eastAsia="ru-RU"/>
        </w:rPr>
        <w:t xml:space="preserve"> в</w:t>
      </w:r>
    </w:p>
    <w:p w:rsidR="00293854" w:rsidRPr="007B46F2" w:rsidRDefault="00293854" w:rsidP="007B46F2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Кочневском  сельсовете  Татарского  района  Новосибирской области  </w:t>
      </w:r>
      <w:r w:rsidRPr="007B46F2">
        <w:rPr>
          <w:sz w:val="24"/>
          <w:szCs w:val="24"/>
        </w:rPr>
        <w:t xml:space="preserve"> </w:t>
      </w: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3854" w:rsidRDefault="00293854" w:rsidP="003A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B46F2">
        <w:rPr>
          <w:sz w:val="24"/>
          <w:szCs w:val="24"/>
        </w:rPr>
        <w:t xml:space="preserve">В соответствии с </w:t>
      </w:r>
      <w:hyperlink r:id="rId6" w:history="1">
        <w:r w:rsidRPr="007B46F2">
          <w:rPr>
            <w:sz w:val="24"/>
            <w:szCs w:val="24"/>
          </w:rPr>
          <w:t>частью 2 статьи 9</w:t>
        </w:r>
      </w:hyperlink>
      <w:r w:rsidRPr="007B46F2">
        <w:rPr>
          <w:sz w:val="24"/>
          <w:szCs w:val="24"/>
        </w:rPr>
        <w:t xml:space="preserve"> Федерального закона от 02.03.2007           № 25-ФЗ «О муниципальной службе в Российской Федерации</w:t>
      </w:r>
      <w:r>
        <w:rPr>
          <w:sz w:val="24"/>
          <w:szCs w:val="24"/>
        </w:rPr>
        <w:t xml:space="preserve">», </w:t>
      </w:r>
      <w:r w:rsidRPr="005B45BC">
        <w:rPr>
          <w:sz w:val="24"/>
          <w:szCs w:val="24"/>
        </w:rPr>
        <w:t xml:space="preserve">Законом </w:t>
      </w:r>
      <w:r>
        <w:rPr>
          <w:sz w:val="24"/>
          <w:szCs w:val="24"/>
        </w:rPr>
        <w:t xml:space="preserve"> Новосибирской  области от  30.10.2007 № 157-ОЗ  «</w:t>
      </w:r>
      <w:r w:rsidRPr="005B45BC">
        <w:rPr>
          <w:sz w:val="24"/>
          <w:szCs w:val="24"/>
        </w:rPr>
        <w:t xml:space="preserve">О муниципальной службе </w:t>
      </w:r>
      <w:r>
        <w:rPr>
          <w:sz w:val="24"/>
          <w:szCs w:val="24"/>
        </w:rPr>
        <w:t xml:space="preserve"> в  Новосибирской  области»,</w:t>
      </w: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7B46F2">
        <w:rPr>
          <w:sz w:val="24"/>
          <w:szCs w:val="24"/>
        </w:rPr>
        <w:t xml:space="preserve">             </w:t>
      </w:r>
    </w:p>
    <w:p w:rsidR="00293854" w:rsidRPr="003A428D" w:rsidRDefault="00293854" w:rsidP="003A428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</w:t>
      </w:r>
      <w:r w:rsidRPr="003A428D">
        <w:rPr>
          <w:b w:val="0"/>
          <w:bCs w:val="0"/>
          <w:sz w:val="24"/>
          <w:szCs w:val="24"/>
        </w:rPr>
        <w:t xml:space="preserve">1. Утвердить квалификационные </w:t>
      </w:r>
      <w:hyperlink r:id="rId7" w:history="1">
        <w:r w:rsidRPr="003A428D">
          <w:rPr>
            <w:b w:val="0"/>
            <w:bCs w:val="0"/>
            <w:sz w:val="24"/>
            <w:szCs w:val="24"/>
          </w:rPr>
          <w:t>требования</w:t>
        </w:r>
      </w:hyperlink>
      <w:r w:rsidRPr="003A428D">
        <w:rPr>
          <w:b w:val="0"/>
          <w:bCs w:val="0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замещения должностей муниципальной службы в Кочневском  сельсовете  Татарского  района  Новосибирской области   </w:t>
      </w: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B46F2">
        <w:rPr>
          <w:sz w:val="24"/>
          <w:szCs w:val="24"/>
        </w:rPr>
        <w:t>2. </w:t>
      </w:r>
      <w:r>
        <w:rPr>
          <w:sz w:val="24"/>
          <w:szCs w:val="24"/>
        </w:rPr>
        <w:t>Специалисту   администрации  Кочневского  сельсовета  Харитоновой Е.А.</w:t>
      </w:r>
      <w:r w:rsidRPr="007B46F2">
        <w:rPr>
          <w:sz w:val="24"/>
          <w:szCs w:val="24"/>
        </w:rPr>
        <w:t xml:space="preserve"> обеспечить включение в должностные инструкции муниципальных служащих </w:t>
      </w:r>
      <w:r>
        <w:rPr>
          <w:sz w:val="24"/>
          <w:szCs w:val="24"/>
        </w:rPr>
        <w:t xml:space="preserve"> администрации Кочневского сельсовета  квалификационные  требования, утвержденные  </w:t>
      </w:r>
      <w:r w:rsidRPr="007B46F2">
        <w:rPr>
          <w:sz w:val="24"/>
          <w:szCs w:val="24"/>
        </w:rPr>
        <w:t xml:space="preserve"> настоящим</w:t>
      </w:r>
      <w:r>
        <w:rPr>
          <w:sz w:val="24"/>
          <w:szCs w:val="24"/>
        </w:rPr>
        <w:t xml:space="preserve">  постановлением.</w:t>
      </w: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293854" w:rsidRPr="007B46F2" w:rsidRDefault="00293854" w:rsidP="007B46F2">
      <w:pPr>
        <w:autoSpaceDE w:val="0"/>
        <w:autoSpaceDN w:val="0"/>
        <w:adjustRightInd w:val="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3. Настоящее  </w:t>
      </w:r>
      <w:r w:rsidRPr="00000192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Постановление  в</w:t>
      </w:r>
      <w:r w:rsidRPr="00000192">
        <w:rPr>
          <w:sz w:val="24"/>
          <w:szCs w:val="24"/>
        </w:rPr>
        <w:t xml:space="preserve">ступает в силу </w:t>
      </w:r>
      <w:r>
        <w:rPr>
          <w:sz w:val="24"/>
          <w:szCs w:val="24"/>
        </w:rPr>
        <w:t>момента  его  официального опубликования.</w:t>
      </w:r>
    </w:p>
    <w:p w:rsidR="00293854" w:rsidRPr="007B46F2" w:rsidRDefault="00293854" w:rsidP="007B46F2">
      <w:pPr>
        <w:autoSpaceDE w:val="0"/>
        <w:autoSpaceDN w:val="0"/>
        <w:adjustRightInd w:val="0"/>
        <w:spacing w:line="240" w:lineRule="atLeast"/>
        <w:rPr>
          <w:sz w:val="24"/>
          <w:szCs w:val="24"/>
        </w:rPr>
      </w:pPr>
    </w:p>
    <w:p w:rsidR="00293854" w:rsidRDefault="00293854" w:rsidP="000E2C3F">
      <w:pPr>
        <w:autoSpaceDE w:val="0"/>
        <w:autoSpaceDN w:val="0"/>
        <w:adjustRightInd w:val="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Глава                                                                                                                              </w:t>
      </w:r>
    </w:p>
    <w:p w:rsidR="00293854" w:rsidRPr="00000192" w:rsidRDefault="00293854" w:rsidP="000E2C3F">
      <w:pPr>
        <w:autoSpaceDE w:val="0"/>
        <w:autoSpaceDN w:val="0"/>
        <w:adjustRightInd w:val="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Кочневского      сельсовета                                                                            А. И. Голубев</w:t>
      </w: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Pr="007B46F2" w:rsidRDefault="00293854" w:rsidP="007B46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Default="00293854" w:rsidP="000E2C3F">
      <w:pPr>
        <w:autoSpaceDE w:val="0"/>
        <w:autoSpaceDN w:val="0"/>
        <w:adjustRightInd w:val="0"/>
        <w:spacing w:after="0" w:line="240" w:lineRule="auto"/>
        <w:ind w:left="4680"/>
        <w:jc w:val="right"/>
        <w:outlineLvl w:val="0"/>
        <w:rPr>
          <w:sz w:val="24"/>
          <w:szCs w:val="24"/>
        </w:rPr>
      </w:pPr>
      <w:r w:rsidRPr="007B46F2">
        <w:rPr>
          <w:sz w:val="24"/>
          <w:szCs w:val="24"/>
        </w:rPr>
        <w:t>Утверждены</w:t>
      </w:r>
    </w:p>
    <w:p w:rsidR="00293854" w:rsidRDefault="00293854" w:rsidP="000E2C3F">
      <w:pPr>
        <w:autoSpaceDE w:val="0"/>
        <w:autoSpaceDN w:val="0"/>
        <w:adjustRightInd w:val="0"/>
        <w:spacing w:after="0" w:line="240" w:lineRule="auto"/>
        <w:ind w:left="468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</w:t>
      </w:r>
    </w:p>
    <w:p w:rsidR="00293854" w:rsidRPr="007B46F2" w:rsidRDefault="00293854" w:rsidP="000E2C3F">
      <w:pPr>
        <w:autoSpaceDE w:val="0"/>
        <w:autoSpaceDN w:val="0"/>
        <w:adjustRightInd w:val="0"/>
        <w:spacing w:after="0" w:line="240" w:lineRule="auto"/>
        <w:ind w:left="468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03.09.2012  № 52</w:t>
      </w:r>
    </w:p>
    <w:p w:rsidR="00293854" w:rsidRDefault="00293854" w:rsidP="00F83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7B46F2">
        <w:rPr>
          <w:b/>
          <w:bCs/>
          <w:sz w:val="24"/>
          <w:szCs w:val="24"/>
        </w:rPr>
        <w:t xml:space="preserve">Квалификационные требования </w:t>
      </w:r>
    </w:p>
    <w:p w:rsidR="00293854" w:rsidRPr="0098495C" w:rsidRDefault="00293854" w:rsidP="000E2C3F">
      <w:pPr>
        <w:pStyle w:val="ConsPlusTitle"/>
        <w:widowControl/>
        <w:jc w:val="center"/>
        <w:rPr>
          <w:sz w:val="24"/>
          <w:szCs w:val="24"/>
        </w:rPr>
      </w:pPr>
      <w:r w:rsidRPr="0098495C">
        <w:rPr>
          <w:sz w:val="24"/>
          <w:szCs w:val="24"/>
        </w:rPr>
        <w:t xml:space="preserve">к уровню профессионального образования, стажу муниципальной службы, стажу работы по специальности, профессиональным знаниям и навыкам, необходимым для замещения должностей муниципальной службы в  Кочневском  сельсовете  Татарского  района  Новосибирской области   </w:t>
      </w:r>
    </w:p>
    <w:p w:rsidR="00293854" w:rsidRDefault="00293854" w:rsidP="00F83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4"/>
          <w:szCs w:val="24"/>
        </w:rPr>
      </w:pPr>
      <w:r w:rsidRPr="007B46F2">
        <w:rPr>
          <w:b/>
          <w:bCs/>
          <w:sz w:val="24"/>
          <w:szCs w:val="24"/>
        </w:rPr>
        <w:t xml:space="preserve">   </w:t>
      </w:r>
    </w:p>
    <w:p w:rsidR="00293854" w:rsidRDefault="00293854" w:rsidP="00F83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4"/>
          <w:szCs w:val="24"/>
        </w:rPr>
      </w:pP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293854" w:rsidRPr="007B46F2" w:rsidRDefault="0029385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4"/>
          <w:szCs w:val="24"/>
        </w:rPr>
      </w:pPr>
      <w:r w:rsidRPr="007B46F2">
        <w:rPr>
          <w:sz w:val="24"/>
          <w:szCs w:val="24"/>
        </w:rPr>
        <w:t xml:space="preserve">1. Квалификационные требования </w:t>
      </w:r>
    </w:p>
    <w:p w:rsidR="00293854" w:rsidRPr="007B46F2" w:rsidRDefault="0029385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4"/>
          <w:szCs w:val="24"/>
        </w:rPr>
      </w:pPr>
      <w:r w:rsidRPr="007B46F2">
        <w:rPr>
          <w:sz w:val="24"/>
          <w:szCs w:val="24"/>
        </w:rPr>
        <w:t xml:space="preserve">к уровню профессионального образования, </w:t>
      </w:r>
    </w:p>
    <w:p w:rsidR="00293854" w:rsidRPr="007B46F2" w:rsidRDefault="0029385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4"/>
          <w:szCs w:val="24"/>
        </w:rPr>
      </w:pPr>
      <w:r w:rsidRPr="007B46F2">
        <w:rPr>
          <w:sz w:val="24"/>
          <w:szCs w:val="24"/>
        </w:rPr>
        <w:t>стажу муниципальной службы или стажу работы по специальности</w:t>
      </w:r>
    </w:p>
    <w:p w:rsidR="00293854" w:rsidRPr="007B46F2" w:rsidRDefault="0029385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 w:val="24"/>
          <w:szCs w:val="24"/>
        </w:rPr>
      </w:pP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 w:rsidRPr="007B46F2">
        <w:rPr>
          <w:sz w:val="24"/>
          <w:szCs w:val="24"/>
        </w:rPr>
        <w:t>1.1. </w:t>
      </w:r>
      <w:r w:rsidRPr="007B46F2">
        <w:rPr>
          <w:sz w:val="24"/>
          <w:szCs w:val="24"/>
          <w:lang w:eastAsia="ru-RU"/>
        </w:rPr>
        <w:t>Квалификационными требованиями к уровню профессионального образования, стажу муниципальной службы или стажу работы по специальности, устанавливаемыми для замещения должностей муниципальной службы, являются:</w:t>
      </w: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1.1.1</w:t>
      </w:r>
      <w:r w:rsidRPr="007B46F2">
        <w:rPr>
          <w:sz w:val="24"/>
          <w:szCs w:val="24"/>
        </w:rPr>
        <w:t xml:space="preserve">. Для замещения младших должностей муниципальной службы - </w:t>
      </w:r>
      <w:r>
        <w:rPr>
          <w:sz w:val="24"/>
          <w:szCs w:val="24"/>
        </w:rPr>
        <w:t>среднее</w:t>
      </w:r>
      <w:r w:rsidRPr="007B46F2">
        <w:rPr>
          <w:sz w:val="24"/>
          <w:szCs w:val="24"/>
        </w:rPr>
        <w:t xml:space="preserve"> профессиональное образование;</w:t>
      </w: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7B46F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требования  к  стажу  не  предъявляются.</w:t>
      </w: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bCs/>
          <w:sz w:val="24"/>
          <w:szCs w:val="24"/>
        </w:rPr>
      </w:pPr>
    </w:p>
    <w:p w:rsidR="00293854" w:rsidRPr="007B46F2" w:rsidRDefault="00293854" w:rsidP="0098495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7B46F2">
        <w:rPr>
          <w:sz w:val="24"/>
          <w:szCs w:val="24"/>
        </w:rPr>
        <w:t>2.</w:t>
      </w:r>
      <w:r w:rsidRPr="007B46F2">
        <w:rPr>
          <w:sz w:val="24"/>
          <w:szCs w:val="24"/>
          <w:lang w:val="en-US"/>
        </w:rPr>
        <w:t> </w:t>
      </w:r>
      <w:r w:rsidRPr="007B46F2">
        <w:rPr>
          <w:sz w:val="24"/>
          <w:szCs w:val="24"/>
        </w:rPr>
        <w:t xml:space="preserve">Общие квалификационные требования </w:t>
      </w:r>
      <w:r>
        <w:rPr>
          <w:sz w:val="24"/>
          <w:szCs w:val="24"/>
        </w:rPr>
        <w:t xml:space="preserve"> </w:t>
      </w:r>
      <w:r w:rsidRPr="007B46F2">
        <w:rPr>
          <w:sz w:val="24"/>
          <w:szCs w:val="24"/>
        </w:rPr>
        <w:t xml:space="preserve">к профессиональным знаниям и навыкам </w:t>
      </w: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7B46F2">
        <w:rPr>
          <w:sz w:val="24"/>
          <w:szCs w:val="24"/>
        </w:rPr>
        <w:t>2.1. Общими квалификационными требованиями к профессиональным знаниям муниципальных служащих для всех групп должностей являются знание:</w:t>
      </w:r>
    </w:p>
    <w:p w:rsidR="00293854" w:rsidRPr="007B46F2" w:rsidRDefault="00293854" w:rsidP="009849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98495C">
        <w:rPr>
          <w:sz w:val="24"/>
          <w:szCs w:val="24"/>
        </w:rPr>
        <w:t xml:space="preserve">- </w:t>
      </w:r>
      <w:hyperlink r:id="rId8" w:history="1">
        <w:r w:rsidRPr="007B46F2">
          <w:rPr>
            <w:sz w:val="24"/>
            <w:szCs w:val="24"/>
          </w:rPr>
          <w:t>Конституции</w:t>
        </w:r>
      </w:hyperlink>
      <w:r w:rsidRPr="007B46F2">
        <w:rPr>
          <w:sz w:val="24"/>
          <w:szCs w:val="24"/>
        </w:rPr>
        <w:t xml:space="preserve"> Российской Федерации, федеральных законов, актов Президента Российской Федерации и Правительства Российской Федерации, законов и иных нормативных правовых актов </w:t>
      </w:r>
      <w:r>
        <w:rPr>
          <w:sz w:val="24"/>
          <w:szCs w:val="24"/>
        </w:rPr>
        <w:t xml:space="preserve">Новосибирской  области, </w:t>
      </w:r>
      <w:hyperlink r:id="rId9" w:history="1">
        <w:r w:rsidRPr="007B46F2">
          <w:rPr>
            <w:sz w:val="24"/>
            <w:szCs w:val="24"/>
          </w:rPr>
          <w:t>Устав</w:t>
        </w:r>
      </w:hyperlink>
      <w:r w:rsidRPr="007B46F2">
        <w:rPr>
          <w:sz w:val="24"/>
          <w:szCs w:val="24"/>
        </w:rPr>
        <w:t xml:space="preserve">а  </w:t>
      </w:r>
      <w:r>
        <w:rPr>
          <w:sz w:val="24"/>
          <w:szCs w:val="24"/>
        </w:rPr>
        <w:t xml:space="preserve">Кочневского  сельсовета Татарского района Новосибирской области,  </w:t>
      </w:r>
      <w:r w:rsidRPr="007B46F2">
        <w:rPr>
          <w:sz w:val="24"/>
          <w:szCs w:val="24"/>
        </w:rPr>
        <w:t>муниципальных правовых актов органов и должно</w:t>
      </w:r>
      <w:r>
        <w:rPr>
          <w:sz w:val="24"/>
          <w:szCs w:val="24"/>
        </w:rPr>
        <w:t>стных лиц Кочневского  сельсовета</w:t>
      </w:r>
      <w:r w:rsidRPr="007B46F2">
        <w:rPr>
          <w:sz w:val="24"/>
          <w:szCs w:val="24"/>
        </w:rPr>
        <w:t>, в том числе регламентирующих</w:t>
      </w:r>
      <w:r>
        <w:rPr>
          <w:sz w:val="24"/>
          <w:szCs w:val="24"/>
        </w:rPr>
        <w:t xml:space="preserve">    </w:t>
      </w:r>
      <w:r w:rsidRPr="007B46F2">
        <w:rPr>
          <w:sz w:val="24"/>
          <w:szCs w:val="24"/>
        </w:rPr>
        <w:t xml:space="preserve">деятельность </w:t>
      </w:r>
      <w:r>
        <w:rPr>
          <w:sz w:val="24"/>
          <w:szCs w:val="24"/>
        </w:rPr>
        <w:t>Кочневского  сельсовета, МБУК  Кочневского  сельсовета</w:t>
      </w:r>
      <w:r w:rsidRPr="007B46F2">
        <w:rPr>
          <w:sz w:val="24"/>
          <w:szCs w:val="24"/>
        </w:rPr>
        <w:t>, в котором муниципальный служащий замещает должность муниципальной службы (</w:t>
      </w:r>
      <w:hyperlink r:id="rId10" w:history="1">
        <w:r w:rsidRPr="007B46F2">
          <w:rPr>
            <w:sz w:val="24"/>
            <w:szCs w:val="24"/>
          </w:rPr>
          <w:t>регламент</w:t>
        </w:r>
      </w:hyperlink>
      <w:r w:rsidRPr="007B46F2">
        <w:rPr>
          <w:sz w:val="24"/>
          <w:szCs w:val="24"/>
        </w:rPr>
        <w:t xml:space="preserve">, </w:t>
      </w:r>
      <w:hyperlink r:id="rId11" w:history="1">
        <w:r w:rsidRPr="007B46F2">
          <w:rPr>
            <w:sz w:val="24"/>
            <w:szCs w:val="24"/>
          </w:rPr>
          <w:t>инструкци</w:t>
        </w:r>
      </w:hyperlink>
      <w:r w:rsidRPr="007B46F2">
        <w:rPr>
          <w:sz w:val="24"/>
          <w:szCs w:val="24"/>
        </w:rPr>
        <w:t>я по делопроизводству, правила внутреннег</w:t>
      </w:r>
      <w:r>
        <w:rPr>
          <w:sz w:val="24"/>
          <w:szCs w:val="24"/>
        </w:rPr>
        <w:t>о трудового распорядка)</w:t>
      </w:r>
      <w:r w:rsidRPr="007B46F2">
        <w:rPr>
          <w:sz w:val="24"/>
          <w:szCs w:val="24"/>
        </w:rPr>
        <w:t>;</w:t>
      </w:r>
    </w:p>
    <w:p w:rsidR="00293854" w:rsidRPr="007B46F2" w:rsidRDefault="00293854" w:rsidP="0098495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46F2">
        <w:rPr>
          <w:sz w:val="24"/>
          <w:szCs w:val="24"/>
        </w:rPr>
        <w:t>основных обязанностей муниципального служащего, своих должностных обязанностей в соответствии с должностной инструкцией, ограничений и запретов, связанных с муниципальной службой, требования к пов</w:t>
      </w:r>
      <w:r>
        <w:rPr>
          <w:sz w:val="24"/>
          <w:szCs w:val="24"/>
        </w:rPr>
        <w:t xml:space="preserve">едению муниципального служащего, установленные </w:t>
      </w:r>
      <w:r w:rsidRPr="007B46F2">
        <w:rPr>
          <w:sz w:val="24"/>
          <w:szCs w:val="24"/>
        </w:rPr>
        <w:t>частью 2 статьи 9 Федерального закона от 02.03.2007 № 25-ФЗ «О муниципальной службе в Российской Федерации»)</w:t>
      </w:r>
      <w:r>
        <w:rPr>
          <w:sz w:val="24"/>
          <w:szCs w:val="24"/>
        </w:rPr>
        <w:t>, Кодекса  этики  и  поведения  муниципального  служащего.</w:t>
      </w:r>
    </w:p>
    <w:p w:rsidR="00293854" w:rsidRPr="007B46F2" w:rsidRDefault="0029385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293854" w:rsidRPr="007B46F2" w:rsidRDefault="00293854" w:rsidP="000119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 w:rsidRPr="007B46F2">
        <w:rPr>
          <w:sz w:val="24"/>
          <w:szCs w:val="24"/>
        </w:rPr>
        <w:t>2.2. </w:t>
      </w:r>
      <w:r w:rsidRPr="007B46F2">
        <w:rPr>
          <w:sz w:val="24"/>
          <w:szCs w:val="24"/>
          <w:lang w:eastAsia="ru-RU"/>
        </w:rPr>
        <w:t xml:space="preserve">Общими квалификационными требованиями к профессиональным навыкам муниципальных </w:t>
      </w:r>
      <w:r>
        <w:rPr>
          <w:sz w:val="24"/>
          <w:szCs w:val="24"/>
          <w:lang w:eastAsia="ru-RU"/>
        </w:rPr>
        <w:t xml:space="preserve">  </w:t>
      </w:r>
      <w:r w:rsidRPr="007B46F2">
        <w:rPr>
          <w:sz w:val="24"/>
          <w:szCs w:val="24"/>
          <w:lang w:eastAsia="ru-RU"/>
        </w:rPr>
        <w:t>служащих</w:t>
      </w:r>
      <w:r>
        <w:rPr>
          <w:sz w:val="24"/>
          <w:szCs w:val="24"/>
          <w:lang w:eastAsia="ru-RU"/>
        </w:rPr>
        <w:t xml:space="preserve">  </w:t>
      </w:r>
      <w:r w:rsidRPr="007B46F2">
        <w:rPr>
          <w:sz w:val="24"/>
          <w:szCs w:val="24"/>
          <w:lang w:eastAsia="ru-RU"/>
        </w:rPr>
        <w:t xml:space="preserve"> являются</w:t>
      </w:r>
      <w:r>
        <w:rPr>
          <w:sz w:val="24"/>
          <w:szCs w:val="24"/>
          <w:lang w:eastAsia="ru-RU"/>
        </w:rPr>
        <w:t xml:space="preserve">  </w:t>
      </w:r>
      <w:r w:rsidRPr="007B46F2">
        <w:rPr>
          <w:sz w:val="24"/>
          <w:szCs w:val="24"/>
          <w:lang w:eastAsia="ru-RU"/>
        </w:rPr>
        <w:t xml:space="preserve"> навыки: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B46F2">
        <w:rPr>
          <w:sz w:val="24"/>
          <w:szCs w:val="24"/>
          <w:lang w:eastAsia="ru-RU"/>
        </w:rPr>
        <w:t>работы с современными информационными технологиями, информационными системами, оргтехникой и средствами коммуникации;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B46F2">
        <w:rPr>
          <w:sz w:val="24"/>
          <w:szCs w:val="24"/>
          <w:lang w:eastAsia="ru-RU"/>
        </w:rPr>
        <w:t>работы с документами (составление, оформление, анализ, ведение и хранение документации и иные практические навыки работы с документами);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 </w:t>
      </w:r>
      <w:r w:rsidRPr="007B46F2">
        <w:rPr>
          <w:sz w:val="24"/>
          <w:szCs w:val="24"/>
          <w:lang w:eastAsia="ru-RU"/>
        </w:rPr>
        <w:t xml:space="preserve">организации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личного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труда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и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>эффективного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 планирования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>рабочего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 времени;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  </w:t>
      </w:r>
      <w:r w:rsidRPr="007B46F2">
        <w:rPr>
          <w:sz w:val="24"/>
          <w:szCs w:val="24"/>
          <w:lang w:eastAsia="ru-RU"/>
        </w:rPr>
        <w:t xml:space="preserve">делового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и 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>профессионального</w:t>
      </w:r>
      <w:r>
        <w:rPr>
          <w:sz w:val="24"/>
          <w:szCs w:val="24"/>
          <w:lang w:eastAsia="ru-RU"/>
        </w:rPr>
        <w:t xml:space="preserve"> </w:t>
      </w:r>
      <w:r w:rsidRPr="007B46F2">
        <w:rPr>
          <w:sz w:val="24"/>
          <w:szCs w:val="24"/>
          <w:lang w:eastAsia="ru-RU"/>
        </w:rPr>
        <w:t xml:space="preserve"> общения;</w:t>
      </w:r>
    </w:p>
    <w:p w:rsidR="00293854" w:rsidRDefault="00293854" w:rsidP="000119F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7B46F2">
        <w:rPr>
          <w:sz w:val="24"/>
          <w:szCs w:val="24"/>
        </w:rPr>
        <w:t>3. Специальные квалификационные требования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7B46F2">
        <w:rPr>
          <w:sz w:val="24"/>
          <w:szCs w:val="24"/>
        </w:rPr>
        <w:t xml:space="preserve"> к профессиональным знаниям и навыкам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 w:rsidRPr="007B46F2">
        <w:rPr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1</w:t>
      </w:r>
      <w:r w:rsidRPr="007B46F2">
        <w:rPr>
          <w:sz w:val="24"/>
          <w:szCs w:val="24"/>
          <w:lang w:eastAsia="ru-RU"/>
        </w:rPr>
        <w:t>. К муниципальным служащим, замещающим должности муниципальной службы младшей группы, предъявляются следующие квалификационные требования: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B46F2">
        <w:rPr>
          <w:sz w:val="24"/>
          <w:szCs w:val="24"/>
          <w:lang w:eastAsia="ru-RU"/>
        </w:rPr>
        <w:t>знание задач и функций, стоящих перед органом местного самоуправления, порядка подготовки и принятия муниципальных правовых актов, основ информационного и документационного обеспечения деятельности органа местного самоуправления и структурных подразделений органа местного самоуправления;</w:t>
      </w:r>
    </w:p>
    <w:p w:rsidR="00293854" w:rsidRPr="007B46F2" w:rsidRDefault="00293854" w:rsidP="000119F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B46F2">
        <w:rPr>
          <w:sz w:val="24"/>
          <w:szCs w:val="24"/>
          <w:lang w:eastAsia="ru-RU"/>
        </w:rPr>
        <w:t>наличие навыков ведения служебного документооборота, исполнения служебных документов, систематизации и подготовки информационных материалов по профилю деятельности, проектов документов, формирования и ведения автоматизированных информационно-справочных банков данных, технического обеспечения деятельности структурного подразделения (машинописные, копировальные работы, заполнение заявок), выполнения четко регламентиров</w:t>
      </w:r>
      <w:r>
        <w:rPr>
          <w:sz w:val="24"/>
          <w:szCs w:val="24"/>
          <w:lang w:eastAsia="ru-RU"/>
        </w:rPr>
        <w:t>анных технологических процессов.</w:t>
      </w:r>
    </w:p>
    <w:p w:rsidR="00293854" w:rsidRPr="007B46F2" w:rsidRDefault="00293854" w:rsidP="000119FD">
      <w:pPr>
        <w:spacing w:line="240" w:lineRule="auto"/>
        <w:rPr>
          <w:sz w:val="24"/>
          <w:szCs w:val="24"/>
        </w:rPr>
      </w:pPr>
    </w:p>
    <w:sectPr w:rsidR="00293854" w:rsidRPr="007B46F2" w:rsidSect="00FB54C6">
      <w:foot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54" w:rsidRDefault="00293854">
      <w:r>
        <w:separator/>
      </w:r>
    </w:p>
  </w:endnote>
  <w:endnote w:type="continuationSeparator" w:id="0">
    <w:p w:rsidR="00293854" w:rsidRDefault="00293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54" w:rsidRDefault="00293854" w:rsidP="00FB54C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93854" w:rsidRDefault="00293854" w:rsidP="000E2C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54" w:rsidRDefault="00293854">
      <w:r>
        <w:separator/>
      </w:r>
    </w:p>
  </w:footnote>
  <w:footnote w:type="continuationSeparator" w:id="0">
    <w:p w:rsidR="00293854" w:rsidRDefault="00293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02C"/>
    <w:rsid w:val="000000E3"/>
    <w:rsid w:val="00000192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19FD"/>
    <w:rsid w:val="00014E53"/>
    <w:rsid w:val="000152FC"/>
    <w:rsid w:val="000155A6"/>
    <w:rsid w:val="00016225"/>
    <w:rsid w:val="00016DBC"/>
    <w:rsid w:val="000172CA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74F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6270"/>
    <w:rsid w:val="00077AE5"/>
    <w:rsid w:val="000807A6"/>
    <w:rsid w:val="0008125E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C0069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2C3F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4DB5"/>
    <w:rsid w:val="001254AF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41AB"/>
    <w:rsid w:val="001A4346"/>
    <w:rsid w:val="001A4656"/>
    <w:rsid w:val="001A4AA3"/>
    <w:rsid w:val="001A4D03"/>
    <w:rsid w:val="001A5437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44A9"/>
    <w:rsid w:val="00225052"/>
    <w:rsid w:val="00225C9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5883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17D8"/>
    <w:rsid w:val="002530B2"/>
    <w:rsid w:val="00254364"/>
    <w:rsid w:val="002548D9"/>
    <w:rsid w:val="00254962"/>
    <w:rsid w:val="0025580A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6A2B"/>
    <w:rsid w:val="00287D06"/>
    <w:rsid w:val="0029064F"/>
    <w:rsid w:val="0029249B"/>
    <w:rsid w:val="00292D26"/>
    <w:rsid w:val="00293854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9A9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5B22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95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28D"/>
    <w:rsid w:val="003A4C8D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17B6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A41"/>
    <w:rsid w:val="003D34F7"/>
    <w:rsid w:val="003D3659"/>
    <w:rsid w:val="003D376F"/>
    <w:rsid w:val="003D3EA0"/>
    <w:rsid w:val="003D44F6"/>
    <w:rsid w:val="003D462F"/>
    <w:rsid w:val="003D6785"/>
    <w:rsid w:val="003D68A1"/>
    <w:rsid w:val="003D739F"/>
    <w:rsid w:val="003D7F07"/>
    <w:rsid w:val="003E07A5"/>
    <w:rsid w:val="003E0D2B"/>
    <w:rsid w:val="003E1FE3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31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2511"/>
    <w:rsid w:val="00482558"/>
    <w:rsid w:val="0048280D"/>
    <w:rsid w:val="00482B34"/>
    <w:rsid w:val="0048434F"/>
    <w:rsid w:val="00484467"/>
    <w:rsid w:val="00484CA0"/>
    <w:rsid w:val="004858C6"/>
    <w:rsid w:val="00485FE8"/>
    <w:rsid w:val="00487022"/>
    <w:rsid w:val="004876BD"/>
    <w:rsid w:val="004910FA"/>
    <w:rsid w:val="00491CB8"/>
    <w:rsid w:val="00491CEE"/>
    <w:rsid w:val="00493246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5ABB"/>
    <w:rsid w:val="004A6B1A"/>
    <w:rsid w:val="004A705A"/>
    <w:rsid w:val="004A7A0E"/>
    <w:rsid w:val="004A7F29"/>
    <w:rsid w:val="004B0450"/>
    <w:rsid w:val="004B04D3"/>
    <w:rsid w:val="004B1063"/>
    <w:rsid w:val="004B16A9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C63"/>
    <w:rsid w:val="004E5234"/>
    <w:rsid w:val="004E62AA"/>
    <w:rsid w:val="004E6D8E"/>
    <w:rsid w:val="004E7736"/>
    <w:rsid w:val="004E7D3C"/>
    <w:rsid w:val="004F09A1"/>
    <w:rsid w:val="004F16DD"/>
    <w:rsid w:val="004F2302"/>
    <w:rsid w:val="004F2E21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DF2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5BCD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35C0"/>
    <w:rsid w:val="005B45BC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803"/>
    <w:rsid w:val="005D5D04"/>
    <w:rsid w:val="005D6116"/>
    <w:rsid w:val="005D6251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63DB"/>
    <w:rsid w:val="00602DC5"/>
    <w:rsid w:val="00603DA7"/>
    <w:rsid w:val="00603EC9"/>
    <w:rsid w:val="0060539F"/>
    <w:rsid w:val="0060556B"/>
    <w:rsid w:val="00605C1C"/>
    <w:rsid w:val="0060652E"/>
    <w:rsid w:val="00607EB4"/>
    <w:rsid w:val="00607EF3"/>
    <w:rsid w:val="00610582"/>
    <w:rsid w:val="00610A73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2563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2B05"/>
    <w:rsid w:val="006C2DAD"/>
    <w:rsid w:val="006C3704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774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4185"/>
    <w:rsid w:val="00704C6A"/>
    <w:rsid w:val="00705894"/>
    <w:rsid w:val="00705A71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CDE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77D85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D22"/>
    <w:rsid w:val="00792987"/>
    <w:rsid w:val="00792BAE"/>
    <w:rsid w:val="00793FC2"/>
    <w:rsid w:val="00794E89"/>
    <w:rsid w:val="0079577C"/>
    <w:rsid w:val="007967CA"/>
    <w:rsid w:val="00796925"/>
    <w:rsid w:val="00796DCF"/>
    <w:rsid w:val="00796E27"/>
    <w:rsid w:val="007A1998"/>
    <w:rsid w:val="007A2284"/>
    <w:rsid w:val="007A3677"/>
    <w:rsid w:val="007A4839"/>
    <w:rsid w:val="007A595B"/>
    <w:rsid w:val="007A6AF9"/>
    <w:rsid w:val="007A6FE9"/>
    <w:rsid w:val="007B1036"/>
    <w:rsid w:val="007B1D45"/>
    <w:rsid w:val="007B1EFD"/>
    <w:rsid w:val="007B2D08"/>
    <w:rsid w:val="007B331E"/>
    <w:rsid w:val="007B4275"/>
    <w:rsid w:val="007B4562"/>
    <w:rsid w:val="007B46F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B83"/>
    <w:rsid w:val="00841A8C"/>
    <w:rsid w:val="00842EBF"/>
    <w:rsid w:val="00845491"/>
    <w:rsid w:val="008456AE"/>
    <w:rsid w:val="008456C9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B84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1745"/>
    <w:rsid w:val="008A3033"/>
    <w:rsid w:val="008A3A87"/>
    <w:rsid w:val="008A3F1E"/>
    <w:rsid w:val="008A425C"/>
    <w:rsid w:val="008A47CD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F10"/>
    <w:rsid w:val="009513CE"/>
    <w:rsid w:val="00951C3F"/>
    <w:rsid w:val="00952E06"/>
    <w:rsid w:val="009533CA"/>
    <w:rsid w:val="00953CF2"/>
    <w:rsid w:val="00954225"/>
    <w:rsid w:val="00954C06"/>
    <w:rsid w:val="00955D56"/>
    <w:rsid w:val="00956F02"/>
    <w:rsid w:val="00957726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19D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495C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1BFB"/>
    <w:rsid w:val="009D2F51"/>
    <w:rsid w:val="009D348C"/>
    <w:rsid w:val="009D3C44"/>
    <w:rsid w:val="009D4653"/>
    <w:rsid w:val="009D4F5E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4F19"/>
    <w:rsid w:val="00A25E1A"/>
    <w:rsid w:val="00A26594"/>
    <w:rsid w:val="00A265C4"/>
    <w:rsid w:val="00A267E3"/>
    <w:rsid w:val="00A268C2"/>
    <w:rsid w:val="00A26C13"/>
    <w:rsid w:val="00A279E9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A26"/>
    <w:rsid w:val="00A92949"/>
    <w:rsid w:val="00A9313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4C0F"/>
    <w:rsid w:val="00AF4F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673A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965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EAF"/>
    <w:rsid w:val="00B35100"/>
    <w:rsid w:val="00B35885"/>
    <w:rsid w:val="00B35D41"/>
    <w:rsid w:val="00B36D9A"/>
    <w:rsid w:val="00B36FCF"/>
    <w:rsid w:val="00B37024"/>
    <w:rsid w:val="00B374EB"/>
    <w:rsid w:val="00B37708"/>
    <w:rsid w:val="00B414F9"/>
    <w:rsid w:val="00B42446"/>
    <w:rsid w:val="00B45812"/>
    <w:rsid w:val="00B458EC"/>
    <w:rsid w:val="00B50B57"/>
    <w:rsid w:val="00B52492"/>
    <w:rsid w:val="00B53189"/>
    <w:rsid w:val="00B53754"/>
    <w:rsid w:val="00B53DD1"/>
    <w:rsid w:val="00B53DFE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14DA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50E3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66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0EF"/>
    <w:rsid w:val="00CD5153"/>
    <w:rsid w:val="00CD5E1E"/>
    <w:rsid w:val="00CD61DA"/>
    <w:rsid w:val="00CD7E62"/>
    <w:rsid w:val="00CE04DE"/>
    <w:rsid w:val="00CE1D1A"/>
    <w:rsid w:val="00CE3E9D"/>
    <w:rsid w:val="00CE44C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0775D"/>
    <w:rsid w:val="00D1145C"/>
    <w:rsid w:val="00D11617"/>
    <w:rsid w:val="00D11DC8"/>
    <w:rsid w:val="00D12EC0"/>
    <w:rsid w:val="00D13EAA"/>
    <w:rsid w:val="00D1400A"/>
    <w:rsid w:val="00D14311"/>
    <w:rsid w:val="00D146AA"/>
    <w:rsid w:val="00D14735"/>
    <w:rsid w:val="00D14EEE"/>
    <w:rsid w:val="00D15C60"/>
    <w:rsid w:val="00D16FBA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29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ADF"/>
    <w:rsid w:val="00D50CEF"/>
    <w:rsid w:val="00D512B4"/>
    <w:rsid w:val="00D51631"/>
    <w:rsid w:val="00D51733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872"/>
    <w:rsid w:val="00D6480F"/>
    <w:rsid w:val="00D64C31"/>
    <w:rsid w:val="00D65DB5"/>
    <w:rsid w:val="00D66909"/>
    <w:rsid w:val="00D67C7B"/>
    <w:rsid w:val="00D67F6D"/>
    <w:rsid w:val="00D7047B"/>
    <w:rsid w:val="00D70F36"/>
    <w:rsid w:val="00D73066"/>
    <w:rsid w:val="00D73287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963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D0A1D"/>
    <w:rsid w:val="00DD0D1B"/>
    <w:rsid w:val="00DD12B1"/>
    <w:rsid w:val="00DD1B7E"/>
    <w:rsid w:val="00DD24F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8F8"/>
    <w:rsid w:val="00DF3492"/>
    <w:rsid w:val="00DF364E"/>
    <w:rsid w:val="00DF5791"/>
    <w:rsid w:val="00DF6439"/>
    <w:rsid w:val="00DF6A00"/>
    <w:rsid w:val="00DF6C21"/>
    <w:rsid w:val="00DF6F69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5E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9BD"/>
    <w:rsid w:val="00E25A14"/>
    <w:rsid w:val="00E270AA"/>
    <w:rsid w:val="00E279E7"/>
    <w:rsid w:val="00E3023F"/>
    <w:rsid w:val="00E30F94"/>
    <w:rsid w:val="00E31B9C"/>
    <w:rsid w:val="00E31C2A"/>
    <w:rsid w:val="00E31F8B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925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A76"/>
    <w:rsid w:val="00E54B22"/>
    <w:rsid w:val="00E557D5"/>
    <w:rsid w:val="00E55E86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8C7"/>
    <w:rsid w:val="00E95150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5004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389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7282"/>
    <w:rsid w:val="00F372AC"/>
    <w:rsid w:val="00F40BE1"/>
    <w:rsid w:val="00F418AC"/>
    <w:rsid w:val="00F41C01"/>
    <w:rsid w:val="00F429FA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23F3"/>
    <w:rsid w:val="00F8302C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4D8E"/>
    <w:rsid w:val="00F95383"/>
    <w:rsid w:val="00F95570"/>
    <w:rsid w:val="00F97347"/>
    <w:rsid w:val="00F97E91"/>
    <w:rsid w:val="00FA034B"/>
    <w:rsid w:val="00FA03F4"/>
    <w:rsid w:val="00FA063A"/>
    <w:rsid w:val="00FA0712"/>
    <w:rsid w:val="00FA1087"/>
    <w:rsid w:val="00FA1380"/>
    <w:rsid w:val="00FA2498"/>
    <w:rsid w:val="00FA24FD"/>
    <w:rsid w:val="00FA3724"/>
    <w:rsid w:val="00FA38BB"/>
    <w:rsid w:val="00FA4A6F"/>
    <w:rsid w:val="00FA6106"/>
    <w:rsid w:val="00FA71AE"/>
    <w:rsid w:val="00FB1794"/>
    <w:rsid w:val="00FB2642"/>
    <w:rsid w:val="00FB4B29"/>
    <w:rsid w:val="00FB4E20"/>
    <w:rsid w:val="00FB54C6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02C"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302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F830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302C"/>
    <w:rPr>
      <w:sz w:val="28"/>
      <w:szCs w:val="28"/>
      <w:lang w:val="ru-RU" w:eastAsia="en-US"/>
    </w:rPr>
  </w:style>
  <w:style w:type="character" w:styleId="PageNumber">
    <w:name w:val="page number"/>
    <w:basedOn w:val="DefaultParagraphFont"/>
    <w:uiPriority w:val="99"/>
    <w:rsid w:val="00F8302C"/>
  </w:style>
  <w:style w:type="paragraph" w:styleId="FootnoteText">
    <w:name w:val="footnote text"/>
    <w:basedOn w:val="Normal"/>
    <w:link w:val="FootnoteTextChar"/>
    <w:uiPriority w:val="99"/>
    <w:semiHidden/>
    <w:rsid w:val="00F830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8302C"/>
    <w:rPr>
      <w:lang w:val="ru-RU" w:eastAsia="en-US"/>
    </w:rPr>
  </w:style>
  <w:style w:type="character" w:styleId="FootnoteReference">
    <w:name w:val="footnote reference"/>
    <w:basedOn w:val="DefaultParagraphFont"/>
    <w:uiPriority w:val="99"/>
    <w:semiHidden/>
    <w:rsid w:val="00F8302C"/>
    <w:rPr>
      <w:vertAlign w:val="superscript"/>
    </w:rPr>
  </w:style>
  <w:style w:type="paragraph" w:styleId="Footer">
    <w:name w:val="footer"/>
    <w:basedOn w:val="Normal"/>
    <w:link w:val="FooterChar"/>
    <w:uiPriority w:val="99"/>
    <w:rsid w:val="000E2C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6774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94D6C041646C5C83539D1D2764B1E186FDBD33B55BB47B885D0BvEk8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73E7C2C687BE81DA4104C97F41D4CB93DC8BA8A33FBCED842F8657FDB9C7D15579869482AF19F3u9k3K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73E7C2C687BE81DA4105C76A41D4CB93DF8CADA437BCED842F8657FDB9C7D15579869482AF19F6u9kCK" TargetMode="External"/><Relationship Id="rId11" Type="http://schemas.openxmlformats.org/officeDocument/2006/relationships/hyperlink" Target="consultantplus://offline/ref=EB94D6C041646C5C83539C133264B1E187FDB331B906BE73D15109EFE685FAF040B9C3A2C124ABvFkEK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B94D6C041646C5C83539C133264B1E181F7BE3EBE06BE73D15109EFE685FAF040B9C3A2C124ABvFkC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B94D6C041646C5C83539C133264B1E185F6BD30BD0AE379D90805EDE1v8k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3</Pages>
  <Words>910</Words>
  <Characters>5187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abalakina_ni</dc:creator>
  <cp:keywords/>
  <dc:description/>
  <cp:lastModifiedBy>Пользователь</cp:lastModifiedBy>
  <cp:revision>18</cp:revision>
  <cp:lastPrinted>2012-10-01T05:37:00Z</cp:lastPrinted>
  <dcterms:created xsi:type="dcterms:W3CDTF">2012-07-04T13:42:00Z</dcterms:created>
  <dcterms:modified xsi:type="dcterms:W3CDTF">2012-10-01T05:39:00Z</dcterms:modified>
</cp:coreProperties>
</file>