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3C" w:rsidRDefault="0071033C" w:rsidP="000001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71033C" w:rsidRDefault="0071033C" w:rsidP="000001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КОЧНЕВСКОГО    СЕЛЬСОВЕТА   ТАТАРСКОГО   РАЙОНА</w:t>
      </w:r>
    </w:p>
    <w:p w:rsidR="0071033C" w:rsidRDefault="0071033C" w:rsidP="000001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    ОБЛАСТИ</w:t>
      </w:r>
    </w:p>
    <w:p w:rsidR="0071033C" w:rsidRDefault="0071033C" w:rsidP="000001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1033C" w:rsidRDefault="0071033C" w:rsidP="000001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1033C" w:rsidRDefault="0071033C" w:rsidP="000001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1033C" w:rsidRPr="00000192" w:rsidRDefault="0071033C" w:rsidP="000001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1033C" w:rsidRPr="00000192" w:rsidRDefault="0071033C" w:rsidP="0000019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03.09.2012 г.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№  51</w:t>
      </w:r>
    </w:p>
    <w:p w:rsidR="0071033C" w:rsidRPr="00000192" w:rsidRDefault="0071033C" w:rsidP="00000192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1033C" w:rsidRPr="00000192" w:rsidRDefault="0071033C" w:rsidP="00000192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1033C" w:rsidRPr="00627297" w:rsidRDefault="0071033C" w:rsidP="00000192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27297">
        <w:rPr>
          <w:rFonts w:ascii="Times New Roman" w:hAnsi="Times New Roman" w:cs="Times New Roman"/>
          <w:b w:val="0"/>
          <w:bCs w:val="0"/>
          <w:sz w:val="24"/>
          <w:szCs w:val="24"/>
        </w:rPr>
        <w:t>Об утверждении Порядка размещения сведений о доходах, об имуществе,</w:t>
      </w:r>
    </w:p>
    <w:p w:rsidR="0071033C" w:rsidRPr="00627297" w:rsidRDefault="0071033C" w:rsidP="006272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27297">
        <w:rPr>
          <w:rFonts w:ascii="Times New Roman" w:hAnsi="Times New Roman" w:cs="Times New Roman"/>
          <w:b w:val="0"/>
          <w:bCs w:val="0"/>
          <w:sz w:val="24"/>
          <w:szCs w:val="24"/>
        </w:rPr>
        <w:t>и обязательствах имущественного характера лиц, замещающих должность муниципальной службы в   Кочневском  сельсовете  Татарского района Новосибирской области, и членов их семей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Pr="0062729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сети Интернет на официальном сайте  Кочневского  сельсовета  Татарского района Новосибирской области и предоставления этих сведений </w:t>
      </w:r>
    </w:p>
    <w:p w:rsidR="0071033C" w:rsidRPr="00627297" w:rsidRDefault="0071033C" w:rsidP="0000019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2729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средствам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627297">
        <w:rPr>
          <w:rFonts w:ascii="Times New Roman" w:hAnsi="Times New Roman" w:cs="Times New Roman"/>
          <w:b w:val="0"/>
          <w:bCs w:val="0"/>
          <w:sz w:val="24"/>
          <w:szCs w:val="24"/>
        </w:rPr>
        <w:t>массовой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62729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информации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62729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627297">
        <w:rPr>
          <w:rFonts w:ascii="Times New Roman" w:hAnsi="Times New Roman" w:cs="Times New Roman"/>
          <w:b w:val="0"/>
          <w:bCs w:val="0"/>
          <w:sz w:val="24"/>
          <w:szCs w:val="24"/>
        </w:rPr>
        <w:t>опубликования</w:t>
      </w:r>
    </w:p>
    <w:p w:rsidR="0071033C" w:rsidRPr="00000192" w:rsidRDefault="0071033C" w:rsidP="0000019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033C" w:rsidRPr="00000192" w:rsidRDefault="0071033C" w:rsidP="0000019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033C" w:rsidRPr="00627297" w:rsidRDefault="0071033C" w:rsidP="0062729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2729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  соответствии  с  Федеральным   </w:t>
      </w:r>
      <w:hyperlink r:id="rId6" w:history="1">
        <w:r w:rsidRPr="00627297">
          <w:rPr>
            <w:rFonts w:ascii="Times New Roman" w:hAnsi="Times New Roman" w:cs="Times New Roman"/>
            <w:b w:val="0"/>
            <w:bCs w:val="0"/>
            <w:sz w:val="24"/>
            <w:szCs w:val="24"/>
          </w:rPr>
          <w:t>законом</w:t>
        </w:r>
      </w:hyperlink>
      <w:r w:rsidRPr="0062729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от  25.12.2008  № 273-ФЗ «О противодействии коррупции» и   постановлением    администрации  Кочневского  сельсовета от 20.05.2010  №  21 «О  предоставлении  гражданами,  претендующими  на  замещение  должности  муниципальной   службы   Кочневского   сельсовета, муниципальных органах Кочневского   сельсовета и  муниципальными  служащими  Кочневского  сельсовета   сведений  о  доходах, об  имуществе  и  обязательствах  имущественного  характера»</w:t>
      </w:r>
    </w:p>
    <w:p w:rsidR="0071033C" w:rsidRPr="00000192" w:rsidRDefault="0071033C" w:rsidP="0000019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1033C" w:rsidRPr="00000192" w:rsidRDefault="0071033C" w:rsidP="0000019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1033C" w:rsidRPr="00000192" w:rsidRDefault="0071033C" w:rsidP="0000019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1.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Утвердить прилагаемый </w:t>
      </w:r>
      <w:hyperlink r:id="rId7" w:history="1">
        <w:r w:rsidRPr="00000192">
          <w:rPr>
            <w:rFonts w:ascii="Times New Roman" w:hAnsi="Times New Roman" w:cs="Times New Roman"/>
            <w:b w:val="0"/>
            <w:bCs w:val="0"/>
            <w:sz w:val="24"/>
            <w:szCs w:val="24"/>
          </w:rPr>
          <w:t>Порядок</w:t>
        </w:r>
      </w:hyperlink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размещения сведений о доходах, об имуществе и обязательствах имущественного характера лиц, замещающих д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олжности муниципальной службы в</w:t>
      </w:r>
      <w:r w:rsidRPr="00000192">
        <w:rPr>
          <w:rFonts w:ascii="Times New Roman" w:hAnsi="Times New Roman" w:cs="Times New Roman"/>
          <w:sz w:val="24"/>
          <w:szCs w:val="24"/>
        </w:rPr>
        <w:t xml:space="preserve"> 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>Кочневском  сельсовете  Татарского района Новосибирской области</w:t>
      </w:r>
      <w:r w:rsidRPr="00000192">
        <w:rPr>
          <w:rFonts w:ascii="Times New Roman" w:hAnsi="Times New Roman" w:cs="Times New Roman"/>
          <w:sz w:val="24"/>
          <w:szCs w:val="24"/>
        </w:rPr>
        <w:t>,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 членов их семей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 сети Интернет на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сайте 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>Кочневско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  сельсовета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Татарского района Новосибирской области, и членов их семей  в сети Интернет на официальном сайте  Кочневского  сельсовета  Татарского района Новосибирской области и предоставления этих сведений  средствам массовой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>информации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для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опубликования.</w:t>
      </w:r>
    </w:p>
    <w:p w:rsidR="0071033C" w:rsidRPr="00000192" w:rsidRDefault="0071033C" w:rsidP="007D2E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Специалисту  администрации Кочневского  сельсовета Харитоновой  Е. А. </w:t>
      </w:r>
      <w:r w:rsidRPr="000001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ознакомить </w:t>
      </w:r>
      <w:r w:rsidRPr="0000019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192">
        <w:rPr>
          <w:rFonts w:ascii="Times New Roman" w:hAnsi="Times New Roman" w:cs="Times New Roman"/>
          <w:sz w:val="24"/>
          <w:szCs w:val="24"/>
        </w:rPr>
        <w:t xml:space="preserve"> настоящим </w:t>
      </w:r>
      <w:r>
        <w:rPr>
          <w:rFonts w:ascii="Times New Roman" w:hAnsi="Times New Roman" w:cs="Times New Roman"/>
          <w:sz w:val="24"/>
          <w:szCs w:val="24"/>
        </w:rPr>
        <w:t xml:space="preserve">  Порядком </w:t>
      </w:r>
      <w:r w:rsidRPr="00000192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192">
        <w:rPr>
          <w:rFonts w:ascii="Times New Roman" w:hAnsi="Times New Roman" w:cs="Times New Roman"/>
          <w:sz w:val="24"/>
          <w:szCs w:val="24"/>
        </w:rPr>
        <w:t xml:space="preserve"> служащих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1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  Кочневского  сельсовета.</w:t>
      </w:r>
      <w:r w:rsidRPr="000001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033C" w:rsidRPr="00000192" w:rsidRDefault="0071033C" w:rsidP="00000192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 </w:t>
      </w:r>
      <w:r w:rsidRPr="000001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 </w:t>
      </w:r>
      <w:r w:rsidRPr="000001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00192">
        <w:rPr>
          <w:rFonts w:ascii="Times New Roman" w:hAnsi="Times New Roman" w:cs="Times New Roman"/>
          <w:sz w:val="24"/>
          <w:szCs w:val="24"/>
        </w:rPr>
        <w:t xml:space="preserve">ступает в силу </w:t>
      </w:r>
      <w:r>
        <w:rPr>
          <w:rFonts w:ascii="Times New Roman" w:hAnsi="Times New Roman" w:cs="Times New Roman"/>
          <w:sz w:val="24"/>
          <w:szCs w:val="24"/>
        </w:rPr>
        <w:t>момента  его  официального  опубликования.</w:t>
      </w:r>
    </w:p>
    <w:p w:rsidR="0071033C" w:rsidRPr="00000192" w:rsidRDefault="0071033C" w:rsidP="00000192">
      <w:pPr>
        <w:autoSpaceDE w:val="0"/>
        <w:autoSpaceDN w:val="0"/>
        <w:adjustRightInd w:val="0"/>
        <w:spacing w:line="240" w:lineRule="exact"/>
        <w:ind w:firstLine="720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71033C" w:rsidRDefault="0071033C" w:rsidP="00000192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71033C" w:rsidRDefault="0071033C" w:rsidP="00000192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Глава</w:t>
      </w:r>
    </w:p>
    <w:p w:rsidR="0071033C" w:rsidRPr="00000192" w:rsidRDefault="0071033C" w:rsidP="00000192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Кочневского  сельсовета                                                      А.И.Голубев</w:t>
      </w:r>
    </w:p>
    <w:p w:rsidR="0071033C" w:rsidRPr="00000192" w:rsidRDefault="0071033C" w:rsidP="00000192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1033C" w:rsidRPr="00000192" w:rsidRDefault="0071033C" w:rsidP="00000192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1033C" w:rsidRPr="00000192" w:rsidRDefault="0071033C" w:rsidP="00000192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1033C" w:rsidRDefault="0071033C" w:rsidP="0000019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71033C" w:rsidRDefault="0071033C" w:rsidP="0000019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71033C" w:rsidRDefault="0071033C" w:rsidP="0000019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71033C" w:rsidRDefault="0071033C" w:rsidP="0000019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71033C" w:rsidRDefault="0071033C" w:rsidP="0000019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71033C" w:rsidRDefault="0071033C" w:rsidP="0000019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71033C" w:rsidRDefault="0071033C" w:rsidP="0000019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71033C" w:rsidRPr="00000192" w:rsidRDefault="0071033C" w:rsidP="00F0600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1033C" w:rsidRPr="00000192" w:rsidRDefault="0071033C" w:rsidP="00000192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71033C" w:rsidRPr="00000192" w:rsidRDefault="0071033C" w:rsidP="00000192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71033C" w:rsidRPr="00000192" w:rsidRDefault="0071033C" w:rsidP="00000192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от 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0019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00192">
        <w:rPr>
          <w:rFonts w:ascii="Times New Roman" w:hAnsi="Times New Roman" w:cs="Times New Roman"/>
          <w:sz w:val="24"/>
          <w:szCs w:val="24"/>
        </w:rPr>
        <w:t>.2012 г.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1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51</w:t>
      </w:r>
      <w:r w:rsidRPr="000001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33C" w:rsidRDefault="0071033C" w:rsidP="001766E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1033C" w:rsidRPr="00000192" w:rsidRDefault="0071033C" w:rsidP="001766E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71033C" w:rsidRPr="00000192" w:rsidRDefault="0071033C" w:rsidP="001766E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 xml:space="preserve">размещения сведений о доходах, об имуществе и обязательствах имущественного характера лиц, замещающих должности муниципальной службы в администрации Кочневского  сельсовета Татарского района Новосибирской области, и членов их семей </w:t>
      </w:r>
    </w:p>
    <w:p w:rsidR="0071033C" w:rsidRPr="00000192" w:rsidRDefault="0071033C" w:rsidP="001766E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 xml:space="preserve">в сети Интернет на официальном сайте  Кочневского  сельсовета Татарского района Новосибирской области   и предоставления этих сведений </w:t>
      </w:r>
    </w:p>
    <w:p w:rsidR="0071033C" w:rsidRPr="00000192" w:rsidRDefault="0071033C" w:rsidP="001766E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средствам массовой информации для опубликования</w:t>
      </w:r>
    </w:p>
    <w:p w:rsidR="0071033C" w:rsidRPr="00000192" w:rsidRDefault="0071033C" w:rsidP="001766EE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1033C" w:rsidRPr="00000192" w:rsidRDefault="0071033C" w:rsidP="001766EE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1033C" w:rsidRPr="00000192" w:rsidRDefault="0071033C" w:rsidP="00E8211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1. Настоящий порядок устанавливает обязанность Кочневского  сельсовета Татарского района Новосибирской области  по размещению сведений о доходах, об имуществе и обязательствах имущественного характера лиц, замещающих должности муниципальной службы, их супругов и несовершеннолетних детей в сети Интернет на официальном сайте  Кочневского  сельсовета Татарского района Новосибирской области   (далее – официальный сайт), а также по предоставлению этих сведений средствам массовой информации для опубликования в связи с их запросами.</w:t>
      </w:r>
    </w:p>
    <w:p w:rsidR="0071033C" w:rsidRPr="00000192" w:rsidRDefault="0071033C" w:rsidP="001766E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2.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71033C" w:rsidRPr="00000192" w:rsidRDefault="0071033C" w:rsidP="009F1DA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1) перечень объектов недвижимого имущества, принадлежащих лицу, замещающему должность муниципальной службы в администрации Кочневского  сельсовета Татарского района Новосибирской области, его супруге (супругу) и несовершеннолетним детям на праве собственности  с указанием вида, площади и страны расположения каждого из них;</w:t>
      </w:r>
    </w:p>
    <w:p w:rsidR="0071033C" w:rsidRPr="00000192" w:rsidRDefault="0071033C" w:rsidP="009F1DAB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2) перечень транспортных средств, с указанием вида и марки, принадлежащих на праве собственности лицу, замещающему должность муниципальной службы в администрации Кочневского  сельсовета Татарского района Новосибирской области, его супруге (супругу) и несовершеннолетним детям;</w:t>
      </w:r>
    </w:p>
    <w:p w:rsidR="0071033C" w:rsidRPr="00000192" w:rsidRDefault="0071033C" w:rsidP="009F1DA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3) декларированный годовой доход лица, замещающего должность муниципальной службы в администрации Кочневского  сельсовета Татарского района Новосибирской области   его супруги (супруга) и  несовершеннолетних детей.</w:t>
      </w:r>
    </w:p>
    <w:p w:rsidR="0071033C" w:rsidRPr="00000192" w:rsidRDefault="0071033C" w:rsidP="001766E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3. 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71033C" w:rsidRPr="00000192" w:rsidRDefault="0071033C" w:rsidP="00E8211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 xml:space="preserve">1) иные сведения (кроме указанных в </w:t>
      </w:r>
      <w:hyperlink r:id="rId8" w:history="1">
        <w:r w:rsidRPr="00000192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000192">
        <w:rPr>
          <w:rFonts w:ascii="Times New Roman" w:hAnsi="Times New Roman" w:cs="Times New Roman"/>
          <w:sz w:val="24"/>
          <w:szCs w:val="24"/>
        </w:rPr>
        <w:t xml:space="preserve"> настоящего порядка) о доходах лица, замещающего должность муниципальной службы в администрации Кочневского  сельсовета Татарского района Новосибирской области, его супруги (супруга) и несовершеннолетних детей, об имуществе, принадлежащем на праве собственности названным лицам, и об их обязательствах  имущественного  характера;</w:t>
      </w:r>
    </w:p>
    <w:p w:rsidR="0071033C" w:rsidRPr="00000192" w:rsidRDefault="0071033C" w:rsidP="009F1DA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2) персональные данные супруги (супруга), детей и иных членов семьи лица, замещающего должность муниципальной службы в администрации Кочневского  сельсовета Татарского района Новосибирской области;</w:t>
      </w:r>
    </w:p>
    <w:p w:rsidR="0071033C" w:rsidRPr="00000192" w:rsidRDefault="0071033C" w:rsidP="009F1DA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должность муниципальной службы в администрации Кочневского  сельсовета Татарского района Новосибирской области, его супруги (супруга) и иных членов семьи;</w:t>
      </w:r>
    </w:p>
    <w:p w:rsidR="0071033C" w:rsidRPr="00000192" w:rsidRDefault="0071033C" w:rsidP="009F1DA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4) данные, позволяющие определить местонахождение объектов недвижимого имущества, принадлежащих лицу, замещающему должность муниципальной службы в администрации Кочневского  сельсовета Татарского района Новосибирской области, его супруге (супругу), детям, иным членам семьи на праве собственности или находящихся в их пользовании;</w:t>
      </w:r>
    </w:p>
    <w:p w:rsidR="0071033C" w:rsidRPr="00000192" w:rsidRDefault="0071033C" w:rsidP="001766E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5) информацию, отнесенную к государственной тайне или являющуюся конфиденциальной.</w:t>
      </w:r>
    </w:p>
    <w:p w:rsidR="0071033C" w:rsidRPr="00000192" w:rsidRDefault="0071033C" w:rsidP="009F1DA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 xml:space="preserve">4. Сведения о доходах, об имуществе и обязательствах имущественного характера, указанные в </w:t>
      </w:r>
      <w:hyperlink r:id="rId9" w:history="1">
        <w:r w:rsidRPr="00000192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000192">
        <w:rPr>
          <w:rFonts w:ascii="Times New Roman" w:hAnsi="Times New Roman" w:cs="Times New Roman"/>
          <w:sz w:val="24"/>
          <w:szCs w:val="24"/>
        </w:rPr>
        <w:t xml:space="preserve"> настоящего порядка, размещают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лицами, замещающими должности муниципальной службы в  администрации Кочневского сельсовета  Татарского района Новосибирской области. </w:t>
      </w:r>
    </w:p>
    <w:p w:rsidR="0071033C" w:rsidRPr="00367A7F" w:rsidRDefault="0071033C" w:rsidP="00E8211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hyperlink r:id="rId10" w:history="1">
        <w:r w:rsidRPr="00000192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000192">
        <w:rPr>
          <w:rFonts w:ascii="Times New Roman" w:hAnsi="Times New Roman" w:cs="Times New Roman"/>
          <w:sz w:val="24"/>
          <w:szCs w:val="24"/>
        </w:rPr>
        <w:t xml:space="preserve"> настоящего порядка, представленных лицами, замещающими должности муниципальной службы в администрации Кочневского  сельсовета Татарского района Новосибирской области, обеспечивается  главой  Кочневского  сельсовета Татарского района Новосибирской области, а в структурных подразделениях  Кочневского  сельсовета Татарского района Новосибирской области, обладающих статусом юридического лица – соответствующими руководителями, ко</w:t>
      </w:r>
      <w:r w:rsidRPr="00367A7F">
        <w:rPr>
          <w:rFonts w:ascii="Times New Roman" w:hAnsi="Times New Roman" w:cs="Times New Roman"/>
          <w:sz w:val="24"/>
          <w:szCs w:val="24"/>
        </w:rPr>
        <w:t>торые:</w:t>
      </w:r>
    </w:p>
    <w:p w:rsidR="0071033C" w:rsidRPr="00367A7F" w:rsidRDefault="0071033C" w:rsidP="001766E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367A7F">
        <w:rPr>
          <w:rFonts w:ascii="Times New Roman" w:hAnsi="Times New Roman" w:cs="Times New Roman"/>
          <w:sz w:val="24"/>
          <w:szCs w:val="24"/>
        </w:rPr>
        <w:t>1) в трехдневный срок со дня поступления запроса от средства массовой информации сообщают о нем лицу, замещающему должность муниципальной службы, в отношении которого поступил запрос;</w:t>
      </w:r>
    </w:p>
    <w:p w:rsidR="0071033C" w:rsidRPr="00367A7F" w:rsidRDefault="0071033C" w:rsidP="001766E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367A7F">
        <w:rPr>
          <w:rFonts w:ascii="Times New Roman" w:hAnsi="Times New Roman" w:cs="Times New Roman"/>
          <w:sz w:val="24"/>
          <w:szCs w:val="24"/>
        </w:rPr>
        <w:t xml:space="preserve">2) в семидневный срок со дня поступления запроса от средства массовой информации обеспечивают предоставление ему сведений, указанных в </w:t>
      </w:r>
      <w:hyperlink r:id="rId11" w:history="1">
        <w:r w:rsidRPr="00367A7F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367A7F">
        <w:rPr>
          <w:rFonts w:ascii="Times New Roman" w:hAnsi="Times New Roman" w:cs="Times New Roman"/>
          <w:sz w:val="24"/>
          <w:szCs w:val="24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71033C" w:rsidRPr="00367A7F" w:rsidRDefault="0071033C" w:rsidP="00E8211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367A7F">
        <w:rPr>
          <w:rFonts w:ascii="Times New Roman" w:hAnsi="Times New Roman" w:cs="Times New Roman"/>
          <w:sz w:val="24"/>
          <w:szCs w:val="24"/>
        </w:rPr>
        <w:t xml:space="preserve">6. Муниципальные служащие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367A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Кочневского  сельсовета Татарского района Новосибирской области</w:t>
      </w:r>
      <w:r w:rsidRPr="00367A7F">
        <w:rPr>
          <w:rFonts w:ascii="Times New Roman" w:hAnsi="Times New Roman" w:cs="Times New Roman"/>
          <w:sz w:val="24"/>
          <w:szCs w:val="24"/>
        </w:rPr>
        <w:t xml:space="preserve">  несут в соответствии с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A7F">
        <w:rPr>
          <w:rFonts w:ascii="Times New Roman" w:hAnsi="Times New Roman" w:cs="Times New Roman"/>
          <w:sz w:val="24"/>
          <w:szCs w:val="24"/>
        </w:rPr>
        <w:t>Российской Федерации ответственность за несоблюдение настоящего порядка, а также за разглашение сведений, отнесенных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71033C" w:rsidRPr="00367A7F" w:rsidRDefault="0071033C">
      <w:pPr>
        <w:rPr>
          <w:sz w:val="24"/>
          <w:szCs w:val="24"/>
        </w:rPr>
      </w:pPr>
    </w:p>
    <w:sectPr w:rsidR="0071033C" w:rsidRPr="00367A7F" w:rsidSect="00081928">
      <w:footerReference w:type="default" r:id="rId12"/>
      <w:pgSz w:w="11906" w:h="16838"/>
      <w:pgMar w:top="1134" w:right="851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33C" w:rsidRDefault="0071033C">
      <w:r>
        <w:separator/>
      </w:r>
    </w:p>
  </w:endnote>
  <w:endnote w:type="continuationSeparator" w:id="0">
    <w:p w:rsidR="0071033C" w:rsidRDefault="00710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3C" w:rsidRDefault="0071033C" w:rsidP="0008192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1033C" w:rsidRDefault="0071033C" w:rsidP="00E8211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33C" w:rsidRDefault="0071033C">
      <w:r>
        <w:separator/>
      </w:r>
    </w:p>
  </w:footnote>
  <w:footnote w:type="continuationSeparator" w:id="0">
    <w:p w:rsidR="0071033C" w:rsidRDefault="007103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6EE"/>
    <w:rsid w:val="000000E3"/>
    <w:rsid w:val="00000192"/>
    <w:rsid w:val="00000B5A"/>
    <w:rsid w:val="00000C2D"/>
    <w:rsid w:val="00000D8C"/>
    <w:rsid w:val="00001058"/>
    <w:rsid w:val="0000137F"/>
    <w:rsid w:val="00001AE5"/>
    <w:rsid w:val="00002B81"/>
    <w:rsid w:val="00002E6F"/>
    <w:rsid w:val="00002EDC"/>
    <w:rsid w:val="00006723"/>
    <w:rsid w:val="000067C4"/>
    <w:rsid w:val="00010053"/>
    <w:rsid w:val="0001179B"/>
    <w:rsid w:val="000132ED"/>
    <w:rsid w:val="00014E53"/>
    <w:rsid w:val="000152FC"/>
    <w:rsid w:val="000155A6"/>
    <w:rsid w:val="00016225"/>
    <w:rsid w:val="00016DBC"/>
    <w:rsid w:val="000172CA"/>
    <w:rsid w:val="00017547"/>
    <w:rsid w:val="00020C69"/>
    <w:rsid w:val="00021615"/>
    <w:rsid w:val="000218B0"/>
    <w:rsid w:val="00023040"/>
    <w:rsid w:val="00023837"/>
    <w:rsid w:val="000242C0"/>
    <w:rsid w:val="0002443B"/>
    <w:rsid w:val="00024825"/>
    <w:rsid w:val="00024DDC"/>
    <w:rsid w:val="00026517"/>
    <w:rsid w:val="0002673A"/>
    <w:rsid w:val="00026E6B"/>
    <w:rsid w:val="00027832"/>
    <w:rsid w:val="00027E4B"/>
    <w:rsid w:val="00031D6A"/>
    <w:rsid w:val="0003230A"/>
    <w:rsid w:val="00032635"/>
    <w:rsid w:val="00032D08"/>
    <w:rsid w:val="00033021"/>
    <w:rsid w:val="00034315"/>
    <w:rsid w:val="0003509E"/>
    <w:rsid w:val="00036EEE"/>
    <w:rsid w:val="00037EAA"/>
    <w:rsid w:val="00037EE5"/>
    <w:rsid w:val="00041E4A"/>
    <w:rsid w:val="00041FF7"/>
    <w:rsid w:val="00042478"/>
    <w:rsid w:val="000449CE"/>
    <w:rsid w:val="00045A4E"/>
    <w:rsid w:val="00046352"/>
    <w:rsid w:val="000469CC"/>
    <w:rsid w:val="00047096"/>
    <w:rsid w:val="00047FBE"/>
    <w:rsid w:val="00051D78"/>
    <w:rsid w:val="000524B7"/>
    <w:rsid w:val="00052F8E"/>
    <w:rsid w:val="0005328F"/>
    <w:rsid w:val="00053A42"/>
    <w:rsid w:val="00053FFB"/>
    <w:rsid w:val="00054915"/>
    <w:rsid w:val="00056A6C"/>
    <w:rsid w:val="00056CB5"/>
    <w:rsid w:val="00057C53"/>
    <w:rsid w:val="00061DFA"/>
    <w:rsid w:val="00061E13"/>
    <w:rsid w:val="0006203E"/>
    <w:rsid w:val="000624BD"/>
    <w:rsid w:val="00062578"/>
    <w:rsid w:val="00064B2B"/>
    <w:rsid w:val="00064B43"/>
    <w:rsid w:val="000654B9"/>
    <w:rsid w:val="00065AC1"/>
    <w:rsid w:val="00066BBD"/>
    <w:rsid w:val="0007212D"/>
    <w:rsid w:val="000730E1"/>
    <w:rsid w:val="00073862"/>
    <w:rsid w:val="000742FA"/>
    <w:rsid w:val="00075181"/>
    <w:rsid w:val="00076270"/>
    <w:rsid w:val="00077AE5"/>
    <w:rsid w:val="000807A6"/>
    <w:rsid w:val="000812C8"/>
    <w:rsid w:val="000816FD"/>
    <w:rsid w:val="00081928"/>
    <w:rsid w:val="000823CC"/>
    <w:rsid w:val="000828EA"/>
    <w:rsid w:val="00083905"/>
    <w:rsid w:val="0008467B"/>
    <w:rsid w:val="00085496"/>
    <w:rsid w:val="00085994"/>
    <w:rsid w:val="00087A7C"/>
    <w:rsid w:val="00087F67"/>
    <w:rsid w:val="000913E9"/>
    <w:rsid w:val="000927FC"/>
    <w:rsid w:val="000931E5"/>
    <w:rsid w:val="000947F8"/>
    <w:rsid w:val="00094FE1"/>
    <w:rsid w:val="0009592A"/>
    <w:rsid w:val="00095967"/>
    <w:rsid w:val="00096275"/>
    <w:rsid w:val="000966A6"/>
    <w:rsid w:val="00097502"/>
    <w:rsid w:val="0009773C"/>
    <w:rsid w:val="000A027E"/>
    <w:rsid w:val="000A070E"/>
    <w:rsid w:val="000A0C08"/>
    <w:rsid w:val="000A1097"/>
    <w:rsid w:val="000A1CA3"/>
    <w:rsid w:val="000A1F00"/>
    <w:rsid w:val="000A29B2"/>
    <w:rsid w:val="000A2FCF"/>
    <w:rsid w:val="000A4326"/>
    <w:rsid w:val="000A47C4"/>
    <w:rsid w:val="000A4EFB"/>
    <w:rsid w:val="000A513A"/>
    <w:rsid w:val="000A5B81"/>
    <w:rsid w:val="000A60CF"/>
    <w:rsid w:val="000A7577"/>
    <w:rsid w:val="000B0F5A"/>
    <w:rsid w:val="000B177E"/>
    <w:rsid w:val="000B19F4"/>
    <w:rsid w:val="000B26F3"/>
    <w:rsid w:val="000B2E31"/>
    <w:rsid w:val="000B61B4"/>
    <w:rsid w:val="000B6585"/>
    <w:rsid w:val="000B7916"/>
    <w:rsid w:val="000C00C1"/>
    <w:rsid w:val="000C02D6"/>
    <w:rsid w:val="000C1640"/>
    <w:rsid w:val="000C173D"/>
    <w:rsid w:val="000C347C"/>
    <w:rsid w:val="000C379D"/>
    <w:rsid w:val="000C4AD4"/>
    <w:rsid w:val="000C6FFF"/>
    <w:rsid w:val="000C7241"/>
    <w:rsid w:val="000C7357"/>
    <w:rsid w:val="000C7F27"/>
    <w:rsid w:val="000D07BF"/>
    <w:rsid w:val="000D08A4"/>
    <w:rsid w:val="000D0D7A"/>
    <w:rsid w:val="000D1157"/>
    <w:rsid w:val="000D11B4"/>
    <w:rsid w:val="000D1323"/>
    <w:rsid w:val="000D13E1"/>
    <w:rsid w:val="000D1A5F"/>
    <w:rsid w:val="000D3473"/>
    <w:rsid w:val="000D36C6"/>
    <w:rsid w:val="000D5628"/>
    <w:rsid w:val="000D5ADB"/>
    <w:rsid w:val="000D68FD"/>
    <w:rsid w:val="000D6DD9"/>
    <w:rsid w:val="000D78DB"/>
    <w:rsid w:val="000D79EE"/>
    <w:rsid w:val="000D7BD6"/>
    <w:rsid w:val="000E0118"/>
    <w:rsid w:val="000E0221"/>
    <w:rsid w:val="000E068A"/>
    <w:rsid w:val="000E19A1"/>
    <w:rsid w:val="000E20C0"/>
    <w:rsid w:val="000E407D"/>
    <w:rsid w:val="000E4946"/>
    <w:rsid w:val="000E53A1"/>
    <w:rsid w:val="000E7197"/>
    <w:rsid w:val="000E7F66"/>
    <w:rsid w:val="000F099A"/>
    <w:rsid w:val="000F0F25"/>
    <w:rsid w:val="000F112F"/>
    <w:rsid w:val="000F1310"/>
    <w:rsid w:val="000F2544"/>
    <w:rsid w:val="000F3132"/>
    <w:rsid w:val="000F34D1"/>
    <w:rsid w:val="000F3731"/>
    <w:rsid w:val="000F3F4D"/>
    <w:rsid w:val="000F4F36"/>
    <w:rsid w:val="000F59F8"/>
    <w:rsid w:val="000F5FB0"/>
    <w:rsid w:val="001000DD"/>
    <w:rsid w:val="0010041F"/>
    <w:rsid w:val="00100FA9"/>
    <w:rsid w:val="00104BA4"/>
    <w:rsid w:val="00105107"/>
    <w:rsid w:val="00106288"/>
    <w:rsid w:val="001062B5"/>
    <w:rsid w:val="00106309"/>
    <w:rsid w:val="0010651C"/>
    <w:rsid w:val="001072D9"/>
    <w:rsid w:val="00107695"/>
    <w:rsid w:val="001076A8"/>
    <w:rsid w:val="00107927"/>
    <w:rsid w:val="001106B7"/>
    <w:rsid w:val="00110A79"/>
    <w:rsid w:val="00112449"/>
    <w:rsid w:val="00112B02"/>
    <w:rsid w:val="00113CA9"/>
    <w:rsid w:val="00114B2B"/>
    <w:rsid w:val="001150FA"/>
    <w:rsid w:val="00115322"/>
    <w:rsid w:val="0011670C"/>
    <w:rsid w:val="00116843"/>
    <w:rsid w:val="0011711A"/>
    <w:rsid w:val="0011725A"/>
    <w:rsid w:val="00117376"/>
    <w:rsid w:val="001176A2"/>
    <w:rsid w:val="001208ED"/>
    <w:rsid w:val="00121372"/>
    <w:rsid w:val="00122B66"/>
    <w:rsid w:val="001245F9"/>
    <w:rsid w:val="00124DB5"/>
    <w:rsid w:val="00125661"/>
    <w:rsid w:val="001258B1"/>
    <w:rsid w:val="00125B54"/>
    <w:rsid w:val="00127417"/>
    <w:rsid w:val="001278F9"/>
    <w:rsid w:val="00127C7C"/>
    <w:rsid w:val="00130310"/>
    <w:rsid w:val="0013045D"/>
    <w:rsid w:val="00130818"/>
    <w:rsid w:val="00131404"/>
    <w:rsid w:val="001317EA"/>
    <w:rsid w:val="00134367"/>
    <w:rsid w:val="00134A17"/>
    <w:rsid w:val="001359ED"/>
    <w:rsid w:val="00135B73"/>
    <w:rsid w:val="001371C7"/>
    <w:rsid w:val="00137F98"/>
    <w:rsid w:val="001412BE"/>
    <w:rsid w:val="001416EB"/>
    <w:rsid w:val="001419C3"/>
    <w:rsid w:val="00141A2A"/>
    <w:rsid w:val="00142DF5"/>
    <w:rsid w:val="00143399"/>
    <w:rsid w:val="00143D4B"/>
    <w:rsid w:val="00144AE9"/>
    <w:rsid w:val="00145224"/>
    <w:rsid w:val="0014595B"/>
    <w:rsid w:val="00146341"/>
    <w:rsid w:val="0015078E"/>
    <w:rsid w:val="00151E24"/>
    <w:rsid w:val="001526F0"/>
    <w:rsid w:val="001557A4"/>
    <w:rsid w:val="00155B4D"/>
    <w:rsid w:val="00155B8A"/>
    <w:rsid w:val="00156056"/>
    <w:rsid w:val="0015632E"/>
    <w:rsid w:val="0015637E"/>
    <w:rsid w:val="001570BF"/>
    <w:rsid w:val="00157497"/>
    <w:rsid w:val="001574E9"/>
    <w:rsid w:val="0015754C"/>
    <w:rsid w:val="00160B51"/>
    <w:rsid w:val="00160FF0"/>
    <w:rsid w:val="00163301"/>
    <w:rsid w:val="00163B71"/>
    <w:rsid w:val="00165B62"/>
    <w:rsid w:val="00166B73"/>
    <w:rsid w:val="00167BDB"/>
    <w:rsid w:val="00172C90"/>
    <w:rsid w:val="00174A4D"/>
    <w:rsid w:val="00175628"/>
    <w:rsid w:val="00175F57"/>
    <w:rsid w:val="001766EE"/>
    <w:rsid w:val="0017674D"/>
    <w:rsid w:val="0017743E"/>
    <w:rsid w:val="0018154C"/>
    <w:rsid w:val="00181922"/>
    <w:rsid w:val="00181D2A"/>
    <w:rsid w:val="001841C7"/>
    <w:rsid w:val="001846D0"/>
    <w:rsid w:val="00184C4F"/>
    <w:rsid w:val="001850AE"/>
    <w:rsid w:val="001854C0"/>
    <w:rsid w:val="00185A19"/>
    <w:rsid w:val="00185AF7"/>
    <w:rsid w:val="00186F9F"/>
    <w:rsid w:val="00190A41"/>
    <w:rsid w:val="001912E5"/>
    <w:rsid w:val="001912EA"/>
    <w:rsid w:val="00191C94"/>
    <w:rsid w:val="00192257"/>
    <w:rsid w:val="00192A34"/>
    <w:rsid w:val="001938AC"/>
    <w:rsid w:val="00195BE7"/>
    <w:rsid w:val="00195C1D"/>
    <w:rsid w:val="00196092"/>
    <w:rsid w:val="00197672"/>
    <w:rsid w:val="001A0992"/>
    <w:rsid w:val="001A09AC"/>
    <w:rsid w:val="001A0D49"/>
    <w:rsid w:val="001A11A0"/>
    <w:rsid w:val="001A25C7"/>
    <w:rsid w:val="001A41AB"/>
    <w:rsid w:val="001A4346"/>
    <w:rsid w:val="001A4656"/>
    <w:rsid w:val="001A4AA3"/>
    <w:rsid w:val="001A4D03"/>
    <w:rsid w:val="001A5437"/>
    <w:rsid w:val="001A5FE4"/>
    <w:rsid w:val="001A686E"/>
    <w:rsid w:val="001A6892"/>
    <w:rsid w:val="001A7105"/>
    <w:rsid w:val="001A737B"/>
    <w:rsid w:val="001A7E67"/>
    <w:rsid w:val="001B027D"/>
    <w:rsid w:val="001B0F98"/>
    <w:rsid w:val="001B1420"/>
    <w:rsid w:val="001B322D"/>
    <w:rsid w:val="001B5180"/>
    <w:rsid w:val="001B524E"/>
    <w:rsid w:val="001B596E"/>
    <w:rsid w:val="001B61DB"/>
    <w:rsid w:val="001B79BB"/>
    <w:rsid w:val="001B7DD0"/>
    <w:rsid w:val="001C0856"/>
    <w:rsid w:val="001C0877"/>
    <w:rsid w:val="001C1611"/>
    <w:rsid w:val="001C1941"/>
    <w:rsid w:val="001C201D"/>
    <w:rsid w:val="001C3039"/>
    <w:rsid w:val="001C3C45"/>
    <w:rsid w:val="001C4123"/>
    <w:rsid w:val="001C544E"/>
    <w:rsid w:val="001C54B1"/>
    <w:rsid w:val="001C678F"/>
    <w:rsid w:val="001C7046"/>
    <w:rsid w:val="001C75FD"/>
    <w:rsid w:val="001C783D"/>
    <w:rsid w:val="001C7D91"/>
    <w:rsid w:val="001D0C39"/>
    <w:rsid w:val="001D0D74"/>
    <w:rsid w:val="001D0E26"/>
    <w:rsid w:val="001D120D"/>
    <w:rsid w:val="001D203D"/>
    <w:rsid w:val="001D222E"/>
    <w:rsid w:val="001D2867"/>
    <w:rsid w:val="001D3344"/>
    <w:rsid w:val="001D50B8"/>
    <w:rsid w:val="001D57E5"/>
    <w:rsid w:val="001D63F3"/>
    <w:rsid w:val="001D6730"/>
    <w:rsid w:val="001D75D0"/>
    <w:rsid w:val="001E1207"/>
    <w:rsid w:val="001E2443"/>
    <w:rsid w:val="001E27FC"/>
    <w:rsid w:val="001E3351"/>
    <w:rsid w:val="001E3AAA"/>
    <w:rsid w:val="001E46E9"/>
    <w:rsid w:val="001E51FC"/>
    <w:rsid w:val="001E5F4A"/>
    <w:rsid w:val="001E78DE"/>
    <w:rsid w:val="001F1E02"/>
    <w:rsid w:val="001F20B3"/>
    <w:rsid w:val="001F2F29"/>
    <w:rsid w:val="001F3A50"/>
    <w:rsid w:val="001F403E"/>
    <w:rsid w:val="001F4874"/>
    <w:rsid w:val="001F4A8C"/>
    <w:rsid w:val="001F5C2B"/>
    <w:rsid w:val="001F6744"/>
    <w:rsid w:val="001F72F0"/>
    <w:rsid w:val="001F73B5"/>
    <w:rsid w:val="001F77A1"/>
    <w:rsid w:val="001F7D5E"/>
    <w:rsid w:val="00201140"/>
    <w:rsid w:val="00201F90"/>
    <w:rsid w:val="00203606"/>
    <w:rsid w:val="002037FD"/>
    <w:rsid w:val="00203A4F"/>
    <w:rsid w:val="00205164"/>
    <w:rsid w:val="0020596C"/>
    <w:rsid w:val="00205ADD"/>
    <w:rsid w:val="00206311"/>
    <w:rsid w:val="00206B3D"/>
    <w:rsid w:val="00207019"/>
    <w:rsid w:val="002101D6"/>
    <w:rsid w:val="002107BA"/>
    <w:rsid w:val="00210819"/>
    <w:rsid w:val="00210F34"/>
    <w:rsid w:val="002113C4"/>
    <w:rsid w:val="00211E23"/>
    <w:rsid w:val="0021283F"/>
    <w:rsid w:val="00212C22"/>
    <w:rsid w:val="0021365A"/>
    <w:rsid w:val="00214033"/>
    <w:rsid w:val="002166AF"/>
    <w:rsid w:val="002172DF"/>
    <w:rsid w:val="002175B2"/>
    <w:rsid w:val="002204EF"/>
    <w:rsid w:val="002207F7"/>
    <w:rsid w:val="0022088C"/>
    <w:rsid w:val="00222283"/>
    <w:rsid w:val="002244A9"/>
    <w:rsid w:val="0022458F"/>
    <w:rsid w:val="00225052"/>
    <w:rsid w:val="00225C91"/>
    <w:rsid w:val="002268E8"/>
    <w:rsid w:val="0023010B"/>
    <w:rsid w:val="002310C8"/>
    <w:rsid w:val="002329BA"/>
    <w:rsid w:val="00233E74"/>
    <w:rsid w:val="00234E54"/>
    <w:rsid w:val="0023516E"/>
    <w:rsid w:val="002352B6"/>
    <w:rsid w:val="002353E7"/>
    <w:rsid w:val="00236226"/>
    <w:rsid w:val="00236302"/>
    <w:rsid w:val="0023655E"/>
    <w:rsid w:val="00236A84"/>
    <w:rsid w:val="00237247"/>
    <w:rsid w:val="00237634"/>
    <w:rsid w:val="00240A2B"/>
    <w:rsid w:val="00241625"/>
    <w:rsid w:val="002416FB"/>
    <w:rsid w:val="00242346"/>
    <w:rsid w:val="002464D1"/>
    <w:rsid w:val="00246EC3"/>
    <w:rsid w:val="00247704"/>
    <w:rsid w:val="00247B5A"/>
    <w:rsid w:val="00247F42"/>
    <w:rsid w:val="0025013A"/>
    <w:rsid w:val="00250804"/>
    <w:rsid w:val="00250838"/>
    <w:rsid w:val="0025138F"/>
    <w:rsid w:val="002530B2"/>
    <w:rsid w:val="00254364"/>
    <w:rsid w:val="002548D9"/>
    <w:rsid w:val="00254962"/>
    <w:rsid w:val="0025580A"/>
    <w:rsid w:val="00255FD3"/>
    <w:rsid w:val="002566DF"/>
    <w:rsid w:val="00257222"/>
    <w:rsid w:val="00257C52"/>
    <w:rsid w:val="002609AA"/>
    <w:rsid w:val="00261A62"/>
    <w:rsid w:val="00261F58"/>
    <w:rsid w:val="002633E3"/>
    <w:rsid w:val="0026385F"/>
    <w:rsid w:val="002643AA"/>
    <w:rsid w:val="00266CC4"/>
    <w:rsid w:val="00267B59"/>
    <w:rsid w:val="00270516"/>
    <w:rsid w:val="00271748"/>
    <w:rsid w:val="002718C8"/>
    <w:rsid w:val="00271D20"/>
    <w:rsid w:val="00271EE5"/>
    <w:rsid w:val="00272656"/>
    <w:rsid w:val="00272AC1"/>
    <w:rsid w:val="00275C18"/>
    <w:rsid w:val="00275F20"/>
    <w:rsid w:val="00277141"/>
    <w:rsid w:val="00277B9C"/>
    <w:rsid w:val="00277D5B"/>
    <w:rsid w:val="002801FC"/>
    <w:rsid w:val="00281336"/>
    <w:rsid w:val="0028175E"/>
    <w:rsid w:val="00286A2B"/>
    <w:rsid w:val="00287D06"/>
    <w:rsid w:val="0029064F"/>
    <w:rsid w:val="0029249B"/>
    <w:rsid w:val="00292D26"/>
    <w:rsid w:val="00293CBB"/>
    <w:rsid w:val="00293F34"/>
    <w:rsid w:val="002956C6"/>
    <w:rsid w:val="00295944"/>
    <w:rsid w:val="00296C34"/>
    <w:rsid w:val="00296F35"/>
    <w:rsid w:val="00297E4B"/>
    <w:rsid w:val="002A0E03"/>
    <w:rsid w:val="002A1817"/>
    <w:rsid w:val="002A185D"/>
    <w:rsid w:val="002A203A"/>
    <w:rsid w:val="002A2BBE"/>
    <w:rsid w:val="002A4200"/>
    <w:rsid w:val="002A7BA3"/>
    <w:rsid w:val="002B06F0"/>
    <w:rsid w:val="002B0CCC"/>
    <w:rsid w:val="002B16EB"/>
    <w:rsid w:val="002B1BC1"/>
    <w:rsid w:val="002B20F2"/>
    <w:rsid w:val="002B2227"/>
    <w:rsid w:val="002B3222"/>
    <w:rsid w:val="002B3D5B"/>
    <w:rsid w:val="002B4899"/>
    <w:rsid w:val="002B5C40"/>
    <w:rsid w:val="002B7065"/>
    <w:rsid w:val="002B7A1B"/>
    <w:rsid w:val="002C006A"/>
    <w:rsid w:val="002C0672"/>
    <w:rsid w:val="002C06DB"/>
    <w:rsid w:val="002C2B6D"/>
    <w:rsid w:val="002C2E46"/>
    <w:rsid w:val="002C3DB8"/>
    <w:rsid w:val="002C4743"/>
    <w:rsid w:val="002C4912"/>
    <w:rsid w:val="002C540C"/>
    <w:rsid w:val="002C6DCF"/>
    <w:rsid w:val="002C707E"/>
    <w:rsid w:val="002C7B14"/>
    <w:rsid w:val="002C7E8E"/>
    <w:rsid w:val="002D17C1"/>
    <w:rsid w:val="002D1CE5"/>
    <w:rsid w:val="002D2677"/>
    <w:rsid w:val="002D2BFE"/>
    <w:rsid w:val="002D3EA6"/>
    <w:rsid w:val="002D4593"/>
    <w:rsid w:val="002D5A83"/>
    <w:rsid w:val="002D755A"/>
    <w:rsid w:val="002D7EE2"/>
    <w:rsid w:val="002E03B2"/>
    <w:rsid w:val="002E0B5B"/>
    <w:rsid w:val="002E14C0"/>
    <w:rsid w:val="002E28C9"/>
    <w:rsid w:val="002E480F"/>
    <w:rsid w:val="002E547E"/>
    <w:rsid w:val="002F0005"/>
    <w:rsid w:val="002F1369"/>
    <w:rsid w:val="002F2133"/>
    <w:rsid w:val="002F266B"/>
    <w:rsid w:val="002F271A"/>
    <w:rsid w:val="002F3196"/>
    <w:rsid w:val="002F3405"/>
    <w:rsid w:val="002F4088"/>
    <w:rsid w:val="002F40D8"/>
    <w:rsid w:val="002F4A24"/>
    <w:rsid w:val="002F51BC"/>
    <w:rsid w:val="002F6551"/>
    <w:rsid w:val="002F7137"/>
    <w:rsid w:val="002F77E7"/>
    <w:rsid w:val="0030054D"/>
    <w:rsid w:val="003033D3"/>
    <w:rsid w:val="003046D7"/>
    <w:rsid w:val="00304B7E"/>
    <w:rsid w:val="00305522"/>
    <w:rsid w:val="00305A92"/>
    <w:rsid w:val="00305C83"/>
    <w:rsid w:val="0030600B"/>
    <w:rsid w:val="0030703D"/>
    <w:rsid w:val="0030735D"/>
    <w:rsid w:val="0030746F"/>
    <w:rsid w:val="003104B9"/>
    <w:rsid w:val="0031079D"/>
    <w:rsid w:val="00310B52"/>
    <w:rsid w:val="003120F4"/>
    <w:rsid w:val="003122CB"/>
    <w:rsid w:val="00312803"/>
    <w:rsid w:val="003129B7"/>
    <w:rsid w:val="00312A20"/>
    <w:rsid w:val="00313227"/>
    <w:rsid w:val="00313D9C"/>
    <w:rsid w:val="003157C7"/>
    <w:rsid w:val="00316862"/>
    <w:rsid w:val="00317D49"/>
    <w:rsid w:val="00321775"/>
    <w:rsid w:val="00322232"/>
    <w:rsid w:val="0032278F"/>
    <w:rsid w:val="0032297B"/>
    <w:rsid w:val="003233A6"/>
    <w:rsid w:val="00323B3A"/>
    <w:rsid w:val="003242B2"/>
    <w:rsid w:val="0032439E"/>
    <w:rsid w:val="003244A3"/>
    <w:rsid w:val="00326EDE"/>
    <w:rsid w:val="00326F26"/>
    <w:rsid w:val="003272F4"/>
    <w:rsid w:val="00327744"/>
    <w:rsid w:val="003300AB"/>
    <w:rsid w:val="003316CD"/>
    <w:rsid w:val="003316DF"/>
    <w:rsid w:val="0033233B"/>
    <w:rsid w:val="00332A0E"/>
    <w:rsid w:val="00332ACC"/>
    <w:rsid w:val="00332E7A"/>
    <w:rsid w:val="00333742"/>
    <w:rsid w:val="003342FA"/>
    <w:rsid w:val="00334A9E"/>
    <w:rsid w:val="003350E4"/>
    <w:rsid w:val="0033548B"/>
    <w:rsid w:val="003354E6"/>
    <w:rsid w:val="00336171"/>
    <w:rsid w:val="0033639C"/>
    <w:rsid w:val="00336C7B"/>
    <w:rsid w:val="00337E3E"/>
    <w:rsid w:val="003411B9"/>
    <w:rsid w:val="00341449"/>
    <w:rsid w:val="00342269"/>
    <w:rsid w:val="003427A7"/>
    <w:rsid w:val="003447B5"/>
    <w:rsid w:val="00345B22"/>
    <w:rsid w:val="003468DD"/>
    <w:rsid w:val="003512E9"/>
    <w:rsid w:val="00351706"/>
    <w:rsid w:val="00352675"/>
    <w:rsid w:val="00352C63"/>
    <w:rsid w:val="00352E62"/>
    <w:rsid w:val="00353BDB"/>
    <w:rsid w:val="00354B48"/>
    <w:rsid w:val="00354F88"/>
    <w:rsid w:val="00355075"/>
    <w:rsid w:val="00355B70"/>
    <w:rsid w:val="00355D68"/>
    <w:rsid w:val="00355F5C"/>
    <w:rsid w:val="0035630C"/>
    <w:rsid w:val="00356E04"/>
    <w:rsid w:val="00360FE3"/>
    <w:rsid w:val="0036128F"/>
    <w:rsid w:val="00361754"/>
    <w:rsid w:val="00361B6A"/>
    <w:rsid w:val="00361CC3"/>
    <w:rsid w:val="0036314B"/>
    <w:rsid w:val="00363BE5"/>
    <w:rsid w:val="00363DC6"/>
    <w:rsid w:val="00364A80"/>
    <w:rsid w:val="003669A7"/>
    <w:rsid w:val="00367882"/>
    <w:rsid w:val="00367A7F"/>
    <w:rsid w:val="00367B86"/>
    <w:rsid w:val="00370193"/>
    <w:rsid w:val="00370252"/>
    <w:rsid w:val="00370A90"/>
    <w:rsid w:val="00373293"/>
    <w:rsid w:val="00373976"/>
    <w:rsid w:val="00373B75"/>
    <w:rsid w:val="003751BA"/>
    <w:rsid w:val="003753FF"/>
    <w:rsid w:val="00375C41"/>
    <w:rsid w:val="00375E3A"/>
    <w:rsid w:val="00377293"/>
    <w:rsid w:val="003779B0"/>
    <w:rsid w:val="00380E1B"/>
    <w:rsid w:val="0038193E"/>
    <w:rsid w:val="00381A97"/>
    <w:rsid w:val="00382293"/>
    <w:rsid w:val="00383CF3"/>
    <w:rsid w:val="00384577"/>
    <w:rsid w:val="003856E7"/>
    <w:rsid w:val="0038798F"/>
    <w:rsid w:val="00387EA1"/>
    <w:rsid w:val="00390A81"/>
    <w:rsid w:val="003910D0"/>
    <w:rsid w:val="00391ABC"/>
    <w:rsid w:val="00394447"/>
    <w:rsid w:val="003947E2"/>
    <w:rsid w:val="003960D9"/>
    <w:rsid w:val="0039623D"/>
    <w:rsid w:val="003973FF"/>
    <w:rsid w:val="00397B75"/>
    <w:rsid w:val="003A199D"/>
    <w:rsid w:val="003A1D4A"/>
    <w:rsid w:val="003A2B91"/>
    <w:rsid w:val="003A3AF7"/>
    <w:rsid w:val="003A3F6B"/>
    <w:rsid w:val="003A3F83"/>
    <w:rsid w:val="003A4C8D"/>
    <w:rsid w:val="003A4EEF"/>
    <w:rsid w:val="003A505A"/>
    <w:rsid w:val="003A534E"/>
    <w:rsid w:val="003A6190"/>
    <w:rsid w:val="003A68D8"/>
    <w:rsid w:val="003A7AE3"/>
    <w:rsid w:val="003B069A"/>
    <w:rsid w:val="003B07DD"/>
    <w:rsid w:val="003B13FB"/>
    <w:rsid w:val="003B16DF"/>
    <w:rsid w:val="003B75EE"/>
    <w:rsid w:val="003C02AE"/>
    <w:rsid w:val="003C0495"/>
    <w:rsid w:val="003C2A25"/>
    <w:rsid w:val="003C3732"/>
    <w:rsid w:val="003C4FAA"/>
    <w:rsid w:val="003C5E81"/>
    <w:rsid w:val="003C72D6"/>
    <w:rsid w:val="003C74C9"/>
    <w:rsid w:val="003C7E78"/>
    <w:rsid w:val="003C7EEF"/>
    <w:rsid w:val="003D10D8"/>
    <w:rsid w:val="003D2A41"/>
    <w:rsid w:val="003D34F7"/>
    <w:rsid w:val="003D3659"/>
    <w:rsid w:val="003D376F"/>
    <w:rsid w:val="003D3EA0"/>
    <w:rsid w:val="003D462F"/>
    <w:rsid w:val="003D6785"/>
    <w:rsid w:val="003D68A1"/>
    <w:rsid w:val="003D739F"/>
    <w:rsid w:val="003D7F07"/>
    <w:rsid w:val="003E07A5"/>
    <w:rsid w:val="003E0D2B"/>
    <w:rsid w:val="003E267A"/>
    <w:rsid w:val="003E28DC"/>
    <w:rsid w:val="003E3AA9"/>
    <w:rsid w:val="003E47CD"/>
    <w:rsid w:val="003E4C9B"/>
    <w:rsid w:val="003E54C7"/>
    <w:rsid w:val="003E5BBC"/>
    <w:rsid w:val="003E7478"/>
    <w:rsid w:val="003E779E"/>
    <w:rsid w:val="003E7D4D"/>
    <w:rsid w:val="003F0912"/>
    <w:rsid w:val="003F1BA1"/>
    <w:rsid w:val="003F22D4"/>
    <w:rsid w:val="003F3B3D"/>
    <w:rsid w:val="003F44E4"/>
    <w:rsid w:val="003F47E4"/>
    <w:rsid w:val="003F5D56"/>
    <w:rsid w:val="003F5E0F"/>
    <w:rsid w:val="003F7A0C"/>
    <w:rsid w:val="003F7FC4"/>
    <w:rsid w:val="004012E1"/>
    <w:rsid w:val="00401BD7"/>
    <w:rsid w:val="00402657"/>
    <w:rsid w:val="0040270A"/>
    <w:rsid w:val="004032A0"/>
    <w:rsid w:val="00404710"/>
    <w:rsid w:val="00405AFB"/>
    <w:rsid w:val="004107C7"/>
    <w:rsid w:val="00410D10"/>
    <w:rsid w:val="00411D13"/>
    <w:rsid w:val="004126D4"/>
    <w:rsid w:val="004136BB"/>
    <w:rsid w:val="00413ACB"/>
    <w:rsid w:val="00413B99"/>
    <w:rsid w:val="00414422"/>
    <w:rsid w:val="00414C63"/>
    <w:rsid w:val="00414D94"/>
    <w:rsid w:val="00414EAA"/>
    <w:rsid w:val="00414F29"/>
    <w:rsid w:val="004150BC"/>
    <w:rsid w:val="004176F6"/>
    <w:rsid w:val="00421CC9"/>
    <w:rsid w:val="00422308"/>
    <w:rsid w:val="00422842"/>
    <w:rsid w:val="0042368B"/>
    <w:rsid w:val="0042393A"/>
    <w:rsid w:val="004249CA"/>
    <w:rsid w:val="00424D23"/>
    <w:rsid w:val="004262E6"/>
    <w:rsid w:val="00426E08"/>
    <w:rsid w:val="00427D1F"/>
    <w:rsid w:val="00430058"/>
    <w:rsid w:val="00430BAB"/>
    <w:rsid w:val="004313A4"/>
    <w:rsid w:val="00431655"/>
    <w:rsid w:val="00432F66"/>
    <w:rsid w:val="00432FAF"/>
    <w:rsid w:val="00433299"/>
    <w:rsid w:val="004337BA"/>
    <w:rsid w:val="00434FFA"/>
    <w:rsid w:val="00436AB3"/>
    <w:rsid w:val="00437810"/>
    <w:rsid w:val="00437898"/>
    <w:rsid w:val="0043793B"/>
    <w:rsid w:val="0043799E"/>
    <w:rsid w:val="00440C7A"/>
    <w:rsid w:val="004415AE"/>
    <w:rsid w:val="004419AC"/>
    <w:rsid w:val="00441D61"/>
    <w:rsid w:val="004429B7"/>
    <w:rsid w:val="004434C5"/>
    <w:rsid w:val="00443695"/>
    <w:rsid w:val="004441BA"/>
    <w:rsid w:val="004443BE"/>
    <w:rsid w:val="004462D1"/>
    <w:rsid w:val="004476B5"/>
    <w:rsid w:val="00447BEB"/>
    <w:rsid w:val="004511F6"/>
    <w:rsid w:val="00451FA8"/>
    <w:rsid w:val="0045210F"/>
    <w:rsid w:val="004527A8"/>
    <w:rsid w:val="00452F20"/>
    <w:rsid w:val="00452FFE"/>
    <w:rsid w:val="00454515"/>
    <w:rsid w:val="00454BF4"/>
    <w:rsid w:val="00454FD7"/>
    <w:rsid w:val="00457357"/>
    <w:rsid w:val="00457E65"/>
    <w:rsid w:val="004602B5"/>
    <w:rsid w:val="00460902"/>
    <w:rsid w:val="00460E2A"/>
    <w:rsid w:val="0046267A"/>
    <w:rsid w:val="0046357C"/>
    <w:rsid w:val="004642ED"/>
    <w:rsid w:val="00465031"/>
    <w:rsid w:val="00466011"/>
    <w:rsid w:val="00467534"/>
    <w:rsid w:val="0046767D"/>
    <w:rsid w:val="00467901"/>
    <w:rsid w:val="00467C7C"/>
    <w:rsid w:val="00470163"/>
    <w:rsid w:val="00470289"/>
    <w:rsid w:val="00472135"/>
    <w:rsid w:val="00472501"/>
    <w:rsid w:val="00473207"/>
    <w:rsid w:val="004746C2"/>
    <w:rsid w:val="00474E64"/>
    <w:rsid w:val="00476F83"/>
    <w:rsid w:val="00477AF9"/>
    <w:rsid w:val="004806D7"/>
    <w:rsid w:val="00480CE7"/>
    <w:rsid w:val="00481D87"/>
    <w:rsid w:val="00482511"/>
    <w:rsid w:val="00482558"/>
    <w:rsid w:val="0048280D"/>
    <w:rsid w:val="00482B34"/>
    <w:rsid w:val="0048434F"/>
    <w:rsid w:val="00484467"/>
    <w:rsid w:val="004858C6"/>
    <w:rsid w:val="00485FE8"/>
    <w:rsid w:val="00487022"/>
    <w:rsid w:val="004876BD"/>
    <w:rsid w:val="004910FA"/>
    <w:rsid w:val="00491CB8"/>
    <w:rsid w:val="00491CEE"/>
    <w:rsid w:val="00493246"/>
    <w:rsid w:val="00493D3B"/>
    <w:rsid w:val="004946E5"/>
    <w:rsid w:val="00494FF0"/>
    <w:rsid w:val="004952B3"/>
    <w:rsid w:val="00496882"/>
    <w:rsid w:val="00497099"/>
    <w:rsid w:val="0049737C"/>
    <w:rsid w:val="00497C57"/>
    <w:rsid w:val="00497ED4"/>
    <w:rsid w:val="004A0231"/>
    <w:rsid w:val="004A0C73"/>
    <w:rsid w:val="004A0DBA"/>
    <w:rsid w:val="004A1C87"/>
    <w:rsid w:val="004A267E"/>
    <w:rsid w:val="004A288C"/>
    <w:rsid w:val="004A2D28"/>
    <w:rsid w:val="004A3878"/>
    <w:rsid w:val="004A3F04"/>
    <w:rsid w:val="004A5ABB"/>
    <w:rsid w:val="004A6B1A"/>
    <w:rsid w:val="004A705A"/>
    <w:rsid w:val="004A7A0E"/>
    <w:rsid w:val="004A7F29"/>
    <w:rsid w:val="004B0450"/>
    <w:rsid w:val="004B04D3"/>
    <w:rsid w:val="004B1063"/>
    <w:rsid w:val="004B16A9"/>
    <w:rsid w:val="004B1C64"/>
    <w:rsid w:val="004B2405"/>
    <w:rsid w:val="004B253D"/>
    <w:rsid w:val="004B2D0C"/>
    <w:rsid w:val="004B2EF6"/>
    <w:rsid w:val="004B3611"/>
    <w:rsid w:val="004B3BE9"/>
    <w:rsid w:val="004B59F8"/>
    <w:rsid w:val="004B5B9C"/>
    <w:rsid w:val="004B7610"/>
    <w:rsid w:val="004B76DA"/>
    <w:rsid w:val="004B782F"/>
    <w:rsid w:val="004C02A8"/>
    <w:rsid w:val="004C1D0E"/>
    <w:rsid w:val="004C62DE"/>
    <w:rsid w:val="004C6557"/>
    <w:rsid w:val="004C697A"/>
    <w:rsid w:val="004C73C8"/>
    <w:rsid w:val="004C7598"/>
    <w:rsid w:val="004C787C"/>
    <w:rsid w:val="004D0B1B"/>
    <w:rsid w:val="004D0BA6"/>
    <w:rsid w:val="004D12E9"/>
    <w:rsid w:val="004D14AC"/>
    <w:rsid w:val="004D2177"/>
    <w:rsid w:val="004D2436"/>
    <w:rsid w:val="004D2F91"/>
    <w:rsid w:val="004D350A"/>
    <w:rsid w:val="004D3A45"/>
    <w:rsid w:val="004D4299"/>
    <w:rsid w:val="004D572B"/>
    <w:rsid w:val="004D672B"/>
    <w:rsid w:val="004D7BB6"/>
    <w:rsid w:val="004D7D3D"/>
    <w:rsid w:val="004D7E0B"/>
    <w:rsid w:val="004E0007"/>
    <w:rsid w:val="004E03BE"/>
    <w:rsid w:val="004E052F"/>
    <w:rsid w:val="004E10E1"/>
    <w:rsid w:val="004E1531"/>
    <w:rsid w:val="004E1ABC"/>
    <w:rsid w:val="004E29A3"/>
    <w:rsid w:val="004E2C63"/>
    <w:rsid w:val="004E5234"/>
    <w:rsid w:val="004E62AA"/>
    <w:rsid w:val="004E6D8E"/>
    <w:rsid w:val="004E7542"/>
    <w:rsid w:val="004E7736"/>
    <w:rsid w:val="004E7D3C"/>
    <w:rsid w:val="004F09A1"/>
    <w:rsid w:val="004F16DD"/>
    <w:rsid w:val="004F2302"/>
    <w:rsid w:val="004F468F"/>
    <w:rsid w:val="004F490C"/>
    <w:rsid w:val="004F4A1B"/>
    <w:rsid w:val="004F4C5D"/>
    <w:rsid w:val="004F5168"/>
    <w:rsid w:val="004F5557"/>
    <w:rsid w:val="004F5939"/>
    <w:rsid w:val="004F62B1"/>
    <w:rsid w:val="004F65E0"/>
    <w:rsid w:val="004F721C"/>
    <w:rsid w:val="004F7584"/>
    <w:rsid w:val="004F75FA"/>
    <w:rsid w:val="004F7730"/>
    <w:rsid w:val="005003A0"/>
    <w:rsid w:val="005019AA"/>
    <w:rsid w:val="00501CFD"/>
    <w:rsid w:val="00502C09"/>
    <w:rsid w:val="00503CA4"/>
    <w:rsid w:val="00504074"/>
    <w:rsid w:val="00504391"/>
    <w:rsid w:val="00504CEB"/>
    <w:rsid w:val="005058D5"/>
    <w:rsid w:val="00505DF2"/>
    <w:rsid w:val="00506379"/>
    <w:rsid w:val="00506726"/>
    <w:rsid w:val="00506863"/>
    <w:rsid w:val="00507AE0"/>
    <w:rsid w:val="00510359"/>
    <w:rsid w:val="00510A04"/>
    <w:rsid w:val="005119D1"/>
    <w:rsid w:val="00512992"/>
    <w:rsid w:val="00513D11"/>
    <w:rsid w:val="00514098"/>
    <w:rsid w:val="005151F7"/>
    <w:rsid w:val="0051581F"/>
    <w:rsid w:val="00515FAB"/>
    <w:rsid w:val="00516E99"/>
    <w:rsid w:val="00517139"/>
    <w:rsid w:val="00517EBB"/>
    <w:rsid w:val="00521257"/>
    <w:rsid w:val="005213E1"/>
    <w:rsid w:val="00521430"/>
    <w:rsid w:val="005218F7"/>
    <w:rsid w:val="005235EB"/>
    <w:rsid w:val="00525181"/>
    <w:rsid w:val="005257F8"/>
    <w:rsid w:val="00525F14"/>
    <w:rsid w:val="00527A02"/>
    <w:rsid w:val="00527C25"/>
    <w:rsid w:val="00527E65"/>
    <w:rsid w:val="00527EFE"/>
    <w:rsid w:val="00527F68"/>
    <w:rsid w:val="005305F9"/>
    <w:rsid w:val="00531457"/>
    <w:rsid w:val="005314D4"/>
    <w:rsid w:val="005320B2"/>
    <w:rsid w:val="005332D5"/>
    <w:rsid w:val="00533DB3"/>
    <w:rsid w:val="005357B3"/>
    <w:rsid w:val="0053621B"/>
    <w:rsid w:val="005375AE"/>
    <w:rsid w:val="00537F16"/>
    <w:rsid w:val="005414FD"/>
    <w:rsid w:val="00541887"/>
    <w:rsid w:val="00541D5D"/>
    <w:rsid w:val="00541EA9"/>
    <w:rsid w:val="0054223C"/>
    <w:rsid w:val="005427E2"/>
    <w:rsid w:val="005438A9"/>
    <w:rsid w:val="00543D85"/>
    <w:rsid w:val="00546927"/>
    <w:rsid w:val="00546EB5"/>
    <w:rsid w:val="005479AB"/>
    <w:rsid w:val="00550CC6"/>
    <w:rsid w:val="005511D1"/>
    <w:rsid w:val="00551C01"/>
    <w:rsid w:val="00552A05"/>
    <w:rsid w:val="00552D60"/>
    <w:rsid w:val="00552F4B"/>
    <w:rsid w:val="00553587"/>
    <w:rsid w:val="00553FAD"/>
    <w:rsid w:val="005546BC"/>
    <w:rsid w:val="00554B71"/>
    <w:rsid w:val="00554D64"/>
    <w:rsid w:val="00554E64"/>
    <w:rsid w:val="005560D0"/>
    <w:rsid w:val="0055644A"/>
    <w:rsid w:val="00556D6C"/>
    <w:rsid w:val="005575C4"/>
    <w:rsid w:val="00557F96"/>
    <w:rsid w:val="00560B46"/>
    <w:rsid w:val="0056119C"/>
    <w:rsid w:val="005611B8"/>
    <w:rsid w:val="00561F79"/>
    <w:rsid w:val="005623FE"/>
    <w:rsid w:val="005630A8"/>
    <w:rsid w:val="005637F7"/>
    <w:rsid w:val="005641EC"/>
    <w:rsid w:val="005645A0"/>
    <w:rsid w:val="005656C5"/>
    <w:rsid w:val="00566773"/>
    <w:rsid w:val="00566AA0"/>
    <w:rsid w:val="00566B2D"/>
    <w:rsid w:val="00567E1C"/>
    <w:rsid w:val="0057011C"/>
    <w:rsid w:val="00570169"/>
    <w:rsid w:val="00570390"/>
    <w:rsid w:val="005705E1"/>
    <w:rsid w:val="00570BF4"/>
    <w:rsid w:val="00570DBF"/>
    <w:rsid w:val="00570F8E"/>
    <w:rsid w:val="005715CF"/>
    <w:rsid w:val="00571C36"/>
    <w:rsid w:val="00572AA1"/>
    <w:rsid w:val="00573EC0"/>
    <w:rsid w:val="005751B7"/>
    <w:rsid w:val="00575F6E"/>
    <w:rsid w:val="00576D98"/>
    <w:rsid w:val="00580180"/>
    <w:rsid w:val="00580DF0"/>
    <w:rsid w:val="00581640"/>
    <w:rsid w:val="005831E0"/>
    <w:rsid w:val="005845F5"/>
    <w:rsid w:val="00584956"/>
    <w:rsid w:val="00584CBB"/>
    <w:rsid w:val="00585537"/>
    <w:rsid w:val="00586292"/>
    <w:rsid w:val="00586B87"/>
    <w:rsid w:val="00586C13"/>
    <w:rsid w:val="00587455"/>
    <w:rsid w:val="00587927"/>
    <w:rsid w:val="00587BED"/>
    <w:rsid w:val="00587CA5"/>
    <w:rsid w:val="00587EE3"/>
    <w:rsid w:val="00590A6D"/>
    <w:rsid w:val="005915B6"/>
    <w:rsid w:val="00592E77"/>
    <w:rsid w:val="00592EA1"/>
    <w:rsid w:val="0059397C"/>
    <w:rsid w:val="0059422C"/>
    <w:rsid w:val="005956DB"/>
    <w:rsid w:val="00595872"/>
    <w:rsid w:val="00595B0F"/>
    <w:rsid w:val="00595D7E"/>
    <w:rsid w:val="00596727"/>
    <w:rsid w:val="00596886"/>
    <w:rsid w:val="00597556"/>
    <w:rsid w:val="005A00EF"/>
    <w:rsid w:val="005A0FAF"/>
    <w:rsid w:val="005A2520"/>
    <w:rsid w:val="005A3518"/>
    <w:rsid w:val="005A3577"/>
    <w:rsid w:val="005A5013"/>
    <w:rsid w:val="005A5D8B"/>
    <w:rsid w:val="005A652D"/>
    <w:rsid w:val="005A65D5"/>
    <w:rsid w:val="005A6B86"/>
    <w:rsid w:val="005A6E27"/>
    <w:rsid w:val="005A6E79"/>
    <w:rsid w:val="005A6EE1"/>
    <w:rsid w:val="005A74B9"/>
    <w:rsid w:val="005B07C4"/>
    <w:rsid w:val="005B0F25"/>
    <w:rsid w:val="005B118F"/>
    <w:rsid w:val="005B143B"/>
    <w:rsid w:val="005B2261"/>
    <w:rsid w:val="005B35C0"/>
    <w:rsid w:val="005B4914"/>
    <w:rsid w:val="005B584B"/>
    <w:rsid w:val="005B6476"/>
    <w:rsid w:val="005B6A0C"/>
    <w:rsid w:val="005B7094"/>
    <w:rsid w:val="005B75E9"/>
    <w:rsid w:val="005B7C56"/>
    <w:rsid w:val="005C0117"/>
    <w:rsid w:val="005C06D3"/>
    <w:rsid w:val="005C1286"/>
    <w:rsid w:val="005C16AA"/>
    <w:rsid w:val="005C3758"/>
    <w:rsid w:val="005C434E"/>
    <w:rsid w:val="005C5168"/>
    <w:rsid w:val="005C55B6"/>
    <w:rsid w:val="005C565F"/>
    <w:rsid w:val="005C6B3F"/>
    <w:rsid w:val="005C6CEC"/>
    <w:rsid w:val="005C6F57"/>
    <w:rsid w:val="005C72CE"/>
    <w:rsid w:val="005C75DD"/>
    <w:rsid w:val="005D04F7"/>
    <w:rsid w:val="005D066B"/>
    <w:rsid w:val="005D0954"/>
    <w:rsid w:val="005D16D5"/>
    <w:rsid w:val="005D1C84"/>
    <w:rsid w:val="005D286A"/>
    <w:rsid w:val="005D3485"/>
    <w:rsid w:val="005D3EC9"/>
    <w:rsid w:val="005D3F2B"/>
    <w:rsid w:val="005D43A8"/>
    <w:rsid w:val="005D5D04"/>
    <w:rsid w:val="005D6116"/>
    <w:rsid w:val="005D6251"/>
    <w:rsid w:val="005D7831"/>
    <w:rsid w:val="005D7FE2"/>
    <w:rsid w:val="005E1784"/>
    <w:rsid w:val="005E2515"/>
    <w:rsid w:val="005E32C7"/>
    <w:rsid w:val="005E391D"/>
    <w:rsid w:val="005E42DB"/>
    <w:rsid w:val="005E5221"/>
    <w:rsid w:val="005E7563"/>
    <w:rsid w:val="005E7AA3"/>
    <w:rsid w:val="005E7F69"/>
    <w:rsid w:val="005F2330"/>
    <w:rsid w:val="005F2A81"/>
    <w:rsid w:val="005F2AFD"/>
    <w:rsid w:val="005F63DB"/>
    <w:rsid w:val="005F6AB3"/>
    <w:rsid w:val="00602DC5"/>
    <w:rsid w:val="00603DA7"/>
    <w:rsid w:val="00603EC9"/>
    <w:rsid w:val="0060539F"/>
    <w:rsid w:val="0060556B"/>
    <w:rsid w:val="00605C1C"/>
    <w:rsid w:val="0060652E"/>
    <w:rsid w:val="00607EB4"/>
    <w:rsid w:val="00610582"/>
    <w:rsid w:val="00610A73"/>
    <w:rsid w:val="006132EF"/>
    <w:rsid w:val="00613DFB"/>
    <w:rsid w:val="00614494"/>
    <w:rsid w:val="006144FD"/>
    <w:rsid w:val="006149A4"/>
    <w:rsid w:val="00614C41"/>
    <w:rsid w:val="00614E5C"/>
    <w:rsid w:val="00615968"/>
    <w:rsid w:val="00615A6B"/>
    <w:rsid w:val="006163A0"/>
    <w:rsid w:val="00616742"/>
    <w:rsid w:val="0061724D"/>
    <w:rsid w:val="00620304"/>
    <w:rsid w:val="006207A3"/>
    <w:rsid w:val="00620CD5"/>
    <w:rsid w:val="00621B2E"/>
    <w:rsid w:val="00622563"/>
    <w:rsid w:val="006233D8"/>
    <w:rsid w:val="0062354E"/>
    <w:rsid w:val="00624853"/>
    <w:rsid w:val="006254A6"/>
    <w:rsid w:val="006254CF"/>
    <w:rsid w:val="006259BF"/>
    <w:rsid w:val="00626B11"/>
    <w:rsid w:val="00627297"/>
    <w:rsid w:val="006273F6"/>
    <w:rsid w:val="006304BC"/>
    <w:rsid w:val="00630EDB"/>
    <w:rsid w:val="00631B6C"/>
    <w:rsid w:val="00636F3A"/>
    <w:rsid w:val="006370AF"/>
    <w:rsid w:val="0064046D"/>
    <w:rsid w:val="00640747"/>
    <w:rsid w:val="00640787"/>
    <w:rsid w:val="00640DF5"/>
    <w:rsid w:val="00643D6B"/>
    <w:rsid w:val="00644B27"/>
    <w:rsid w:val="0064568C"/>
    <w:rsid w:val="006460AB"/>
    <w:rsid w:val="00646875"/>
    <w:rsid w:val="00650450"/>
    <w:rsid w:val="00651079"/>
    <w:rsid w:val="00651D37"/>
    <w:rsid w:val="00652478"/>
    <w:rsid w:val="00653989"/>
    <w:rsid w:val="00653C9F"/>
    <w:rsid w:val="006553A6"/>
    <w:rsid w:val="0065785E"/>
    <w:rsid w:val="00657A3E"/>
    <w:rsid w:val="00661BA8"/>
    <w:rsid w:val="00661DAB"/>
    <w:rsid w:val="006623E9"/>
    <w:rsid w:val="006629AE"/>
    <w:rsid w:val="00662F9E"/>
    <w:rsid w:val="0066305F"/>
    <w:rsid w:val="006631A5"/>
    <w:rsid w:val="00663905"/>
    <w:rsid w:val="00664D40"/>
    <w:rsid w:val="00665F9D"/>
    <w:rsid w:val="00666E89"/>
    <w:rsid w:val="00666F31"/>
    <w:rsid w:val="006704E8"/>
    <w:rsid w:val="00670585"/>
    <w:rsid w:val="0067068B"/>
    <w:rsid w:val="006712FF"/>
    <w:rsid w:val="00673008"/>
    <w:rsid w:val="00675601"/>
    <w:rsid w:val="00676036"/>
    <w:rsid w:val="00676E91"/>
    <w:rsid w:val="006774ED"/>
    <w:rsid w:val="00677528"/>
    <w:rsid w:val="00677A87"/>
    <w:rsid w:val="00677F74"/>
    <w:rsid w:val="006811D2"/>
    <w:rsid w:val="006812BD"/>
    <w:rsid w:val="00681B41"/>
    <w:rsid w:val="0068232F"/>
    <w:rsid w:val="0068265B"/>
    <w:rsid w:val="00682D77"/>
    <w:rsid w:val="00683A21"/>
    <w:rsid w:val="006840B0"/>
    <w:rsid w:val="00685391"/>
    <w:rsid w:val="006862C1"/>
    <w:rsid w:val="006864BE"/>
    <w:rsid w:val="00687C39"/>
    <w:rsid w:val="00690970"/>
    <w:rsid w:val="00691B46"/>
    <w:rsid w:val="00691C57"/>
    <w:rsid w:val="00692619"/>
    <w:rsid w:val="00692870"/>
    <w:rsid w:val="00692D93"/>
    <w:rsid w:val="00693072"/>
    <w:rsid w:val="006930AE"/>
    <w:rsid w:val="00694326"/>
    <w:rsid w:val="00695796"/>
    <w:rsid w:val="00695D47"/>
    <w:rsid w:val="00695FAE"/>
    <w:rsid w:val="00696652"/>
    <w:rsid w:val="006971EE"/>
    <w:rsid w:val="006A02E2"/>
    <w:rsid w:val="006A0524"/>
    <w:rsid w:val="006A0FC2"/>
    <w:rsid w:val="006A18A5"/>
    <w:rsid w:val="006A1FD0"/>
    <w:rsid w:val="006A2041"/>
    <w:rsid w:val="006A3D80"/>
    <w:rsid w:val="006A4E82"/>
    <w:rsid w:val="006A5A5D"/>
    <w:rsid w:val="006A67F5"/>
    <w:rsid w:val="006A73D7"/>
    <w:rsid w:val="006B0D6E"/>
    <w:rsid w:val="006B10BF"/>
    <w:rsid w:val="006B22E6"/>
    <w:rsid w:val="006B276D"/>
    <w:rsid w:val="006B365F"/>
    <w:rsid w:val="006B3FCA"/>
    <w:rsid w:val="006B5788"/>
    <w:rsid w:val="006B5FF1"/>
    <w:rsid w:val="006B663B"/>
    <w:rsid w:val="006B6733"/>
    <w:rsid w:val="006B760C"/>
    <w:rsid w:val="006C030F"/>
    <w:rsid w:val="006C05E5"/>
    <w:rsid w:val="006C1290"/>
    <w:rsid w:val="006C1D13"/>
    <w:rsid w:val="006C2A48"/>
    <w:rsid w:val="006C2DAD"/>
    <w:rsid w:val="006C39A3"/>
    <w:rsid w:val="006C3C79"/>
    <w:rsid w:val="006C4741"/>
    <w:rsid w:val="006C4D70"/>
    <w:rsid w:val="006C50C8"/>
    <w:rsid w:val="006C7FB1"/>
    <w:rsid w:val="006C7FF5"/>
    <w:rsid w:val="006D0858"/>
    <w:rsid w:val="006D1858"/>
    <w:rsid w:val="006D3014"/>
    <w:rsid w:val="006D3719"/>
    <w:rsid w:val="006D37FB"/>
    <w:rsid w:val="006D60C7"/>
    <w:rsid w:val="006D6898"/>
    <w:rsid w:val="006D68CF"/>
    <w:rsid w:val="006D72CF"/>
    <w:rsid w:val="006E216B"/>
    <w:rsid w:val="006E2CEE"/>
    <w:rsid w:val="006E463F"/>
    <w:rsid w:val="006E5FEC"/>
    <w:rsid w:val="006E661D"/>
    <w:rsid w:val="006E6E3F"/>
    <w:rsid w:val="006E731C"/>
    <w:rsid w:val="006E7508"/>
    <w:rsid w:val="006E78E3"/>
    <w:rsid w:val="006F0D1D"/>
    <w:rsid w:val="006F24CB"/>
    <w:rsid w:val="006F3AD3"/>
    <w:rsid w:val="006F4848"/>
    <w:rsid w:val="006F48F4"/>
    <w:rsid w:val="006F5454"/>
    <w:rsid w:val="006F64DD"/>
    <w:rsid w:val="006F6D10"/>
    <w:rsid w:val="006F7331"/>
    <w:rsid w:val="006F7F61"/>
    <w:rsid w:val="0070119F"/>
    <w:rsid w:val="00701465"/>
    <w:rsid w:val="007017CF"/>
    <w:rsid w:val="00701BF1"/>
    <w:rsid w:val="0070273E"/>
    <w:rsid w:val="0070285C"/>
    <w:rsid w:val="0070310C"/>
    <w:rsid w:val="007035FF"/>
    <w:rsid w:val="00704185"/>
    <w:rsid w:val="00704C6A"/>
    <w:rsid w:val="00705894"/>
    <w:rsid w:val="00705A71"/>
    <w:rsid w:val="00707897"/>
    <w:rsid w:val="00707BAB"/>
    <w:rsid w:val="00707D69"/>
    <w:rsid w:val="0071033C"/>
    <w:rsid w:val="00710DA7"/>
    <w:rsid w:val="00712EF6"/>
    <w:rsid w:val="007147B3"/>
    <w:rsid w:val="00714BC2"/>
    <w:rsid w:val="00714C3F"/>
    <w:rsid w:val="00715E45"/>
    <w:rsid w:val="00715E87"/>
    <w:rsid w:val="00716C88"/>
    <w:rsid w:val="00716DA4"/>
    <w:rsid w:val="0071784E"/>
    <w:rsid w:val="00717D5B"/>
    <w:rsid w:val="007216E2"/>
    <w:rsid w:val="00724994"/>
    <w:rsid w:val="00724F52"/>
    <w:rsid w:val="00725254"/>
    <w:rsid w:val="00725509"/>
    <w:rsid w:val="00726CCC"/>
    <w:rsid w:val="007272BE"/>
    <w:rsid w:val="007272DA"/>
    <w:rsid w:val="00727F70"/>
    <w:rsid w:val="00731953"/>
    <w:rsid w:val="00731D4C"/>
    <w:rsid w:val="00733EDF"/>
    <w:rsid w:val="007351AB"/>
    <w:rsid w:val="00735887"/>
    <w:rsid w:val="00735EE5"/>
    <w:rsid w:val="0073731C"/>
    <w:rsid w:val="00740807"/>
    <w:rsid w:val="00741F32"/>
    <w:rsid w:val="00741FAB"/>
    <w:rsid w:val="00742E22"/>
    <w:rsid w:val="007432B6"/>
    <w:rsid w:val="00743410"/>
    <w:rsid w:val="0074350B"/>
    <w:rsid w:val="00743744"/>
    <w:rsid w:val="0074383B"/>
    <w:rsid w:val="00743A92"/>
    <w:rsid w:val="00744F64"/>
    <w:rsid w:val="00745732"/>
    <w:rsid w:val="007458F9"/>
    <w:rsid w:val="007461C3"/>
    <w:rsid w:val="00746203"/>
    <w:rsid w:val="007462F4"/>
    <w:rsid w:val="007472DB"/>
    <w:rsid w:val="00747C3D"/>
    <w:rsid w:val="00747F8E"/>
    <w:rsid w:val="00750BF6"/>
    <w:rsid w:val="00750FAC"/>
    <w:rsid w:val="00751074"/>
    <w:rsid w:val="0075172B"/>
    <w:rsid w:val="00752DB5"/>
    <w:rsid w:val="00753636"/>
    <w:rsid w:val="00753A1D"/>
    <w:rsid w:val="007554E4"/>
    <w:rsid w:val="00755F49"/>
    <w:rsid w:val="007560A1"/>
    <w:rsid w:val="007575A6"/>
    <w:rsid w:val="00757ECC"/>
    <w:rsid w:val="00760405"/>
    <w:rsid w:val="00760B40"/>
    <w:rsid w:val="00761BF7"/>
    <w:rsid w:val="0076217C"/>
    <w:rsid w:val="007644F5"/>
    <w:rsid w:val="007645FF"/>
    <w:rsid w:val="00765E74"/>
    <w:rsid w:val="00766114"/>
    <w:rsid w:val="00767852"/>
    <w:rsid w:val="00767FA7"/>
    <w:rsid w:val="007700E7"/>
    <w:rsid w:val="00770188"/>
    <w:rsid w:val="007704EA"/>
    <w:rsid w:val="007709AD"/>
    <w:rsid w:val="007718D2"/>
    <w:rsid w:val="00771F17"/>
    <w:rsid w:val="00772367"/>
    <w:rsid w:val="0077243E"/>
    <w:rsid w:val="0077328F"/>
    <w:rsid w:val="00774B4E"/>
    <w:rsid w:val="00774BF9"/>
    <w:rsid w:val="00775630"/>
    <w:rsid w:val="00775B80"/>
    <w:rsid w:val="007761E1"/>
    <w:rsid w:val="00777C24"/>
    <w:rsid w:val="007803BF"/>
    <w:rsid w:val="00780F73"/>
    <w:rsid w:val="00781F93"/>
    <w:rsid w:val="007835B2"/>
    <w:rsid w:val="00784EBD"/>
    <w:rsid w:val="0078513A"/>
    <w:rsid w:val="00785B79"/>
    <w:rsid w:val="00785C7E"/>
    <w:rsid w:val="007908EC"/>
    <w:rsid w:val="007911AD"/>
    <w:rsid w:val="00791D22"/>
    <w:rsid w:val="00792987"/>
    <w:rsid w:val="00792BAE"/>
    <w:rsid w:val="00793FC2"/>
    <w:rsid w:val="00794E89"/>
    <w:rsid w:val="0079577C"/>
    <w:rsid w:val="00796925"/>
    <w:rsid w:val="00796DCF"/>
    <w:rsid w:val="00796E27"/>
    <w:rsid w:val="007A1998"/>
    <w:rsid w:val="007A2284"/>
    <w:rsid w:val="007A3677"/>
    <w:rsid w:val="007A420C"/>
    <w:rsid w:val="007A4839"/>
    <w:rsid w:val="007A555E"/>
    <w:rsid w:val="007A595B"/>
    <w:rsid w:val="007A6AF9"/>
    <w:rsid w:val="007A6FE9"/>
    <w:rsid w:val="007B1036"/>
    <w:rsid w:val="007B155D"/>
    <w:rsid w:val="007B1D45"/>
    <w:rsid w:val="007B1EFD"/>
    <w:rsid w:val="007B2D08"/>
    <w:rsid w:val="007B331E"/>
    <w:rsid w:val="007B4275"/>
    <w:rsid w:val="007B4562"/>
    <w:rsid w:val="007B6867"/>
    <w:rsid w:val="007B7394"/>
    <w:rsid w:val="007B76C1"/>
    <w:rsid w:val="007C178C"/>
    <w:rsid w:val="007C1EB7"/>
    <w:rsid w:val="007C2179"/>
    <w:rsid w:val="007C24C7"/>
    <w:rsid w:val="007C2740"/>
    <w:rsid w:val="007C3034"/>
    <w:rsid w:val="007C3A9C"/>
    <w:rsid w:val="007C46FE"/>
    <w:rsid w:val="007C7159"/>
    <w:rsid w:val="007C7458"/>
    <w:rsid w:val="007D0A57"/>
    <w:rsid w:val="007D168F"/>
    <w:rsid w:val="007D2061"/>
    <w:rsid w:val="007D2BA5"/>
    <w:rsid w:val="007D2E9E"/>
    <w:rsid w:val="007D40E2"/>
    <w:rsid w:val="007D47A4"/>
    <w:rsid w:val="007D5B4D"/>
    <w:rsid w:val="007E04B5"/>
    <w:rsid w:val="007E070B"/>
    <w:rsid w:val="007E0B3D"/>
    <w:rsid w:val="007E1825"/>
    <w:rsid w:val="007E1C06"/>
    <w:rsid w:val="007E1CD7"/>
    <w:rsid w:val="007E30CE"/>
    <w:rsid w:val="007E3141"/>
    <w:rsid w:val="007E4891"/>
    <w:rsid w:val="007E512B"/>
    <w:rsid w:val="007E6612"/>
    <w:rsid w:val="007E6834"/>
    <w:rsid w:val="007E736D"/>
    <w:rsid w:val="007E7407"/>
    <w:rsid w:val="007E77B5"/>
    <w:rsid w:val="007F030A"/>
    <w:rsid w:val="007F0847"/>
    <w:rsid w:val="007F0F2E"/>
    <w:rsid w:val="007F0FFE"/>
    <w:rsid w:val="007F129D"/>
    <w:rsid w:val="007F1905"/>
    <w:rsid w:val="007F200E"/>
    <w:rsid w:val="007F2F7C"/>
    <w:rsid w:val="007F339E"/>
    <w:rsid w:val="007F3A4A"/>
    <w:rsid w:val="007F4282"/>
    <w:rsid w:val="007F45CA"/>
    <w:rsid w:val="007F472E"/>
    <w:rsid w:val="007F618F"/>
    <w:rsid w:val="007F665E"/>
    <w:rsid w:val="007F76CA"/>
    <w:rsid w:val="007F7B96"/>
    <w:rsid w:val="00800DE0"/>
    <w:rsid w:val="0080155C"/>
    <w:rsid w:val="00801A47"/>
    <w:rsid w:val="00803908"/>
    <w:rsid w:val="00803B1C"/>
    <w:rsid w:val="00803EA9"/>
    <w:rsid w:val="008044FE"/>
    <w:rsid w:val="00804FAE"/>
    <w:rsid w:val="00805C94"/>
    <w:rsid w:val="0080718F"/>
    <w:rsid w:val="00807AD3"/>
    <w:rsid w:val="00807B78"/>
    <w:rsid w:val="008104E0"/>
    <w:rsid w:val="008148D3"/>
    <w:rsid w:val="0081525A"/>
    <w:rsid w:val="00815F7B"/>
    <w:rsid w:val="00815FF1"/>
    <w:rsid w:val="00817334"/>
    <w:rsid w:val="008174CA"/>
    <w:rsid w:val="00820B8B"/>
    <w:rsid w:val="00821ED0"/>
    <w:rsid w:val="008223AD"/>
    <w:rsid w:val="00822579"/>
    <w:rsid w:val="00822FCD"/>
    <w:rsid w:val="00823442"/>
    <w:rsid w:val="008238DC"/>
    <w:rsid w:val="00823E8D"/>
    <w:rsid w:val="008249BA"/>
    <w:rsid w:val="00824B65"/>
    <w:rsid w:val="00825011"/>
    <w:rsid w:val="0082563B"/>
    <w:rsid w:val="008256C4"/>
    <w:rsid w:val="00825DEA"/>
    <w:rsid w:val="008263C6"/>
    <w:rsid w:val="00830C4E"/>
    <w:rsid w:val="00831BDC"/>
    <w:rsid w:val="00832B26"/>
    <w:rsid w:val="00832E55"/>
    <w:rsid w:val="0083361D"/>
    <w:rsid w:val="00833A9E"/>
    <w:rsid w:val="008349FF"/>
    <w:rsid w:val="00835817"/>
    <w:rsid w:val="00835AF5"/>
    <w:rsid w:val="00836531"/>
    <w:rsid w:val="00840B83"/>
    <w:rsid w:val="00841A8C"/>
    <w:rsid w:val="00842EBF"/>
    <w:rsid w:val="00845491"/>
    <w:rsid w:val="008456AE"/>
    <w:rsid w:val="00845A9F"/>
    <w:rsid w:val="00845DAE"/>
    <w:rsid w:val="00846935"/>
    <w:rsid w:val="00847DBD"/>
    <w:rsid w:val="00850478"/>
    <w:rsid w:val="00851A55"/>
    <w:rsid w:val="00852174"/>
    <w:rsid w:val="008523D8"/>
    <w:rsid w:val="008553FF"/>
    <w:rsid w:val="00855556"/>
    <w:rsid w:val="00855A3F"/>
    <w:rsid w:val="0085692A"/>
    <w:rsid w:val="00856DF4"/>
    <w:rsid w:val="008573BF"/>
    <w:rsid w:val="00857B42"/>
    <w:rsid w:val="00860269"/>
    <w:rsid w:val="008607FD"/>
    <w:rsid w:val="008609F6"/>
    <w:rsid w:val="00860EFF"/>
    <w:rsid w:val="00861C3F"/>
    <w:rsid w:val="008629BD"/>
    <w:rsid w:val="008635CA"/>
    <w:rsid w:val="008652F4"/>
    <w:rsid w:val="008658B3"/>
    <w:rsid w:val="00866410"/>
    <w:rsid w:val="00866464"/>
    <w:rsid w:val="008668D4"/>
    <w:rsid w:val="00866A7B"/>
    <w:rsid w:val="00866B84"/>
    <w:rsid w:val="00866DE2"/>
    <w:rsid w:val="008707C8"/>
    <w:rsid w:val="008717E9"/>
    <w:rsid w:val="0087251B"/>
    <w:rsid w:val="008735ED"/>
    <w:rsid w:val="00873EB5"/>
    <w:rsid w:val="00874C3E"/>
    <w:rsid w:val="0087681E"/>
    <w:rsid w:val="00877FE7"/>
    <w:rsid w:val="0088036F"/>
    <w:rsid w:val="00880909"/>
    <w:rsid w:val="00880962"/>
    <w:rsid w:val="0088293F"/>
    <w:rsid w:val="00882A61"/>
    <w:rsid w:val="00882B4C"/>
    <w:rsid w:val="008866D8"/>
    <w:rsid w:val="008872FF"/>
    <w:rsid w:val="00887876"/>
    <w:rsid w:val="00890904"/>
    <w:rsid w:val="008910AE"/>
    <w:rsid w:val="00892154"/>
    <w:rsid w:val="008921F3"/>
    <w:rsid w:val="00892696"/>
    <w:rsid w:val="00893566"/>
    <w:rsid w:val="00893CFA"/>
    <w:rsid w:val="00893DDA"/>
    <w:rsid w:val="00893DF7"/>
    <w:rsid w:val="00894C14"/>
    <w:rsid w:val="00895DB6"/>
    <w:rsid w:val="00896382"/>
    <w:rsid w:val="00897413"/>
    <w:rsid w:val="008A0FA4"/>
    <w:rsid w:val="008A1745"/>
    <w:rsid w:val="008A3033"/>
    <w:rsid w:val="008A3A87"/>
    <w:rsid w:val="008A3F1E"/>
    <w:rsid w:val="008A425C"/>
    <w:rsid w:val="008A47CD"/>
    <w:rsid w:val="008A4EE0"/>
    <w:rsid w:val="008A522B"/>
    <w:rsid w:val="008A5257"/>
    <w:rsid w:val="008A5C73"/>
    <w:rsid w:val="008A7E54"/>
    <w:rsid w:val="008B02F9"/>
    <w:rsid w:val="008B0595"/>
    <w:rsid w:val="008B202B"/>
    <w:rsid w:val="008B3517"/>
    <w:rsid w:val="008B3777"/>
    <w:rsid w:val="008B4910"/>
    <w:rsid w:val="008B498E"/>
    <w:rsid w:val="008B5B77"/>
    <w:rsid w:val="008B6DF5"/>
    <w:rsid w:val="008B74B1"/>
    <w:rsid w:val="008C0E22"/>
    <w:rsid w:val="008C1C4A"/>
    <w:rsid w:val="008C1CC7"/>
    <w:rsid w:val="008C2DDC"/>
    <w:rsid w:val="008C317A"/>
    <w:rsid w:val="008C3E91"/>
    <w:rsid w:val="008C495C"/>
    <w:rsid w:val="008C4E78"/>
    <w:rsid w:val="008C517B"/>
    <w:rsid w:val="008C53F9"/>
    <w:rsid w:val="008C5BB5"/>
    <w:rsid w:val="008C7DB5"/>
    <w:rsid w:val="008D097E"/>
    <w:rsid w:val="008D3F94"/>
    <w:rsid w:val="008D3F97"/>
    <w:rsid w:val="008D5A98"/>
    <w:rsid w:val="008D5BBE"/>
    <w:rsid w:val="008D756D"/>
    <w:rsid w:val="008D7F57"/>
    <w:rsid w:val="008E05DA"/>
    <w:rsid w:val="008E0621"/>
    <w:rsid w:val="008E0CB6"/>
    <w:rsid w:val="008E0D72"/>
    <w:rsid w:val="008E11AF"/>
    <w:rsid w:val="008E1C5C"/>
    <w:rsid w:val="008E377B"/>
    <w:rsid w:val="008E3954"/>
    <w:rsid w:val="008E41C3"/>
    <w:rsid w:val="008E4636"/>
    <w:rsid w:val="008E4DE1"/>
    <w:rsid w:val="008E4E95"/>
    <w:rsid w:val="008E5771"/>
    <w:rsid w:val="008E5C2E"/>
    <w:rsid w:val="008E5CF2"/>
    <w:rsid w:val="008E727F"/>
    <w:rsid w:val="008F027E"/>
    <w:rsid w:val="008F0870"/>
    <w:rsid w:val="008F0D5A"/>
    <w:rsid w:val="008F0DE3"/>
    <w:rsid w:val="008F1293"/>
    <w:rsid w:val="008F20FE"/>
    <w:rsid w:val="008F2925"/>
    <w:rsid w:val="008F54F4"/>
    <w:rsid w:val="008F65A7"/>
    <w:rsid w:val="00900AA6"/>
    <w:rsid w:val="009017E8"/>
    <w:rsid w:val="0090196A"/>
    <w:rsid w:val="00902400"/>
    <w:rsid w:val="009032E8"/>
    <w:rsid w:val="00903758"/>
    <w:rsid w:val="00903ED5"/>
    <w:rsid w:val="00904FAB"/>
    <w:rsid w:val="00906976"/>
    <w:rsid w:val="00907286"/>
    <w:rsid w:val="00907A38"/>
    <w:rsid w:val="00910BF0"/>
    <w:rsid w:val="00910CFF"/>
    <w:rsid w:val="00910FD5"/>
    <w:rsid w:val="00911425"/>
    <w:rsid w:val="009115D3"/>
    <w:rsid w:val="0091312E"/>
    <w:rsid w:val="009142BA"/>
    <w:rsid w:val="00914CA2"/>
    <w:rsid w:val="00915165"/>
    <w:rsid w:val="009152BF"/>
    <w:rsid w:val="00915482"/>
    <w:rsid w:val="009158B9"/>
    <w:rsid w:val="00916BC2"/>
    <w:rsid w:val="00917917"/>
    <w:rsid w:val="00917F18"/>
    <w:rsid w:val="00922605"/>
    <w:rsid w:val="0092292A"/>
    <w:rsid w:val="00923B5A"/>
    <w:rsid w:val="00923E03"/>
    <w:rsid w:val="009250C2"/>
    <w:rsid w:val="0092537E"/>
    <w:rsid w:val="00925924"/>
    <w:rsid w:val="00926C5C"/>
    <w:rsid w:val="00926DAD"/>
    <w:rsid w:val="00927CFB"/>
    <w:rsid w:val="00930BD6"/>
    <w:rsid w:val="009315AA"/>
    <w:rsid w:val="00931873"/>
    <w:rsid w:val="009322FE"/>
    <w:rsid w:val="0093288E"/>
    <w:rsid w:val="0093452B"/>
    <w:rsid w:val="00936005"/>
    <w:rsid w:val="009368EE"/>
    <w:rsid w:val="00936BFC"/>
    <w:rsid w:val="00937617"/>
    <w:rsid w:val="00937791"/>
    <w:rsid w:val="00937F2C"/>
    <w:rsid w:val="009408A3"/>
    <w:rsid w:val="00940F41"/>
    <w:rsid w:val="00941436"/>
    <w:rsid w:val="00941758"/>
    <w:rsid w:val="00941907"/>
    <w:rsid w:val="0094312C"/>
    <w:rsid w:val="009438DB"/>
    <w:rsid w:val="00943A1A"/>
    <w:rsid w:val="00944F58"/>
    <w:rsid w:val="00945F10"/>
    <w:rsid w:val="009513CE"/>
    <w:rsid w:val="00951C3F"/>
    <w:rsid w:val="00952E06"/>
    <w:rsid w:val="009533CA"/>
    <w:rsid w:val="00953CF2"/>
    <w:rsid w:val="00954225"/>
    <w:rsid w:val="00954C06"/>
    <w:rsid w:val="00955D56"/>
    <w:rsid w:val="00956F02"/>
    <w:rsid w:val="00957B2C"/>
    <w:rsid w:val="009604F0"/>
    <w:rsid w:val="0096067F"/>
    <w:rsid w:val="009615AE"/>
    <w:rsid w:val="00962016"/>
    <w:rsid w:val="009629A5"/>
    <w:rsid w:val="00962CAD"/>
    <w:rsid w:val="00962E97"/>
    <w:rsid w:val="00963C54"/>
    <w:rsid w:val="00964307"/>
    <w:rsid w:val="00964789"/>
    <w:rsid w:val="00964A9D"/>
    <w:rsid w:val="009656B4"/>
    <w:rsid w:val="00965965"/>
    <w:rsid w:val="00967830"/>
    <w:rsid w:val="00967F8C"/>
    <w:rsid w:val="0097028F"/>
    <w:rsid w:val="00971129"/>
    <w:rsid w:val="0097219D"/>
    <w:rsid w:val="0097375F"/>
    <w:rsid w:val="00974027"/>
    <w:rsid w:val="00974726"/>
    <w:rsid w:val="00974C44"/>
    <w:rsid w:val="00974F22"/>
    <w:rsid w:val="00975AC4"/>
    <w:rsid w:val="00975EEE"/>
    <w:rsid w:val="009763D4"/>
    <w:rsid w:val="0097670B"/>
    <w:rsid w:val="00976A06"/>
    <w:rsid w:val="00976FFD"/>
    <w:rsid w:val="009807AB"/>
    <w:rsid w:val="009810D8"/>
    <w:rsid w:val="0098123E"/>
    <w:rsid w:val="0098232C"/>
    <w:rsid w:val="009824BC"/>
    <w:rsid w:val="00982A07"/>
    <w:rsid w:val="00982C53"/>
    <w:rsid w:val="00983436"/>
    <w:rsid w:val="009838B9"/>
    <w:rsid w:val="009850D2"/>
    <w:rsid w:val="0098512D"/>
    <w:rsid w:val="00985C8F"/>
    <w:rsid w:val="00986292"/>
    <w:rsid w:val="009867B6"/>
    <w:rsid w:val="00987DA4"/>
    <w:rsid w:val="0099127D"/>
    <w:rsid w:val="0099133E"/>
    <w:rsid w:val="00991432"/>
    <w:rsid w:val="00991DA0"/>
    <w:rsid w:val="009927F0"/>
    <w:rsid w:val="00992A67"/>
    <w:rsid w:val="009932C1"/>
    <w:rsid w:val="0099347F"/>
    <w:rsid w:val="009937D8"/>
    <w:rsid w:val="00993FED"/>
    <w:rsid w:val="00994EC3"/>
    <w:rsid w:val="00995888"/>
    <w:rsid w:val="00995ACB"/>
    <w:rsid w:val="00996CB6"/>
    <w:rsid w:val="009A02E0"/>
    <w:rsid w:val="009A089F"/>
    <w:rsid w:val="009A0E79"/>
    <w:rsid w:val="009A112A"/>
    <w:rsid w:val="009A1988"/>
    <w:rsid w:val="009A1C0F"/>
    <w:rsid w:val="009A1C40"/>
    <w:rsid w:val="009A3932"/>
    <w:rsid w:val="009A3E16"/>
    <w:rsid w:val="009A4163"/>
    <w:rsid w:val="009A4B10"/>
    <w:rsid w:val="009B05F6"/>
    <w:rsid w:val="009B0A23"/>
    <w:rsid w:val="009B1D50"/>
    <w:rsid w:val="009B2D28"/>
    <w:rsid w:val="009B3E39"/>
    <w:rsid w:val="009B3F5E"/>
    <w:rsid w:val="009B4658"/>
    <w:rsid w:val="009B4C4A"/>
    <w:rsid w:val="009B5064"/>
    <w:rsid w:val="009B51CC"/>
    <w:rsid w:val="009B5BAB"/>
    <w:rsid w:val="009B78EA"/>
    <w:rsid w:val="009C231E"/>
    <w:rsid w:val="009C2E51"/>
    <w:rsid w:val="009C3572"/>
    <w:rsid w:val="009C38A0"/>
    <w:rsid w:val="009C438C"/>
    <w:rsid w:val="009C4A1F"/>
    <w:rsid w:val="009C4B77"/>
    <w:rsid w:val="009C4FE2"/>
    <w:rsid w:val="009C54A3"/>
    <w:rsid w:val="009C561D"/>
    <w:rsid w:val="009C6935"/>
    <w:rsid w:val="009C72F3"/>
    <w:rsid w:val="009C7512"/>
    <w:rsid w:val="009C7805"/>
    <w:rsid w:val="009D0FCC"/>
    <w:rsid w:val="009D16F8"/>
    <w:rsid w:val="009D2F51"/>
    <w:rsid w:val="009D348C"/>
    <w:rsid w:val="009D4653"/>
    <w:rsid w:val="009D51C0"/>
    <w:rsid w:val="009D55F8"/>
    <w:rsid w:val="009D5BD7"/>
    <w:rsid w:val="009E037D"/>
    <w:rsid w:val="009E0403"/>
    <w:rsid w:val="009E097D"/>
    <w:rsid w:val="009E2E0B"/>
    <w:rsid w:val="009E3813"/>
    <w:rsid w:val="009E504B"/>
    <w:rsid w:val="009E57BD"/>
    <w:rsid w:val="009E60DA"/>
    <w:rsid w:val="009E70E4"/>
    <w:rsid w:val="009F0046"/>
    <w:rsid w:val="009F009B"/>
    <w:rsid w:val="009F00DD"/>
    <w:rsid w:val="009F08B8"/>
    <w:rsid w:val="009F0AA0"/>
    <w:rsid w:val="009F1275"/>
    <w:rsid w:val="009F1DAB"/>
    <w:rsid w:val="009F292A"/>
    <w:rsid w:val="009F2CF4"/>
    <w:rsid w:val="009F4215"/>
    <w:rsid w:val="009F466B"/>
    <w:rsid w:val="009F51DA"/>
    <w:rsid w:val="009F560C"/>
    <w:rsid w:val="009F59EA"/>
    <w:rsid w:val="009F6BBD"/>
    <w:rsid w:val="009F7CA5"/>
    <w:rsid w:val="00A0002F"/>
    <w:rsid w:val="00A00930"/>
    <w:rsid w:val="00A00DFA"/>
    <w:rsid w:val="00A017E3"/>
    <w:rsid w:val="00A01A98"/>
    <w:rsid w:val="00A01B13"/>
    <w:rsid w:val="00A025D5"/>
    <w:rsid w:val="00A03532"/>
    <w:rsid w:val="00A03CA8"/>
    <w:rsid w:val="00A042C0"/>
    <w:rsid w:val="00A0493B"/>
    <w:rsid w:val="00A04A47"/>
    <w:rsid w:val="00A04DFC"/>
    <w:rsid w:val="00A05686"/>
    <w:rsid w:val="00A05BD1"/>
    <w:rsid w:val="00A061DF"/>
    <w:rsid w:val="00A07959"/>
    <w:rsid w:val="00A1011E"/>
    <w:rsid w:val="00A1019A"/>
    <w:rsid w:val="00A102B0"/>
    <w:rsid w:val="00A109D3"/>
    <w:rsid w:val="00A10A1B"/>
    <w:rsid w:val="00A10EBB"/>
    <w:rsid w:val="00A119ED"/>
    <w:rsid w:val="00A12097"/>
    <w:rsid w:val="00A14B04"/>
    <w:rsid w:val="00A15552"/>
    <w:rsid w:val="00A15915"/>
    <w:rsid w:val="00A15FEF"/>
    <w:rsid w:val="00A16C23"/>
    <w:rsid w:val="00A17A5B"/>
    <w:rsid w:val="00A204A5"/>
    <w:rsid w:val="00A20549"/>
    <w:rsid w:val="00A205BB"/>
    <w:rsid w:val="00A20CBD"/>
    <w:rsid w:val="00A22A96"/>
    <w:rsid w:val="00A23542"/>
    <w:rsid w:val="00A236E6"/>
    <w:rsid w:val="00A23891"/>
    <w:rsid w:val="00A24926"/>
    <w:rsid w:val="00A24B44"/>
    <w:rsid w:val="00A24F19"/>
    <w:rsid w:val="00A25E1A"/>
    <w:rsid w:val="00A26594"/>
    <w:rsid w:val="00A265C4"/>
    <w:rsid w:val="00A267E3"/>
    <w:rsid w:val="00A268C2"/>
    <w:rsid w:val="00A26A65"/>
    <w:rsid w:val="00A26C13"/>
    <w:rsid w:val="00A30C46"/>
    <w:rsid w:val="00A31D39"/>
    <w:rsid w:val="00A327E3"/>
    <w:rsid w:val="00A32DB0"/>
    <w:rsid w:val="00A3400F"/>
    <w:rsid w:val="00A3445C"/>
    <w:rsid w:val="00A35813"/>
    <w:rsid w:val="00A36082"/>
    <w:rsid w:val="00A36F81"/>
    <w:rsid w:val="00A3769A"/>
    <w:rsid w:val="00A41430"/>
    <w:rsid w:val="00A41C29"/>
    <w:rsid w:val="00A41CEB"/>
    <w:rsid w:val="00A4257B"/>
    <w:rsid w:val="00A43F9C"/>
    <w:rsid w:val="00A44634"/>
    <w:rsid w:val="00A46D77"/>
    <w:rsid w:val="00A477CD"/>
    <w:rsid w:val="00A47D15"/>
    <w:rsid w:val="00A50284"/>
    <w:rsid w:val="00A50ED3"/>
    <w:rsid w:val="00A50F00"/>
    <w:rsid w:val="00A51A6C"/>
    <w:rsid w:val="00A526F8"/>
    <w:rsid w:val="00A52A35"/>
    <w:rsid w:val="00A52AC5"/>
    <w:rsid w:val="00A53878"/>
    <w:rsid w:val="00A547CF"/>
    <w:rsid w:val="00A54808"/>
    <w:rsid w:val="00A55639"/>
    <w:rsid w:val="00A55AF9"/>
    <w:rsid w:val="00A56AEC"/>
    <w:rsid w:val="00A56EE3"/>
    <w:rsid w:val="00A56FE6"/>
    <w:rsid w:val="00A611A5"/>
    <w:rsid w:val="00A6240A"/>
    <w:rsid w:val="00A638ED"/>
    <w:rsid w:val="00A64607"/>
    <w:rsid w:val="00A64696"/>
    <w:rsid w:val="00A6493E"/>
    <w:rsid w:val="00A64CC9"/>
    <w:rsid w:val="00A64CCE"/>
    <w:rsid w:val="00A65569"/>
    <w:rsid w:val="00A657BD"/>
    <w:rsid w:val="00A668BB"/>
    <w:rsid w:val="00A66EB2"/>
    <w:rsid w:val="00A67A21"/>
    <w:rsid w:val="00A70FCD"/>
    <w:rsid w:val="00A71185"/>
    <w:rsid w:val="00A71240"/>
    <w:rsid w:val="00A7187D"/>
    <w:rsid w:val="00A71B6F"/>
    <w:rsid w:val="00A724AB"/>
    <w:rsid w:val="00A72523"/>
    <w:rsid w:val="00A72929"/>
    <w:rsid w:val="00A74BA8"/>
    <w:rsid w:val="00A75A31"/>
    <w:rsid w:val="00A761A6"/>
    <w:rsid w:val="00A76F26"/>
    <w:rsid w:val="00A7769A"/>
    <w:rsid w:val="00A77F8C"/>
    <w:rsid w:val="00A80375"/>
    <w:rsid w:val="00A80895"/>
    <w:rsid w:val="00A810B4"/>
    <w:rsid w:val="00A81C7B"/>
    <w:rsid w:val="00A840FD"/>
    <w:rsid w:val="00A87E9F"/>
    <w:rsid w:val="00A9155C"/>
    <w:rsid w:val="00A91A26"/>
    <w:rsid w:val="00A92949"/>
    <w:rsid w:val="00A94407"/>
    <w:rsid w:val="00A947CD"/>
    <w:rsid w:val="00A950A6"/>
    <w:rsid w:val="00A967D6"/>
    <w:rsid w:val="00A967EE"/>
    <w:rsid w:val="00A96B14"/>
    <w:rsid w:val="00A96F6B"/>
    <w:rsid w:val="00A96FF9"/>
    <w:rsid w:val="00AA0153"/>
    <w:rsid w:val="00AA0D1A"/>
    <w:rsid w:val="00AA17C8"/>
    <w:rsid w:val="00AA1D0D"/>
    <w:rsid w:val="00AA59A7"/>
    <w:rsid w:val="00AA6696"/>
    <w:rsid w:val="00AA66FE"/>
    <w:rsid w:val="00AA69C3"/>
    <w:rsid w:val="00AB0070"/>
    <w:rsid w:val="00AB0397"/>
    <w:rsid w:val="00AB04C0"/>
    <w:rsid w:val="00AB0C6F"/>
    <w:rsid w:val="00AB2092"/>
    <w:rsid w:val="00AB2B1F"/>
    <w:rsid w:val="00AB37C2"/>
    <w:rsid w:val="00AB39CA"/>
    <w:rsid w:val="00AB4A70"/>
    <w:rsid w:val="00AB55C9"/>
    <w:rsid w:val="00AB5751"/>
    <w:rsid w:val="00AB5B6A"/>
    <w:rsid w:val="00AB60E6"/>
    <w:rsid w:val="00AB75AE"/>
    <w:rsid w:val="00AB7FAB"/>
    <w:rsid w:val="00AC04AB"/>
    <w:rsid w:val="00AC0E3D"/>
    <w:rsid w:val="00AC1C1E"/>
    <w:rsid w:val="00AC2376"/>
    <w:rsid w:val="00AC319A"/>
    <w:rsid w:val="00AC338B"/>
    <w:rsid w:val="00AC3631"/>
    <w:rsid w:val="00AC374E"/>
    <w:rsid w:val="00AC4237"/>
    <w:rsid w:val="00AC55CB"/>
    <w:rsid w:val="00AC5C5C"/>
    <w:rsid w:val="00AD0524"/>
    <w:rsid w:val="00AD058B"/>
    <w:rsid w:val="00AD1338"/>
    <w:rsid w:val="00AD20CA"/>
    <w:rsid w:val="00AD41D4"/>
    <w:rsid w:val="00AD47D4"/>
    <w:rsid w:val="00AD5D43"/>
    <w:rsid w:val="00AD67A8"/>
    <w:rsid w:val="00AE2822"/>
    <w:rsid w:val="00AE4099"/>
    <w:rsid w:val="00AE507C"/>
    <w:rsid w:val="00AE5A26"/>
    <w:rsid w:val="00AE68BE"/>
    <w:rsid w:val="00AE74BE"/>
    <w:rsid w:val="00AE7AF2"/>
    <w:rsid w:val="00AF0188"/>
    <w:rsid w:val="00AF0C44"/>
    <w:rsid w:val="00AF20C4"/>
    <w:rsid w:val="00AF2C2C"/>
    <w:rsid w:val="00AF2C90"/>
    <w:rsid w:val="00AF3785"/>
    <w:rsid w:val="00AF4C0F"/>
    <w:rsid w:val="00AF4F93"/>
    <w:rsid w:val="00B00F91"/>
    <w:rsid w:val="00B01582"/>
    <w:rsid w:val="00B01759"/>
    <w:rsid w:val="00B01C4E"/>
    <w:rsid w:val="00B02DA1"/>
    <w:rsid w:val="00B03005"/>
    <w:rsid w:val="00B0302E"/>
    <w:rsid w:val="00B032D6"/>
    <w:rsid w:val="00B032FA"/>
    <w:rsid w:val="00B040D6"/>
    <w:rsid w:val="00B079F9"/>
    <w:rsid w:val="00B07D5B"/>
    <w:rsid w:val="00B07E3D"/>
    <w:rsid w:val="00B109BF"/>
    <w:rsid w:val="00B11426"/>
    <w:rsid w:val="00B11475"/>
    <w:rsid w:val="00B11EA3"/>
    <w:rsid w:val="00B12814"/>
    <w:rsid w:val="00B13648"/>
    <w:rsid w:val="00B13BAC"/>
    <w:rsid w:val="00B15D57"/>
    <w:rsid w:val="00B16E69"/>
    <w:rsid w:val="00B176CE"/>
    <w:rsid w:val="00B17965"/>
    <w:rsid w:val="00B17AA4"/>
    <w:rsid w:val="00B17BEB"/>
    <w:rsid w:val="00B17F54"/>
    <w:rsid w:val="00B20404"/>
    <w:rsid w:val="00B20C6E"/>
    <w:rsid w:val="00B21712"/>
    <w:rsid w:val="00B21E10"/>
    <w:rsid w:val="00B24E94"/>
    <w:rsid w:val="00B24F38"/>
    <w:rsid w:val="00B25BC7"/>
    <w:rsid w:val="00B25C4B"/>
    <w:rsid w:val="00B25D2A"/>
    <w:rsid w:val="00B263CA"/>
    <w:rsid w:val="00B27D88"/>
    <w:rsid w:val="00B300B8"/>
    <w:rsid w:val="00B30E0B"/>
    <w:rsid w:val="00B317DA"/>
    <w:rsid w:val="00B325A2"/>
    <w:rsid w:val="00B32922"/>
    <w:rsid w:val="00B32934"/>
    <w:rsid w:val="00B32BBE"/>
    <w:rsid w:val="00B32BC3"/>
    <w:rsid w:val="00B32C05"/>
    <w:rsid w:val="00B330E2"/>
    <w:rsid w:val="00B33EAF"/>
    <w:rsid w:val="00B35100"/>
    <w:rsid w:val="00B35885"/>
    <w:rsid w:val="00B35D41"/>
    <w:rsid w:val="00B36FCF"/>
    <w:rsid w:val="00B37024"/>
    <w:rsid w:val="00B374EB"/>
    <w:rsid w:val="00B37708"/>
    <w:rsid w:val="00B414F9"/>
    <w:rsid w:val="00B42446"/>
    <w:rsid w:val="00B43224"/>
    <w:rsid w:val="00B45812"/>
    <w:rsid w:val="00B50B57"/>
    <w:rsid w:val="00B52492"/>
    <w:rsid w:val="00B53189"/>
    <w:rsid w:val="00B53754"/>
    <w:rsid w:val="00B53DD1"/>
    <w:rsid w:val="00B53DFE"/>
    <w:rsid w:val="00B53E31"/>
    <w:rsid w:val="00B53F83"/>
    <w:rsid w:val="00B540D1"/>
    <w:rsid w:val="00B545A5"/>
    <w:rsid w:val="00B54F1B"/>
    <w:rsid w:val="00B56BCB"/>
    <w:rsid w:val="00B56D27"/>
    <w:rsid w:val="00B57E12"/>
    <w:rsid w:val="00B62744"/>
    <w:rsid w:val="00B62A65"/>
    <w:rsid w:val="00B638F8"/>
    <w:rsid w:val="00B63F4B"/>
    <w:rsid w:val="00B64ED6"/>
    <w:rsid w:val="00B65F8F"/>
    <w:rsid w:val="00B66044"/>
    <w:rsid w:val="00B67032"/>
    <w:rsid w:val="00B71590"/>
    <w:rsid w:val="00B71BB1"/>
    <w:rsid w:val="00B729C7"/>
    <w:rsid w:val="00B73964"/>
    <w:rsid w:val="00B74E23"/>
    <w:rsid w:val="00B763D5"/>
    <w:rsid w:val="00B77D8E"/>
    <w:rsid w:val="00B80555"/>
    <w:rsid w:val="00B82202"/>
    <w:rsid w:val="00B83040"/>
    <w:rsid w:val="00B8363D"/>
    <w:rsid w:val="00B8490B"/>
    <w:rsid w:val="00B85A00"/>
    <w:rsid w:val="00B87078"/>
    <w:rsid w:val="00B907E8"/>
    <w:rsid w:val="00B92AC9"/>
    <w:rsid w:val="00B9335F"/>
    <w:rsid w:val="00B9378F"/>
    <w:rsid w:val="00B952BD"/>
    <w:rsid w:val="00B97784"/>
    <w:rsid w:val="00B97C64"/>
    <w:rsid w:val="00B97F4E"/>
    <w:rsid w:val="00B97FD6"/>
    <w:rsid w:val="00B97FE8"/>
    <w:rsid w:val="00BA0DD6"/>
    <w:rsid w:val="00BA0E6A"/>
    <w:rsid w:val="00BA147B"/>
    <w:rsid w:val="00BA1A20"/>
    <w:rsid w:val="00BA2E32"/>
    <w:rsid w:val="00BA33D4"/>
    <w:rsid w:val="00BA3764"/>
    <w:rsid w:val="00BA4A29"/>
    <w:rsid w:val="00BA541E"/>
    <w:rsid w:val="00BA5A9B"/>
    <w:rsid w:val="00BA625C"/>
    <w:rsid w:val="00BA68A2"/>
    <w:rsid w:val="00BB004A"/>
    <w:rsid w:val="00BB053C"/>
    <w:rsid w:val="00BB123B"/>
    <w:rsid w:val="00BB1619"/>
    <w:rsid w:val="00BB1819"/>
    <w:rsid w:val="00BB1B68"/>
    <w:rsid w:val="00BB1F58"/>
    <w:rsid w:val="00BB22E9"/>
    <w:rsid w:val="00BB2330"/>
    <w:rsid w:val="00BB28E0"/>
    <w:rsid w:val="00BB3277"/>
    <w:rsid w:val="00BB3682"/>
    <w:rsid w:val="00BB50E3"/>
    <w:rsid w:val="00BB6125"/>
    <w:rsid w:val="00BB64D2"/>
    <w:rsid w:val="00BB64E1"/>
    <w:rsid w:val="00BB769F"/>
    <w:rsid w:val="00BB7F35"/>
    <w:rsid w:val="00BC0A6D"/>
    <w:rsid w:val="00BC1612"/>
    <w:rsid w:val="00BC32D2"/>
    <w:rsid w:val="00BC3D19"/>
    <w:rsid w:val="00BC3EF7"/>
    <w:rsid w:val="00BC4262"/>
    <w:rsid w:val="00BC4869"/>
    <w:rsid w:val="00BC6145"/>
    <w:rsid w:val="00BC6F48"/>
    <w:rsid w:val="00BC75ED"/>
    <w:rsid w:val="00BD0E93"/>
    <w:rsid w:val="00BD1EE8"/>
    <w:rsid w:val="00BD234E"/>
    <w:rsid w:val="00BD50C7"/>
    <w:rsid w:val="00BD6039"/>
    <w:rsid w:val="00BD7551"/>
    <w:rsid w:val="00BD7BC9"/>
    <w:rsid w:val="00BD7D10"/>
    <w:rsid w:val="00BE0360"/>
    <w:rsid w:val="00BE1247"/>
    <w:rsid w:val="00BE2EFC"/>
    <w:rsid w:val="00BE44D9"/>
    <w:rsid w:val="00BE5C08"/>
    <w:rsid w:val="00BE61E9"/>
    <w:rsid w:val="00BE629B"/>
    <w:rsid w:val="00BE636B"/>
    <w:rsid w:val="00BE6EED"/>
    <w:rsid w:val="00BE7C33"/>
    <w:rsid w:val="00BF0BFA"/>
    <w:rsid w:val="00BF1798"/>
    <w:rsid w:val="00BF1A09"/>
    <w:rsid w:val="00BF1B3B"/>
    <w:rsid w:val="00BF2771"/>
    <w:rsid w:val="00BF3007"/>
    <w:rsid w:val="00BF4317"/>
    <w:rsid w:val="00BF52C6"/>
    <w:rsid w:val="00BF6A0E"/>
    <w:rsid w:val="00BF6ABA"/>
    <w:rsid w:val="00BF70D2"/>
    <w:rsid w:val="00C00E97"/>
    <w:rsid w:val="00C00FB2"/>
    <w:rsid w:val="00C01972"/>
    <w:rsid w:val="00C01A0F"/>
    <w:rsid w:val="00C024A0"/>
    <w:rsid w:val="00C03076"/>
    <w:rsid w:val="00C03B01"/>
    <w:rsid w:val="00C07107"/>
    <w:rsid w:val="00C071C0"/>
    <w:rsid w:val="00C074C0"/>
    <w:rsid w:val="00C078CA"/>
    <w:rsid w:val="00C07AD8"/>
    <w:rsid w:val="00C1084A"/>
    <w:rsid w:val="00C1084F"/>
    <w:rsid w:val="00C13D67"/>
    <w:rsid w:val="00C14B66"/>
    <w:rsid w:val="00C1609A"/>
    <w:rsid w:val="00C17379"/>
    <w:rsid w:val="00C17468"/>
    <w:rsid w:val="00C21F54"/>
    <w:rsid w:val="00C226FD"/>
    <w:rsid w:val="00C236F2"/>
    <w:rsid w:val="00C23A2B"/>
    <w:rsid w:val="00C26989"/>
    <w:rsid w:val="00C27002"/>
    <w:rsid w:val="00C27795"/>
    <w:rsid w:val="00C27DC3"/>
    <w:rsid w:val="00C311B4"/>
    <w:rsid w:val="00C3192B"/>
    <w:rsid w:val="00C33172"/>
    <w:rsid w:val="00C33FAA"/>
    <w:rsid w:val="00C345BA"/>
    <w:rsid w:val="00C35322"/>
    <w:rsid w:val="00C357A7"/>
    <w:rsid w:val="00C363F1"/>
    <w:rsid w:val="00C36CC7"/>
    <w:rsid w:val="00C37098"/>
    <w:rsid w:val="00C37690"/>
    <w:rsid w:val="00C37BD2"/>
    <w:rsid w:val="00C40EE3"/>
    <w:rsid w:val="00C412D7"/>
    <w:rsid w:val="00C4133A"/>
    <w:rsid w:val="00C419FF"/>
    <w:rsid w:val="00C41D96"/>
    <w:rsid w:val="00C42213"/>
    <w:rsid w:val="00C4231B"/>
    <w:rsid w:val="00C43F43"/>
    <w:rsid w:val="00C44063"/>
    <w:rsid w:val="00C4441D"/>
    <w:rsid w:val="00C44B06"/>
    <w:rsid w:val="00C44B33"/>
    <w:rsid w:val="00C45919"/>
    <w:rsid w:val="00C46CFD"/>
    <w:rsid w:val="00C472EB"/>
    <w:rsid w:val="00C47374"/>
    <w:rsid w:val="00C47C58"/>
    <w:rsid w:val="00C501D8"/>
    <w:rsid w:val="00C50B8C"/>
    <w:rsid w:val="00C51C3A"/>
    <w:rsid w:val="00C53E2C"/>
    <w:rsid w:val="00C53EEC"/>
    <w:rsid w:val="00C55387"/>
    <w:rsid w:val="00C55A1A"/>
    <w:rsid w:val="00C562F6"/>
    <w:rsid w:val="00C61497"/>
    <w:rsid w:val="00C618B6"/>
    <w:rsid w:val="00C61C0D"/>
    <w:rsid w:val="00C61C5E"/>
    <w:rsid w:val="00C64D54"/>
    <w:rsid w:val="00C64FBF"/>
    <w:rsid w:val="00C65241"/>
    <w:rsid w:val="00C65E35"/>
    <w:rsid w:val="00C66491"/>
    <w:rsid w:val="00C703B3"/>
    <w:rsid w:val="00C705B5"/>
    <w:rsid w:val="00C7206F"/>
    <w:rsid w:val="00C74944"/>
    <w:rsid w:val="00C74D0A"/>
    <w:rsid w:val="00C75A67"/>
    <w:rsid w:val="00C76C85"/>
    <w:rsid w:val="00C773C2"/>
    <w:rsid w:val="00C8061B"/>
    <w:rsid w:val="00C81C7F"/>
    <w:rsid w:val="00C821BD"/>
    <w:rsid w:val="00C82AA2"/>
    <w:rsid w:val="00C8319F"/>
    <w:rsid w:val="00C83509"/>
    <w:rsid w:val="00C84FB5"/>
    <w:rsid w:val="00C850BC"/>
    <w:rsid w:val="00C85EC7"/>
    <w:rsid w:val="00C868DE"/>
    <w:rsid w:val="00C86BB4"/>
    <w:rsid w:val="00C87444"/>
    <w:rsid w:val="00C87730"/>
    <w:rsid w:val="00C87E3F"/>
    <w:rsid w:val="00C90235"/>
    <w:rsid w:val="00C914E9"/>
    <w:rsid w:val="00C91AD1"/>
    <w:rsid w:val="00C920F1"/>
    <w:rsid w:val="00C92888"/>
    <w:rsid w:val="00C928EC"/>
    <w:rsid w:val="00C93A5F"/>
    <w:rsid w:val="00C94B34"/>
    <w:rsid w:val="00C95DFB"/>
    <w:rsid w:val="00C962DD"/>
    <w:rsid w:val="00C97ABA"/>
    <w:rsid w:val="00C97AC9"/>
    <w:rsid w:val="00CA16B8"/>
    <w:rsid w:val="00CA1DEB"/>
    <w:rsid w:val="00CA2FB3"/>
    <w:rsid w:val="00CA34AE"/>
    <w:rsid w:val="00CA46A4"/>
    <w:rsid w:val="00CA54F0"/>
    <w:rsid w:val="00CA5AEF"/>
    <w:rsid w:val="00CA5CCB"/>
    <w:rsid w:val="00CA69D4"/>
    <w:rsid w:val="00CA720F"/>
    <w:rsid w:val="00CA79A5"/>
    <w:rsid w:val="00CA7ECA"/>
    <w:rsid w:val="00CB094C"/>
    <w:rsid w:val="00CB1851"/>
    <w:rsid w:val="00CB31EF"/>
    <w:rsid w:val="00CB5CCD"/>
    <w:rsid w:val="00CB638C"/>
    <w:rsid w:val="00CB65F7"/>
    <w:rsid w:val="00CC056D"/>
    <w:rsid w:val="00CC11F1"/>
    <w:rsid w:val="00CC1C95"/>
    <w:rsid w:val="00CC2A60"/>
    <w:rsid w:val="00CC5397"/>
    <w:rsid w:val="00CC6A4C"/>
    <w:rsid w:val="00CC6F9F"/>
    <w:rsid w:val="00CC7028"/>
    <w:rsid w:val="00CC7E19"/>
    <w:rsid w:val="00CD12B1"/>
    <w:rsid w:val="00CD1A5C"/>
    <w:rsid w:val="00CD2A06"/>
    <w:rsid w:val="00CD2F82"/>
    <w:rsid w:val="00CD476E"/>
    <w:rsid w:val="00CD4BA1"/>
    <w:rsid w:val="00CD5153"/>
    <w:rsid w:val="00CD5E1E"/>
    <w:rsid w:val="00CD61DA"/>
    <w:rsid w:val="00CD7E62"/>
    <w:rsid w:val="00CE04DE"/>
    <w:rsid w:val="00CE1D1A"/>
    <w:rsid w:val="00CE3E9D"/>
    <w:rsid w:val="00CE4541"/>
    <w:rsid w:val="00CE5085"/>
    <w:rsid w:val="00CE561F"/>
    <w:rsid w:val="00CE5CBB"/>
    <w:rsid w:val="00CE7016"/>
    <w:rsid w:val="00CE7BD3"/>
    <w:rsid w:val="00CF05A3"/>
    <w:rsid w:val="00CF113A"/>
    <w:rsid w:val="00CF3659"/>
    <w:rsid w:val="00CF36AE"/>
    <w:rsid w:val="00CF3A55"/>
    <w:rsid w:val="00CF402F"/>
    <w:rsid w:val="00CF54F5"/>
    <w:rsid w:val="00CF71CC"/>
    <w:rsid w:val="00CF73E4"/>
    <w:rsid w:val="00CF750E"/>
    <w:rsid w:val="00D01445"/>
    <w:rsid w:val="00D016F4"/>
    <w:rsid w:val="00D0232A"/>
    <w:rsid w:val="00D0233E"/>
    <w:rsid w:val="00D02A40"/>
    <w:rsid w:val="00D032DD"/>
    <w:rsid w:val="00D03ADF"/>
    <w:rsid w:val="00D03F8A"/>
    <w:rsid w:val="00D0490D"/>
    <w:rsid w:val="00D04EE5"/>
    <w:rsid w:val="00D06024"/>
    <w:rsid w:val="00D0623D"/>
    <w:rsid w:val="00D1145C"/>
    <w:rsid w:val="00D11617"/>
    <w:rsid w:val="00D11DC8"/>
    <w:rsid w:val="00D13EAA"/>
    <w:rsid w:val="00D1400A"/>
    <w:rsid w:val="00D14311"/>
    <w:rsid w:val="00D146AA"/>
    <w:rsid w:val="00D14735"/>
    <w:rsid w:val="00D14EEE"/>
    <w:rsid w:val="00D15C60"/>
    <w:rsid w:val="00D21113"/>
    <w:rsid w:val="00D21154"/>
    <w:rsid w:val="00D211D2"/>
    <w:rsid w:val="00D21DE6"/>
    <w:rsid w:val="00D22736"/>
    <w:rsid w:val="00D2331A"/>
    <w:rsid w:val="00D23D9F"/>
    <w:rsid w:val="00D243B2"/>
    <w:rsid w:val="00D2453C"/>
    <w:rsid w:val="00D249CB"/>
    <w:rsid w:val="00D24EF5"/>
    <w:rsid w:val="00D259DC"/>
    <w:rsid w:val="00D25DCB"/>
    <w:rsid w:val="00D2730B"/>
    <w:rsid w:val="00D27407"/>
    <w:rsid w:val="00D2797D"/>
    <w:rsid w:val="00D30336"/>
    <w:rsid w:val="00D32E4E"/>
    <w:rsid w:val="00D3481F"/>
    <w:rsid w:val="00D37294"/>
    <w:rsid w:val="00D3760A"/>
    <w:rsid w:val="00D37619"/>
    <w:rsid w:val="00D40079"/>
    <w:rsid w:val="00D41512"/>
    <w:rsid w:val="00D41F49"/>
    <w:rsid w:val="00D41FC3"/>
    <w:rsid w:val="00D42286"/>
    <w:rsid w:val="00D430E7"/>
    <w:rsid w:val="00D43552"/>
    <w:rsid w:val="00D43BEF"/>
    <w:rsid w:val="00D4418E"/>
    <w:rsid w:val="00D4418F"/>
    <w:rsid w:val="00D457C0"/>
    <w:rsid w:val="00D4595B"/>
    <w:rsid w:val="00D46882"/>
    <w:rsid w:val="00D46CB1"/>
    <w:rsid w:val="00D474D0"/>
    <w:rsid w:val="00D5028A"/>
    <w:rsid w:val="00D502F9"/>
    <w:rsid w:val="00D50545"/>
    <w:rsid w:val="00D50ADF"/>
    <w:rsid w:val="00D512B4"/>
    <w:rsid w:val="00D51631"/>
    <w:rsid w:val="00D51733"/>
    <w:rsid w:val="00D51C1B"/>
    <w:rsid w:val="00D51C71"/>
    <w:rsid w:val="00D545F3"/>
    <w:rsid w:val="00D546B1"/>
    <w:rsid w:val="00D55132"/>
    <w:rsid w:val="00D55746"/>
    <w:rsid w:val="00D56667"/>
    <w:rsid w:val="00D56E58"/>
    <w:rsid w:val="00D6142D"/>
    <w:rsid w:val="00D617F0"/>
    <w:rsid w:val="00D62872"/>
    <w:rsid w:val="00D6480F"/>
    <w:rsid w:val="00D64C31"/>
    <w:rsid w:val="00D65DB5"/>
    <w:rsid w:val="00D66909"/>
    <w:rsid w:val="00D67F6D"/>
    <w:rsid w:val="00D7047B"/>
    <w:rsid w:val="00D70F36"/>
    <w:rsid w:val="00D73066"/>
    <w:rsid w:val="00D73582"/>
    <w:rsid w:val="00D73B11"/>
    <w:rsid w:val="00D74A7A"/>
    <w:rsid w:val="00D74AEF"/>
    <w:rsid w:val="00D75A71"/>
    <w:rsid w:val="00D76B90"/>
    <w:rsid w:val="00D76EC5"/>
    <w:rsid w:val="00D7754E"/>
    <w:rsid w:val="00D77BC1"/>
    <w:rsid w:val="00D77DE2"/>
    <w:rsid w:val="00D8057C"/>
    <w:rsid w:val="00D8083E"/>
    <w:rsid w:val="00D80B90"/>
    <w:rsid w:val="00D81B68"/>
    <w:rsid w:val="00D82389"/>
    <w:rsid w:val="00D824E7"/>
    <w:rsid w:val="00D82DAB"/>
    <w:rsid w:val="00D837BD"/>
    <w:rsid w:val="00D837F1"/>
    <w:rsid w:val="00D84DB9"/>
    <w:rsid w:val="00D85503"/>
    <w:rsid w:val="00D8584F"/>
    <w:rsid w:val="00D9105F"/>
    <w:rsid w:val="00D9136D"/>
    <w:rsid w:val="00D92434"/>
    <w:rsid w:val="00D93556"/>
    <w:rsid w:val="00D93ECC"/>
    <w:rsid w:val="00D94B11"/>
    <w:rsid w:val="00D95292"/>
    <w:rsid w:val="00D95D62"/>
    <w:rsid w:val="00D966C5"/>
    <w:rsid w:val="00D969FC"/>
    <w:rsid w:val="00D96D8C"/>
    <w:rsid w:val="00D979A0"/>
    <w:rsid w:val="00DA0388"/>
    <w:rsid w:val="00DA113E"/>
    <w:rsid w:val="00DA1B7F"/>
    <w:rsid w:val="00DA1C3B"/>
    <w:rsid w:val="00DA2D71"/>
    <w:rsid w:val="00DA4414"/>
    <w:rsid w:val="00DA45A2"/>
    <w:rsid w:val="00DA45FF"/>
    <w:rsid w:val="00DA6A98"/>
    <w:rsid w:val="00DB05C9"/>
    <w:rsid w:val="00DB0ED3"/>
    <w:rsid w:val="00DB0FB3"/>
    <w:rsid w:val="00DB1CD7"/>
    <w:rsid w:val="00DB1F96"/>
    <w:rsid w:val="00DB22C4"/>
    <w:rsid w:val="00DB29C4"/>
    <w:rsid w:val="00DB2E2E"/>
    <w:rsid w:val="00DB3662"/>
    <w:rsid w:val="00DB4880"/>
    <w:rsid w:val="00DB4963"/>
    <w:rsid w:val="00DB4A93"/>
    <w:rsid w:val="00DB5C93"/>
    <w:rsid w:val="00DB644B"/>
    <w:rsid w:val="00DB647B"/>
    <w:rsid w:val="00DB77DC"/>
    <w:rsid w:val="00DB7D25"/>
    <w:rsid w:val="00DC062B"/>
    <w:rsid w:val="00DC0CAB"/>
    <w:rsid w:val="00DC0FF4"/>
    <w:rsid w:val="00DC21DD"/>
    <w:rsid w:val="00DC27C5"/>
    <w:rsid w:val="00DC47C8"/>
    <w:rsid w:val="00DC508E"/>
    <w:rsid w:val="00DC5311"/>
    <w:rsid w:val="00DC5A9D"/>
    <w:rsid w:val="00DC6D4F"/>
    <w:rsid w:val="00DD0A1D"/>
    <w:rsid w:val="00DD0D1B"/>
    <w:rsid w:val="00DD12B1"/>
    <w:rsid w:val="00DD1B7E"/>
    <w:rsid w:val="00DD24FE"/>
    <w:rsid w:val="00DD2FC4"/>
    <w:rsid w:val="00DD3D0A"/>
    <w:rsid w:val="00DD43C1"/>
    <w:rsid w:val="00DD48A5"/>
    <w:rsid w:val="00DD4B27"/>
    <w:rsid w:val="00DD4D40"/>
    <w:rsid w:val="00DD51B4"/>
    <w:rsid w:val="00DD56C2"/>
    <w:rsid w:val="00DD6AB5"/>
    <w:rsid w:val="00DD6BC0"/>
    <w:rsid w:val="00DD6CA2"/>
    <w:rsid w:val="00DD7AA5"/>
    <w:rsid w:val="00DD7C4F"/>
    <w:rsid w:val="00DE00D9"/>
    <w:rsid w:val="00DE2836"/>
    <w:rsid w:val="00DE43E8"/>
    <w:rsid w:val="00DE4B7B"/>
    <w:rsid w:val="00DE4D8B"/>
    <w:rsid w:val="00DE4EF3"/>
    <w:rsid w:val="00DE54C5"/>
    <w:rsid w:val="00DE55C9"/>
    <w:rsid w:val="00DE61C2"/>
    <w:rsid w:val="00DF04BA"/>
    <w:rsid w:val="00DF06F9"/>
    <w:rsid w:val="00DF28F8"/>
    <w:rsid w:val="00DF3492"/>
    <w:rsid w:val="00DF364E"/>
    <w:rsid w:val="00DF5791"/>
    <w:rsid w:val="00DF6439"/>
    <w:rsid w:val="00DF6A00"/>
    <w:rsid w:val="00DF6C21"/>
    <w:rsid w:val="00DF6F69"/>
    <w:rsid w:val="00DF7C3B"/>
    <w:rsid w:val="00E02021"/>
    <w:rsid w:val="00E02317"/>
    <w:rsid w:val="00E03773"/>
    <w:rsid w:val="00E06239"/>
    <w:rsid w:val="00E0685D"/>
    <w:rsid w:val="00E0694E"/>
    <w:rsid w:val="00E06F08"/>
    <w:rsid w:val="00E079CD"/>
    <w:rsid w:val="00E07BFC"/>
    <w:rsid w:val="00E07DDF"/>
    <w:rsid w:val="00E103C6"/>
    <w:rsid w:val="00E1082E"/>
    <w:rsid w:val="00E1088B"/>
    <w:rsid w:val="00E11773"/>
    <w:rsid w:val="00E11AAA"/>
    <w:rsid w:val="00E12473"/>
    <w:rsid w:val="00E12651"/>
    <w:rsid w:val="00E1274B"/>
    <w:rsid w:val="00E13A7E"/>
    <w:rsid w:val="00E14075"/>
    <w:rsid w:val="00E1432F"/>
    <w:rsid w:val="00E14EE8"/>
    <w:rsid w:val="00E174D5"/>
    <w:rsid w:val="00E17A63"/>
    <w:rsid w:val="00E17A9D"/>
    <w:rsid w:val="00E2112D"/>
    <w:rsid w:val="00E2185C"/>
    <w:rsid w:val="00E21956"/>
    <w:rsid w:val="00E220D1"/>
    <w:rsid w:val="00E22541"/>
    <w:rsid w:val="00E232C6"/>
    <w:rsid w:val="00E23ABA"/>
    <w:rsid w:val="00E23E9E"/>
    <w:rsid w:val="00E25A14"/>
    <w:rsid w:val="00E270AA"/>
    <w:rsid w:val="00E279E7"/>
    <w:rsid w:val="00E3023F"/>
    <w:rsid w:val="00E30F94"/>
    <w:rsid w:val="00E31B9C"/>
    <w:rsid w:val="00E31C2A"/>
    <w:rsid w:val="00E31F8B"/>
    <w:rsid w:val="00E31FBA"/>
    <w:rsid w:val="00E3262E"/>
    <w:rsid w:val="00E32E51"/>
    <w:rsid w:val="00E3330F"/>
    <w:rsid w:val="00E3351D"/>
    <w:rsid w:val="00E3395B"/>
    <w:rsid w:val="00E3404D"/>
    <w:rsid w:val="00E34127"/>
    <w:rsid w:val="00E342CB"/>
    <w:rsid w:val="00E353E1"/>
    <w:rsid w:val="00E355E8"/>
    <w:rsid w:val="00E35CB9"/>
    <w:rsid w:val="00E36BAF"/>
    <w:rsid w:val="00E3725B"/>
    <w:rsid w:val="00E40629"/>
    <w:rsid w:val="00E406F7"/>
    <w:rsid w:val="00E40DA7"/>
    <w:rsid w:val="00E410DA"/>
    <w:rsid w:val="00E42524"/>
    <w:rsid w:val="00E42887"/>
    <w:rsid w:val="00E42E51"/>
    <w:rsid w:val="00E42EAC"/>
    <w:rsid w:val="00E44283"/>
    <w:rsid w:val="00E456BE"/>
    <w:rsid w:val="00E4617B"/>
    <w:rsid w:val="00E463E0"/>
    <w:rsid w:val="00E470AF"/>
    <w:rsid w:val="00E505E0"/>
    <w:rsid w:val="00E509D7"/>
    <w:rsid w:val="00E50B16"/>
    <w:rsid w:val="00E51164"/>
    <w:rsid w:val="00E51558"/>
    <w:rsid w:val="00E52687"/>
    <w:rsid w:val="00E5414F"/>
    <w:rsid w:val="00E54A76"/>
    <w:rsid w:val="00E54B22"/>
    <w:rsid w:val="00E557D5"/>
    <w:rsid w:val="00E55E86"/>
    <w:rsid w:val="00E562AF"/>
    <w:rsid w:val="00E56864"/>
    <w:rsid w:val="00E57CF9"/>
    <w:rsid w:val="00E61368"/>
    <w:rsid w:val="00E6274C"/>
    <w:rsid w:val="00E6359C"/>
    <w:rsid w:val="00E6371B"/>
    <w:rsid w:val="00E6387A"/>
    <w:rsid w:val="00E6447A"/>
    <w:rsid w:val="00E64AA1"/>
    <w:rsid w:val="00E64ADE"/>
    <w:rsid w:val="00E65A17"/>
    <w:rsid w:val="00E671FD"/>
    <w:rsid w:val="00E6798C"/>
    <w:rsid w:val="00E67C49"/>
    <w:rsid w:val="00E67CC6"/>
    <w:rsid w:val="00E70CFC"/>
    <w:rsid w:val="00E71107"/>
    <w:rsid w:val="00E711B1"/>
    <w:rsid w:val="00E73B34"/>
    <w:rsid w:val="00E73B6E"/>
    <w:rsid w:val="00E740ED"/>
    <w:rsid w:val="00E75453"/>
    <w:rsid w:val="00E80704"/>
    <w:rsid w:val="00E82113"/>
    <w:rsid w:val="00E82A1C"/>
    <w:rsid w:val="00E82A91"/>
    <w:rsid w:val="00E82CDC"/>
    <w:rsid w:val="00E82FBC"/>
    <w:rsid w:val="00E8325D"/>
    <w:rsid w:val="00E83A6D"/>
    <w:rsid w:val="00E83A9E"/>
    <w:rsid w:val="00E8578F"/>
    <w:rsid w:val="00E85AC5"/>
    <w:rsid w:val="00E86299"/>
    <w:rsid w:val="00E86D8F"/>
    <w:rsid w:val="00E91E42"/>
    <w:rsid w:val="00E91FB7"/>
    <w:rsid w:val="00E9282C"/>
    <w:rsid w:val="00E9393B"/>
    <w:rsid w:val="00E93FB6"/>
    <w:rsid w:val="00E9446E"/>
    <w:rsid w:val="00E948C7"/>
    <w:rsid w:val="00E958F5"/>
    <w:rsid w:val="00E95D07"/>
    <w:rsid w:val="00E95D3E"/>
    <w:rsid w:val="00E96256"/>
    <w:rsid w:val="00E965F4"/>
    <w:rsid w:val="00E96642"/>
    <w:rsid w:val="00E96AF4"/>
    <w:rsid w:val="00E96EC1"/>
    <w:rsid w:val="00E97FAE"/>
    <w:rsid w:val="00EA0059"/>
    <w:rsid w:val="00EA0CE5"/>
    <w:rsid w:val="00EA138D"/>
    <w:rsid w:val="00EA16E6"/>
    <w:rsid w:val="00EA1FDC"/>
    <w:rsid w:val="00EA27BD"/>
    <w:rsid w:val="00EA2E88"/>
    <w:rsid w:val="00EA3FDB"/>
    <w:rsid w:val="00EA515C"/>
    <w:rsid w:val="00EA6DD5"/>
    <w:rsid w:val="00EB06FB"/>
    <w:rsid w:val="00EB1137"/>
    <w:rsid w:val="00EB12C3"/>
    <w:rsid w:val="00EB158C"/>
    <w:rsid w:val="00EB34A8"/>
    <w:rsid w:val="00EB37C3"/>
    <w:rsid w:val="00EB5794"/>
    <w:rsid w:val="00EB63BD"/>
    <w:rsid w:val="00EB6ADC"/>
    <w:rsid w:val="00EB6F23"/>
    <w:rsid w:val="00EC0592"/>
    <w:rsid w:val="00EC1628"/>
    <w:rsid w:val="00EC1BE1"/>
    <w:rsid w:val="00EC1D90"/>
    <w:rsid w:val="00EC231C"/>
    <w:rsid w:val="00EC2831"/>
    <w:rsid w:val="00EC2B01"/>
    <w:rsid w:val="00EC2EA9"/>
    <w:rsid w:val="00EC3C62"/>
    <w:rsid w:val="00EC4D04"/>
    <w:rsid w:val="00EC5100"/>
    <w:rsid w:val="00EC5237"/>
    <w:rsid w:val="00EC621C"/>
    <w:rsid w:val="00EC66F3"/>
    <w:rsid w:val="00EC674E"/>
    <w:rsid w:val="00EC6AC2"/>
    <w:rsid w:val="00EC6C56"/>
    <w:rsid w:val="00EC758F"/>
    <w:rsid w:val="00EC7DC0"/>
    <w:rsid w:val="00ED0AAF"/>
    <w:rsid w:val="00ED0EDD"/>
    <w:rsid w:val="00ED1B27"/>
    <w:rsid w:val="00ED366E"/>
    <w:rsid w:val="00ED39B1"/>
    <w:rsid w:val="00ED3D3E"/>
    <w:rsid w:val="00ED4EA5"/>
    <w:rsid w:val="00ED50AC"/>
    <w:rsid w:val="00ED6251"/>
    <w:rsid w:val="00ED7E6B"/>
    <w:rsid w:val="00EE1503"/>
    <w:rsid w:val="00EE3DC5"/>
    <w:rsid w:val="00EE5004"/>
    <w:rsid w:val="00EE51E8"/>
    <w:rsid w:val="00EE56F1"/>
    <w:rsid w:val="00EE5CCF"/>
    <w:rsid w:val="00EE61D8"/>
    <w:rsid w:val="00EE6399"/>
    <w:rsid w:val="00EE6BE9"/>
    <w:rsid w:val="00EE7106"/>
    <w:rsid w:val="00EE7654"/>
    <w:rsid w:val="00EF07F1"/>
    <w:rsid w:val="00EF0D5F"/>
    <w:rsid w:val="00EF0FAB"/>
    <w:rsid w:val="00EF1CA6"/>
    <w:rsid w:val="00EF2042"/>
    <w:rsid w:val="00EF2654"/>
    <w:rsid w:val="00EF2971"/>
    <w:rsid w:val="00EF2D90"/>
    <w:rsid w:val="00EF31F0"/>
    <w:rsid w:val="00EF33BD"/>
    <w:rsid w:val="00F014D6"/>
    <w:rsid w:val="00F02C86"/>
    <w:rsid w:val="00F03F2E"/>
    <w:rsid w:val="00F05078"/>
    <w:rsid w:val="00F0600C"/>
    <w:rsid w:val="00F06188"/>
    <w:rsid w:val="00F0681D"/>
    <w:rsid w:val="00F06B31"/>
    <w:rsid w:val="00F06DC4"/>
    <w:rsid w:val="00F06E86"/>
    <w:rsid w:val="00F0712E"/>
    <w:rsid w:val="00F0727B"/>
    <w:rsid w:val="00F1008B"/>
    <w:rsid w:val="00F100B9"/>
    <w:rsid w:val="00F10293"/>
    <w:rsid w:val="00F1222A"/>
    <w:rsid w:val="00F12DF9"/>
    <w:rsid w:val="00F14CF3"/>
    <w:rsid w:val="00F15DD4"/>
    <w:rsid w:val="00F174F1"/>
    <w:rsid w:val="00F17A6F"/>
    <w:rsid w:val="00F216B2"/>
    <w:rsid w:val="00F22102"/>
    <w:rsid w:val="00F233E0"/>
    <w:rsid w:val="00F2358E"/>
    <w:rsid w:val="00F246EB"/>
    <w:rsid w:val="00F24C30"/>
    <w:rsid w:val="00F255DC"/>
    <w:rsid w:val="00F2626C"/>
    <w:rsid w:val="00F26F6E"/>
    <w:rsid w:val="00F27440"/>
    <w:rsid w:val="00F27C30"/>
    <w:rsid w:val="00F3059A"/>
    <w:rsid w:val="00F313AA"/>
    <w:rsid w:val="00F31456"/>
    <w:rsid w:val="00F31913"/>
    <w:rsid w:val="00F32D65"/>
    <w:rsid w:val="00F33D22"/>
    <w:rsid w:val="00F34532"/>
    <w:rsid w:val="00F359B3"/>
    <w:rsid w:val="00F362B6"/>
    <w:rsid w:val="00F36572"/>
    <w:rsid w:val="00F37282"/>
    <w:rsid w:val="00F372AC"/>
    <w:rsid w:val="00F40BE1"/>
    <w:rsid w:val="00F418AC"/>
    <w:rsid w:val="00F41C01"/>
    <w:rsid w:val="00F429FA"/>
    <w:rsid w:val="00F4419F"/>
    <w:rsid w:val="00F4641B"/>
    <w:rsid w:val="00F4683F"/>
    <w:rsid w:val="00F4695F"/>
    <w:rsid w:val="00F47099"/>
    <w:rsid w:val="00F47338"/>
    <w:rsid w:val="00F47B45"/>
    <w:rsid w:val="00F5015A"/>
    <w:rsid w:val="00F52105"/>
    <w:rsid w:val="00F5268C"/>
    <w:rsid w:val="00F529BD"/>
    <w:rsid w:val="00F52BB4"/>
    <w:rsid w:val="00F53137"/>
    <w:rsid w:val="00F53554"/>
    <w:rsid w:val="00F5393C"/>
    <w:rsid w:val="00F53E19"/>
    <w:rsid w:val="00F55E3A"/>
    <w:rsid w:val="00F563E0"/>
    <w:rsid w:val="00F57DD6"/>
    <w:rsid w:val="00F60E24"/>
    <w:rsid w:val="00F62E19"/>
    <w:rsid w:val="00F62E92"/>
    <w:rsid w:val="00F6306E"/>
    <w:rsid w:val="00F633A3"/>
    <w:rsid w:val="00F63BD4"/>
    <w:rsid w:val="00F63F54"/>
    <w:rsid w:val="00F640E7"/>
    <w:rsid w:val="00F6561E"/>
    <w:rsid w:val="00F656F4"/>
    <w:rsid w:val="00F65EFF"/>
    <w:rsid w:val="00F6697E"/>
    <w:rsid w:val="00F670EF"/>
    <w:rsid w:val="00F67A73"/>
    <w:rsid w:val="00F71162"/>
    <w:rsid w:val="00F712DA"/>
    <w:rsid w:val="00F71AC1"/>
    <w:rsid w:val="00F7252A"/>
    <w:rsid w:val="00F73374"/>
    <w:rsid w:val="00F74A57"/>
    <w:rsid w:val="00F75685"/>
    <w:rsid w:val="00F75D37"/>
    <w:rsid w:val="00F76919"/>
    <w:rsid w:val="00F800CB"/>
    <w:rsid w:val="00F823F3"/>
    <w:rsid w:val="00F83E43"/>
    <w:rsid w:val="00F84550"/>
    <w:rsid w:val="00F84E5C"/>
    <w:rsid w:val="00F85275"/>
    <w:rsid w:val="00F85E98"/>
    <w:rsid w:val="00F87EAD"/>
    <w:rsid w:val="00F90E26"/>
    <w:rsid w:val="00F928EB"/>
    <w:rsid w:val="00F93AE0"/>
    <w:rsid w:val="00F95383"/>
    <w:rsid w:val="00F95570"/>
    <w:rsid w:val="00F97347"/>
    <w:rsid w:val="00F97E91"/>
    <w:rsid w:val="00FA034B"/>
    <w:rsid w:val="00FA03F4"/>
    <w:rsid w:val="00FA063A"/>
    <w:rsid w:val="00FA0712"/>
    <w:rsid w:val="00FA1380"/>
    <w:rsid w:val="00FA2498"/>
    <w:rsid w:val="00FA24FD"/>
    <w:rsid w:val="00FA3724"/>
    <w:rsid w:val="00FA38BB"/>
    <w:rsid w:val="00FA4A6F"/>
    <w:rsid w:val="00FA6106"/>
    <w:rsid w:val="00FA71AE"/>
    <w:rsid w:val="00FB1794"/>
    <w:rsid w:val="00FB19D0"/>
    <w:rsid w:val="00FB2642"/>
    <w:rsid w:val="00FB4B29"/>
    <w:rsid w:val="00FB4E20"/>
    <w:rsid w:val="00FB6518"/>
    <w:rsid w:val="00FB7ADF"/>
    <w:rsid w:val="00FB7D4C"/>
    <w:rsid w:val="00FB7F9C"/>
    <w:rsid w:val="00FC26C8"/>
    <w:rsid w:val="00FC2F0E"/>
    <w:rsid w:val="00FC32B2"/>
    <w:rsid w:val="00FC34B2"/>
    <w:rsid w:val="00FC3EE3"/>
    <w:rsid w:val="00FC4028"/>
    <w:rsid w:val="00FC4850"/>
    <w:rsid w:val="00FC58C9"/>
    <w:rsid w:val="00FC6F07"/>
    <w:rsid w:val="00FC7454"/>
    <w:rsid w:val="00FC77B0"/>
    <w:rsid w:val="00FD057E"/>
    <w:rsid w:val="00FD088C"/>
    <w:rsid w:val="00FD1599"/>
    <w:rsid w:val="00FD2D2C"/>
    <w:rsid w:val="00FD48C7"/>
    <w:rsid w:val="00FD4E35"/>
    <w:rsid w:val="00FD61E8"/>
    <w:rsid w:val="00FD6D0F"/>
    <w:rsid w:val="00FD715D"/>
    <w:rsid w:val="00FD7F3D"/>
    <w:rsid w:val="00FE1EC0"/>
    <w:rsid w:val="00FE1FEA"/>
    <w:rsid w:val="00FE4131"/>
    <w:rsid w:val="00FE4238"/>
    <w:rsid w:val="00FE42D5"/>
    <w:rsid w:val="00FE4A1E"/>
    <w:rsid w:val="00FE4D5E"/>
    <w:rsid w:val="00FE5F9B"/>
    <w:rsid w:val="00FE65B4"/>
    <w:rsid w:val="00FE66DB"/>
    <w:rsid w:val="00FF0199"/>
    <w:rsid w:val="00FF05CF"/>
    <w:rsid w:val="00FF0764"/>
    <w:rsid w:val="00FF16CF"/>
    <w:rsid w:val="00FF17C2"/>
    <w:rsid w:val="00FF3786"/>
    <w:rsid w:val="00FF46FC"/>
    <w:rsid w:val="00FF6C99"/>
    <w:rsid w:val="00FF6E7B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6EE"/>
    <w:pPr>
      <w:jc w:val="both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766EE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Header">
    <w:name w:val="header"/>
    <w:basedOn w:val="Normal"/>
    <w:link w:val="HeaderChar"/>
    <w:uiPriority w:val="99"/>
    <w:rsid w:val="008A4EE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42BA"/>
    <w:rPr>
      <w:rFonts w:ascii="Calibri" w:hAnsi="Calibri" w:cs="Calibri"/>
      <w:lang w:eastAsia="en-US"/>
    </w:rPr>
  </w:style>
  <w:style w:type="character" w:styleId="PageNumber">
    <w:name w:val="page number"/>
    <w:basedOn w:val="DefaultParagraphFont"/>
    <w:uiPriority w:val="99"/>
    <w:rsid w:val="008A4EE0"/>
  </w:style>
  <w:style w:type="paragraph" w:styleId="Footer">
    <w:name w:val="footer"/>
    <w:basedOn w:val="Normal"/>
    <w:link w:val="FooterChar"/>
    <w:uiPriority w:val="99"/>
    <w:rsid w:val="00E821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0FA4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0FA77ED8544AC13833A9FA4CC446CC7C03C0056AF75366B39D15B2D58DC7E33498186695787CBA6D561EOBm4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0FA77ED8544AC13833A9FA4CC446CC7C03C0056AF75366B39D15B2D58DC7E33498186695787CBA6D561EOBm6H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A04CE19B1DDAB6CD91B24AC6B18B896FE3AD7A4497F8400CC76B1BC9C1Z9M" TargetMode="External"/><Relationship Id="rId11" Type="http://schemas.openxmlformats.org/officeDocument/2006/relationships/hyperlink" Target="consultantplus://offline/ref=0B0FA77ED8544AC13833A9FA4CC446CC7C03C0056AF75366B39D15B2D58DC7E33498186695787CBA6D561EOBm4H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B0FA77ED8544AC13833A9FA4CC446CC7C03C0056AF75366B39D15B2D58DC7E33498186695787CBA6D561EOBm4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B0FA77ED8544AC13833A9FA4CC446CC7C03C0056AF75366B39D15B2D58DC7E33498186695787CBA6D561EOBm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3</Pages>
  <Words>1244</Words>
  <Characters>7096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abalakina_ni</dc:creator>
  <cp:keywords/>
  <dc:description/>
  <cp:lastModifiedBy>Пользователь</cp:lastModifiedBy>
  <cp:revision>21</cp:revision>
  <cp:lastPrinted>2012-09-06T05:52:00Z</cp:lastPrinted>
  <dcterms:created xsi:type="dcterms:W3CDTF">2012-07-04T14:04:00Z</dcterms:created>
  <dcterms:modified xsi:type="dcterms:W3CDTF">2012-09-06T05:52:00Z</dcterms:modified>
</cp:coreProperties>
</file>